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4DE" w:rsidRDefault="00FF34DE" w:rsidP="00FF34DE">
      <w:pPr>
        <w:rPr>
          <w:b/>
          <w:bCs/>
          <w:sz w:val="20"/>
        </w:rPr>
      </w:pPr>
      <w:bookmarkStart w:id="0" w:name="_GoBack"/>
      <w:bookmarkEnd w:id="0"/>
      <w:r>
        <w:rPr>
          <w:b/>
          <w:bCs/>
          <w:sz w:val="20"/>
        </w:rPr>
        <w:t>School District</w:t>
      </w:r>
      <w:r w:rsidR="00BC013A">
        <w:rPr>
          <w:b/>
          <w:bCs/>
          <w:sz w:val="20"/>
        </w:rPr>
        <w:t xml:space="preserve">: </w:t>
      </w:r>
      <w:r w:rsidR="00BC013A" w:rsidRPr="007A3964">
        <w:rPr>
          <w:bCs/>
          <w:sz w:val="20"/>
        </w:rPr>
        <w:t>Chambersburg Area</w:t>
      </w:r>
      <w:r w:rsidR="00BC013A">
        <w:rPr>
          <w:b/>
          <w:bCs/>
          <w:sz w:val="20"/>
        </w:rPr>
        <w:t xml:space="preserve"> </w:t>
      </w:r>
    </w:p>
    <w:p w:rsidR="00FF34DE" w:rsidRDefault="00FF34DE" w:rsidP="00FF34DE">
      <w:pPr>
        <w:rPr>
          <w:b/>
          <w:bCs/>
          <w:sz w:val="20"/>
        </w:rPr>
      </w:pPr>
      <w:r>
        <w:rPr>
          <w:b/>
          <w:bCs/>
          <w:sz w:val="20"/>
        </w:rPr>
        <w:t xml:space="preserve">Course:   </w:t>
      </w:r>
      <w:r w:rsidRPr="007A3964">
        <w:rPr>
          <w:bCs/>
          <w:sz w:val="20"/>
        </w:rPr>
        <w:t>Spanish I</w:t>
      </w:r>
      <w:r>
        <w:rPr>
          <w:b/>
          <w:bCs/>
          <w:sz w:val="20"/>
        </w:rPr>
        <w:t xml:space="preserve">   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Date:  </w:t>
      </w:r>
      <w:r>
        <w:rPr>
          <w:b/>
          <w:bCs/>
          <w:sz w:val="20"/>
        </w:rPr>
        <w:tab/>
      </w:r>
    </w:p>
    <w:p w:rsidR="00FF34DE" w:rsidRDefault="00FF34DE" w:rsidP="00FF34DE">
      <w:pPr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FF34DE" w:rsidTr="00FF34DE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4DE" w:rsidRDefault="00FF34DE">
            <w:r>
              <w:t xml:space="preserve">Topic:                                                                                         Days:                                                                                                     </w:t>
            </w:r>
          </w:p>
          <w:p w:rsidR="00FF34DE" w:rsidRDefault="00FF34DE">
            <w:r>
              <w:t xml:space="preserve">Subject Area: Spanish I                                                             Grade:  High School </w:t>
            </w:r>
          </w:p>
        </w:tc>
      </w:tr>
    </w:tbl>
    <w:p w:rsidR="00FF34DE" w:rsidRDefault="00FF34DE" w:rsidP="00FF34DE">
      <w: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FF34DE" w:rsidTr="00FF34DE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4DE" w:rsidRDefault="00FF34DE">
            <w:r>
              <w:rPr>
                <w:b/>
                <w:bCs/>
                <w:sz w:val="20"/>
              </w:rPr>
              <w:t>Key Learning:</w:t>
            </w:r>
            <w:r>
              <w:t xml:space="preserve"> </w:t>
            </w:r>
          </w:p>
        </w:tc>
      </w:tr>
    </w:tbl>
    <w:p w:rsidR="00FF34DE" w:rsidRDefault="00FF34DE" w:rsidP="00FF34DE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7620" r="9525" b="11430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27pt;margin-top:18.6pt;width:378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"/>
            </w:pict>
          </mc:Fallback>
        </mc:AlternateContent>
      </w:r>
      <w:r>
        <w:rPr>
          <w:b/>
          <w:bCs/>
          <w:sz w:val="20"/>
        </w:rPr>
        <w:t xml:space="preserve">Unit Essential Question: </w:t>
      </w:r>
      <w:r>
        <w:rPr>
          <w:sz w:val="20"/>
        </w:rPr>
        <w:t xml:space="preserve"> </w:t>
      </w:r>
      <w:r>
        <w:t xml:space="preserve"> </w:t>
      </w:r>
    </w:p>
    <w:p w:rsidR="00FF34DE" w:rsidRDefault="00FF34DE" w:rsidP="00FF34DE">
      <w:r>
        <w:t xml:space="preserve">                           </w:t>
      </w:r>
      <w:r>
        <w:tab/>
      </w:r>
    </w:p>
    <w:p w:rsidR="00FF34DE" w:rsidRDefault="00FF34DE" w:rsidP="00FF34DE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9525" r="9525" b="952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5B2" w:rsidRPr="00FF5DA7" w:rsidRDefault="00FF34DE" w:rsidP="00FF34D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  <w:r w:rsidR="00FF5DA7" w:rsidRPr="00FF5DA7">
                              <w:rPr>
                                <w:bCs/>
                              </w:rPr>
                              <w:t>Who am I?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90pt;margin-top:9pt;width:243pt;height:3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">
                <v:textbox>
                  <w:txbxContent>
                    <w:p w:rsidR="00F835B2" w:rsidRPr="00FF5DA7" w:rsidRDefault="00FF34DE" w:rsidP="00FF34D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  <w:r w:rsidR="00FF5DA7" w:rsidRPr="00FF5DA7">
                        <w:rPr>
                          <w:bCs/>
                        </w:rPr>
                        <w:t>Who am I?</w:t>
                      </w:r>
                    </w:p>
                  </w:txbxContent>
                </v:textbox>
              </v:shape>
            </w:pict>
          </mc:Fallback>
        </mc:AlternateContent>
      </w:r>
    </w:p>
    <w:p w:rsidR="00FF34DE" w:rsidRDefault="00FF34DE" w:rsidP="00FF34DE"/>
    <w:p w:rsidR="00FF34DE" w:rsidRDefault="00FF34DE" w:rsidP="00FF34DE"/>
    <w:p w:rsidR="00FF34DE" w:rsidRDefault="00FF34DE" w:rsidP="00FF34DE"/>
    <w:p w:rsidR="00FF34DE" w:rsidRDefault="00FF34DE" w:rsidP="00FF34DE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9" name="Down Arrow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9" o:spid="_x0000_s1026" type="#_x0000_t67" style="position:absolute;margin-left:342pt;margin-top:2.8pt;width:21.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8" name="Down Arrow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" o:spid="_x0000_s1026" type="#_x0000_t67" style="position:absolute;margin-left:198pt;margin-top:2.8pt;width:21.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i3LPgIAAJI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7" name="Down Arrow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7" o:spid="_x0000_s1026" type="#_x0000_t67" style="position:absolute;margin-left:45pt;margin-top:2.8pt;width:21.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"/>
            </w:pict>
          </mc:Fallback>
        </mc:AlternateContent>
      </w:r>
      <w:r>
        <w:t xml:space="preserve">          </w:t>
      </w:r>
    </w:p>
    <w:p w:rsidR="00FF34DE" w:rsidRDefault="00FF34DE" w:rsidP="00FF34D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FF34DE" w:rsidTr="00FF34DE">
        <w:trPr>
          <w:trHeight w:val="935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4DE" w:rsidRDefault="00FF34DE">
            <w:pPr>
              <w:rPr>
                <w:b/>
                <w:bCs/>
                <w:sz w:val="18"/>
              </w:rPr>
            </w:pPr>
            <w:r>
              <w:t xml:space="preserve"> </w:t>
            </w:r>
            <w:r>
              <w:rPr>
                <w:b/>
                <w:bCs/>
                <w:sz w:val="18"/>
              </w:rPr>
              <w:t>Concept:</w:t>
            </w:r>
            <w:r w:rsidR="00FF5DA7">
              <w:rPr>
                <w:b/>
                <w:bCs/>
                <w:sz w:val="18"/>
              </w:rPr>
              <w:t xml:space="preserve"> 1.1</w:t>
            </w:r>
          </w:p>
          <w:p w:rsidR="00FF34DE" w:rsidRDefault="00FF34DE" w:rsidP="00FF34DE">
            <w:r>
              <w:t xml:space="preserve"> </w:t>
            </w:r>
          </w:p>
          <w:p w:rsidR="00BC013A" w:rsidRPr="00BC013A" w:rsidRDefault="00312120" w:rsidP="00F835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0"/>
              </w:rPr>
              <w:t>Introduction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4DE" w:rsidRDefault="00FF34DE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  <w:r w:rsidR="00FF5DA7">
              <w:rPr>
                <w:b/>
                <w:bCs/>
                <w:sz w:val="18"/>
              </w:rPr>
              <w:t xml:space="preserve"> 1.2</w:t>
            </w:r>
          </w:p>
          <w:p w:rsidR="00FF34DE" w:rsidRDefault="00FF34DE">
            <w:pPr>
              <w:rPr>
                <w:sz w:val="16"/>
              </w:rPr>
            </w:pPr>
          </w:p>
          <w:p w:rsidR="00F835B2" w:rsidRDefault="00F835B2" w:rsidP="00F835B2">
            <w:pPr>
              <w:jc w:val="center"/>
              <w:rPr>
                <w:sz w:val="16"/>
              </w:rPr>
            </w:pPr>
            <w:r w:rsidRPr="00F835B2">
              <w:rPr>
                <w:sz w:val="22"/>
              </w:rPr>
              <w:t>Describing</w:t>
            </w:r>
            <w:r w:rsidRPr="00F835B2">
              <w:rPr>
                <w:sz w:val="18"/>
              </w:rPr>
              <w:t xml:space="preserve"> Self and Others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4DE" w:rsidRDefault="00FF34DE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  <w:r w:rsidR="00FF5DA7">
              <w:rPr>
                <w:b/>
                <w:bCs/>
                <w:sz w:val="18"/>
              </w:rPr>
              <w:t xml:space="preserve"> 1.3</w:t>
            </w:r>
          </w:p>
          <w:p w:rsidR="00FF34DE" w:rsidRDefault="00FF34DE">
            <w:pPr>
              <w:rPr>
                <w:sz w:val="16"/>
              </w:rPr>
            </w:pPr>
          </w:p>
          <w:p w:rsidR="00F835B2" w:rsidRDefault="00DC023B" w:rsidP="00F835B2">
            <w:pPr>
              <w:jc w:val="center"/>
              <w:rPr>
                <w:sz w:val="16"/>
              </w:rPr>
            </w:pPr>
            <w:r>
              <w:rPr>
                <w:sz w:val="22"/>
              </w:rPr>
              <w:t>School</w:t>
            </w:r>
          </w:p>
        </w:tc>
      </w:tr>
    </w:tbl>
    <w:p w:rsidR="00FF34DE" w:rsidRDefault="00FF34DE" w:rsidP="00FF34DE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6" name="Down Arrow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" o:spid="_x0000_s1026" type="#_x0000_t67" style="position:absolute;margin-left:342pt;margin-top:4.25pt;width:21.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5" name="Down Arrow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" o:spid="_x0000_s1026" type="#_x0000_t67" style="position:absolute;margin-left:198pt;margin-top:4.25pt;width:21.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onj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ZwSAxol&#10;2tjOkHvvbUf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4" name="Down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" o:spid="_x0000_s1026" type="#_x0000_t67" style="position:absolute;margin-left:45pt;margin-top:4.25pt;width:21.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3O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YwSAxol&#10;2tjOkHvvbUd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"/>
            </w:pict>
          </mc:Fallback>
        </mc:AlternateContent>
      </w:r>
    </w:p>
    <w:p w:rsidR="00FF34DE" w:rsidRDefault="00FF34DE" w:rsidP="00FF34DE">
      <w:r>
        <w:tab/>
        <w:t xml:space="preserve">                                                               </w:t>
      </w:r>
      <w:r>
        <w:tab/>
      </w:r>
      <w: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FF34DE" w:rsidTr="00FF34DE">
        <w:trPr>
          <w:trHeight w:val="2474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4DE" w:rsidRDefault="00FF34DE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FF34DE" w:rsidRDefault="00FF34DE">
            <w:pPr>
              <w:rPr>
                <w:sz w:val="20"/>
              </w:rPr>
            </w:pPr>
          </w:p>
          <w:p w:rsidR="00F835B2" w:rsidRDefault="00F835B2">
            <w:pPr>
              <w:rPr>
                <w:sz w:val="20"/>
              </w:rPr>
            </w:pPr>
          </w:p>
          <w:p w:rsidR="00F835B2" w:rsidRDefault="00F835B2">
            <w:pPr>
              <w:rPr>
                <w:sz w:val="20"/>
              </w:rPr>
            </w:pPr>
          </w:p>
          <w:p w:rsidR="00FF34DE" w:rsidRDefault="00BC013A" w:rsidP="00F835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Por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estudiar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español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4DE" w:rsidRDefault="00FF34DE">
            <w:pPr>
              <w:jc w:val="center"/>
              <w:rPr>
                <w:sz w:val="16"/>
              </w:rPr>
            </w:pPr>
            <w:r>
              <w:rPr>
                <w:b/>
                <w:bCs/>
                <w:sz w:val="16"/>
              </w:rPr>
              <w:t>Lesson Essential Questions</w:t>
            </w:r>
            <w:r>
              <w:rPr>
                <w:sz w:val="16"/>
              </w:rPr>
              <w:t>:</w:t>
            </w:r>
          </w:p>
          <w:p w:rsidR="00FF34DE" w:rsidRDefault="00FF34DE">
            <w:pPr>
              <w:rPr>
                <w:sz w:val="20"/>
              </w:rPr>
            </w:pPr>
          </w:p>
          <w:p w:rsidR="00F835B2" w:rsidRDefault="00F835B2">
            <w:pPr>
              <w:rPr>
                <w:sz w:val="20"/>
              </w:rPr>
            </w:pPr>
          </w:p>
          <w:p w:rsidR="00F835B2" w:rsidRDefault="00F835B2">
            <w:pPr>
              <w:rPr>
                <w:sz w:val="20"/>
              </w:rPr>
            </w:pPr>
          </w:p>
          <w:p w:rsidR="00FF34DE" w:rsidRDefault="00F835B2" w:rsidP="00F835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Quién</w:t>
            </w:r>
            <w:proofErr w:type="spellEnd"/>
            <w:r>
              <w:rPr>
                <w:sz w:val="20"/>
              </w:rPr>
              <w:t xml:space="preserve"> soy </w:t>
            </w:r>
            <w:proofErr w:type="spellStart"/>
            <w:r>
              <w:rPr>
                <w:sz w:val="20"/>
              </w:rPr>
              <w:t>yo</w:t>
            </w:r>
            <w:proofErr w:type="spellEnd"/>
            <w:r>
              <w:rPr>
                <w:sz w:val="20"/>
              </w:rPr>
              <w:t>?</w:t>
            </w:r>
          </w:p>
          <w:p w:rsidR="00FF34DE" w:rsidRDefault="00FF34DE">
            <w:pPr>
              <w:rPr>
                <w:sz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4DE" w:rsidRDefault="00FF34DE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FF34DE" w:rsidRDefault="00FF34DE">
            <w:pPr>
              <w:rPr>
                <w:sz w:val="20"/>
              </w:rPr>
            </w:pPr>
          </w:p>
          <w:p w:rsidR="00F835B2" w:rsidRDefault="00F835B2">
            <w:pPr>
              <w:rPr>
                <w:sz w:val="20"/>
              </w:rPr>
            </w:pPr>
          </w:p>
          <w:p w:rsidR="00F835B2" w:rsidRDefault="00F835B2">
            <w:pPr>
              <w:rPr>
                <w:sz w:val="20"/>
              </w:rPr>
            </w:pPr>
          </w:p>
          <w:p w:rsidR="00FF34DE" w:rsidRDefault="00F835B2" w:rsidP="00DC023B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Cómo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 w:rsidR="00DC023B">
              <w:rPr>
                <w:sz w:val="20"/>
              </w:rPr>
              <w:t>día</w:t>
            </w:r>
            <w:proofErr w:type="spellEnd"/>
            <w:r w:rsidR="00DC023B">
              <w:rPr>
                <w:sz w:val="20"/>
              </w:rPr>
              <w:t xml:space="preserve"> escolar</w:t>
            </w:r>
            <w:r>
              <w:rPr>
                <w:sz w:val="20"/>
              </w:rPr>
              <w:t>?</w:t>
            </w:r>
          </w:p>
        </w:tc>
      </w:tr>
    </w:tbl>
    <w:p w:rsidR="00FF34DE" w:rsidRDefault="00FF34DE" w:rsidP="00FF34DE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3" name="Down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" o:spid="_x0000_s1026" type="#_x0000_t67" style="position:absolute;margin-left:45pt;margin-top:4.95pt;width:21.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2" name="Down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" o:spid="_x0000_s1026" type="#_x0000_t67" style="position:absolute;margin-left:351pt;margin-top:4.95pt;width:21.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1" name="Down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" o:spid="_x0000_s1026" type="#_x0000_t67" style="position:absolute;margin-left:207pt;margin-top:4.95pt;width:21.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lWQAIAAJI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"/>
            </w:pict>
          </mc:Fallback>
        </mc:AlternateContent>
      </w:r>
      <w:r>
        <w:rPr>
          <w:b/>
          <w:bCs/>
          <w:sz w:val="16"/>
        </w:rPr>
        <w:t xml:space="preserve"> </w:t>
      </w:r>
    </w:p>
    <w:p w:rsidR="00FF34DE" w:rsidRDefault="00FF34DE" w:rsidP="00FF34D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FF34DE" w:rsidTr="00FF5DA7">
        <w:trPr>
          <w:trHeight w:val="3923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3A" w:rsidRDefault="00BC013A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BC013A" w:rsidRPr="00BC013A" w:rsidRDefault="00BC013A" w:rsidP="00BC013A">
            <w:pPr>
              <w:pStyle w:val="ListParagraph"/>
              <w:numPr>
                <w:ilvl w:val="0"/>
                <w:numId w:val="2"/>
              </w:numPr>
              <w:rPr>
                <w:bCs/>
                <w:sz w:val="16"/>
              </w:rPr>
            </w:pPr>
            <w:r w:rsidRPr="00BC013A">
              <w:rPr>
                <w:bCs/>
                <w:sz w:val="16"/>
              </w:rPr>
              <w:t>Cognates</w:t>
            </w:r>
          </w:p>
          <w:p w:rsidR="00BC013A" w:rsidRDefault="00BC013A" w:rsidP="00BC013A">
            <w:pPr>
              <w:pStyle w:val="ListParagraph"/>
              <w:numPr>
                <w:ilvl w:val="0"/>
                <w:numId w:val="2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Tú</w:t>
            </w:r>
            <w:proofErr w:type="spellEnd"/>
            <w:r>
              <w:rPr>
                <w:bCs/>
                <w:sz w:val="16"/>
              </w:rPr>
              <w:t xml:space="preserve"> vs. </w:t>
            </w:r>
            <w:proofErr w:type="spellStart"/>
            <w:r>
              <w:rPr>
                <w:bCs/>
                <w:sz w:val="16"/>
              </w:rPr>
              <w:t>Ud</w:t>
            </w:r>
            <w:proofErr w:type="spellEnd"/>
          </w:p>
          <w:p w:rsidR="00BC013A" w:rsidRDefault="00BC013A">
            <w:pPr>
              <w:rPr>
                <w:b/>
                <w:bCs/>
                <w:sz w:val="16"/>
              </w:rPr>
            </w:pPr>
          </w:p>
          <w:p w:rsidR="00847ED0" w:rsidRDefault="00847ED0">
            <w:pPr>
              <w:rPr>
                <w:b/>
                <w:bCs/>
                <w:sz w:val="16"/>
              </w:rPr>
            </w:pPr>
          </w:p>
          <w:p w:rsidR="00847ED0" w:rsidRDefault="00847ED0">
            <w:pPr>
              <w:rPr>
                <w:b/>
                <w:bCs/>
                <w:sz w:val="16"/>
              </w:rPr>
            </w:pPr>
          </w:p>
          <w:p w:rsidR="00FF34DE" w:rsidRDefault="00FF34DE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BC013A" w:rsidRPr="00DD7953" w:rsidRDefault="00DD7953" w:rsidP="00DD795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Alphabet</w:t>
            </w:r>
            <w:r w:rsidR="00C838C5">
              <w:rPr>
                <w:bCs/>
                <w:sz w:val="16"/>
              </w:rPr>
              <w:t xml:space="preserve"> p.2</w:t>
            </w:r>
          </w:p>
          <w:p w:rsidR="00DD7953" w:rsidRPr="00DD7953" w:rsidRDefault="00DD7953" w:rsidP="00DD795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Numbers</w:t>
            </w:r>
            <w:r w:rsidR="00FF5DA7">
              <w:rPr>
                <w:bCs/>
                <w:sz w:val="16"/>
              </w:rPr>
              <w:t xml:space="preserve"> (0-100)</w:t>
            </w:r>
            <w:r w:rsidR="00C838C5">
              <w:rPr>
                <w:bCs/>
                <w:sz w:val="16"/>
              </w:rPr>
              <w:t xml:space="preserve"> p.8</w:t>
            </w:r>
          </w:p>
          <w:p w:rsidR="00DD7953" w:rsidRPr="00DD7953" w:rsidRDefault="00DD7953" w:rsidP="00DD795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Greetings/Farewells</w:t>
            </w:r>
            <w:r w:rsidR="00C838C5">
              <w:rPr>
                <w:bCs/>
                <w:sz w:val="16"/>
              </w:rPr>
              <w:t xml:space="preserve"> p.2/18</w:t>
            </w:r>
          </w:p>
          <w:p w:rsidR="00DD7953" w:rsidRPr="00DD7953" w:rsidRDefault="00DD7953" w:rsidP="00DD795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Classroom Commands</w:t>
            </w:r>
            <w:r w:rsidR="00C838C5">
              <w:rPr>
                <w:bCs/>
                <w:sz w:val="16"/>
              </w:rPr>
              <w:t xml:space="preserve"> p.6</w:t>
            </w:r>
          </w:p>
          <w:p w:rsidR="00DD7953" w:rsidRDefault="00DD7953" w:rsidP="00DD7953">
            <w:pPr>
              <w:rPr>
                <w:b/>
                <w:bCs/>
                <w:sz w:val="16"/>
              </w:rPr>
            </w:pPr>
          </w:p>
          <w:p w:rsidR="00DD7953" w:rsidRDefault="00DD7953" w:rsidP="00DD7953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DD7953" w:rsidRDefault="00DD7953" w:rsidP="00DD7953">
            <w:pPr>
              <w:pStyle w:val="ListParagraph"/>
              <w:numPr>
                <w:ilvl w:val="0"/>
                <w:numId w:val="4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Advantages of being bilingual</w:t>
            </w:r>
          </w:p>
          <w:p w:rsidR="00DD7953" w:rsidRPr="00DD7953" w:rsidRDefault="00DD7953" w:rsidP="00DD7953">
            <w:pPr>
              <w:pStyle w:val="ListParagraph"/>
              <w:numPr>
                <w:ilvl w:val="0"/>
                <w:numId w:val="4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Cultural </w:t>
            </w:r>
            <w:r w:rsidR="00FF5DA7">
              <w:rPr>
                <w:bCs/>
                <w:sz w:val="16"/>
              </w:rPr>
              <w:t>courtesies</w:t>
            </w:r>
          </w:p>
          <w:p w:rsidR="00FF34DE" w:rsidRDefault="00FF34DE"/>
          <w:p w:rsidR="00FF34DE" w:rsidRDefault="00FF34DE">
            <w:pPr>
              <w:rPr>
                <w:sz w:val="16"/>
              </w:rPr>
            </w:pPr>
          </w:p>
          <w:p w:rsidR="00FF34DE" w:rsidRDefault="00FF34DE"/>
          <w:p w:rsidR="00F835B2" w:rsidRDefault="00F835B2"/>
          <w:p w:rsidR="00847ED0" w:rsidRDefault="00847ED0"/>
          <w:p w:rsidR="00FF34DE" w:rsidRDefault="00FF34DE"/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953" w:rsidRDefault="00DD7953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DD7953" w:rsidRDefault="00DD7953" w:rsidP="00DD7953">
            <w:pPr>
              <w:pStyle w:val="ListParagraph"/>
              <w:numPr>
                <w:ilvl w:val="0"/>
                <w:numId w:val="5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Pronouns</w:t>
            </w:r>
          </w:p>
          <w:p w:rsidR="00DD7953" w:rsidRDefault="00DD7953" w:rsidP="00DD7953">
            <w:pPr>
              <w:pStyle w:val="ListParagraph"/>
              <w:numPr>
                <w:ilvl w:val="0"/>
                <w:numId w:val="5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Ser</w:t>
            </w:r>
            <w:proofErr w:type="spellEnd"/>
          </w:p>
          <w:p w:rsidR="00DD7953" w:rsidRPr="00DD7953" w:rsidRDefault="00DD7953" w:rsidP="00DD7953">
            <w:pPr>
              <w:pStyle w:val="ListParagraph"/>
              <w:numPr>
                <w:ilvl w:val="0"/>
                <w:numId w:val="5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Adjective Agreement</w:t>
            </w:r>
          </w:p>
          <w:p w:rsidR="00DD7953" w:rsidRDefault="00DD7953">
            <w:pPr>
              <w:rPr>
                <w:b/>
                <w:bCs/>
                <w:sz w:val="16"/>
              </w:rPr>
            </w:pPr>
          </w:p>
          <w:p w:rsidR="00847ED0" w:rsidRDefault="00847ED0">
            <w:pPr>
              <w:rPr>
                <w:b/>
                <w:bCs/>
                <w:sz w:val="16"/>
              </w:rPr>
            </w:pPr>
          </w:p>
          <w:p w:rsidR="00FF34DE" w:rsidRDefault="00FF34DE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FF34DE" w:rsidRDefault="00DD7953" w:rsidP="00DD7953">
            <w:pPr>
              <w:pStyle w:val="ListParagraph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>Nationality</w:t>
            </w:r>
            <w:r w:rsidR="00C838C5">
              <w:rPr>
                <w:sz w:val="16"/>
              </w:rPr>
              <w:t xml:space="preserve"> p.166 (red)</w:t>
            </w:r>
          </w:p>
          <w:p w:rsidR="00DD7953" w:rsidRPr="00DD7953" w:rsidRDefault="00DD7953" w:rsidP="00DD7953">
            <w:pPr>
              <w:pStyle w:val="ListParagraph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>Adjectives</w:t>
            </w:r>
            <w:r w:rsidR="00C838C5">
              <w:rPr>
                <w:sz w:val="16"/>
              </w:rPr>
              <w:t xml:space="preserve"> p.164-165</w:t>
            </w:r>
          </w:p>
          <w:p w:rsidR="00DD7953" w:rsidRDefault="00DD7953">
            <w:pPr>
              <w:rPr>
                <w:sz w:val="16"/>
              </w:rPr>
            </w:pPr>
          </w:p>
          <w:p w:rsidR="00847ED0" w:rsidRDefault="00847ED0">
            <w:pPr>
              <w:rPr>
                <w:b/>
                <w:sz w:val="16"/>
              </w:rPr>
            </w:pPr>
          </w:p>
          <w:p w:rsidR="00847ED0" w:rsidRDefault="00847ED0">
            <w:pPr>
              <w:rPr>
                <w:b/>
                <w:sz w:val="16"/>
              </w:rPr>
            </w:pPr>
          </w:p>
          <w:p w:rsidR="00FF34DE" w:rsidRDefault="00DD7953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Culture:</w:t>
            </w:r>
          </w:p>
          <w:p w:rsidR="00DD7953" w:rsidRPr="00DD7953" w:rsidRDefault="00DD7953" w:rsidP="00DD7953">
            <w:pPr>
              <w:pStyle w:val="ListParagraph"/>
              <w:numPr>
                <w:ilvl w:val="0"/>
                <w:numId w:val="8"/>
              </w:numPr>
              <w:rPr>
                <w:b/>
                <w:sz w:val="16"/>
              </w:rPr>
            </w:pPr>
            <w:r>
              <w:rPr>
                <w:sz w:val="16"/>
              </w:rPr>
              <w:t>Spanish-speaking Countries and Capitals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23B" w:rsidRDefault="00DC023B" w:rsidP="00DC023B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DC023B" w:rsidRPr="00312120" w:rsidRDefault="00DC023B" w:rsidP="00DC023B">
            <w:pPr>
              <w:pStyle w:val="ListParagraph"/>
              <w:numPr>
                <w:ilvl w:val="0"/>
                <w:numId w:val="10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Definite and Indefinite Articles</w:t>
            </w:r>
          </w:p>
          <w:p w:rsidR="00DC023B" w:rsidRPr="00312120" w:rsidRDefault="00DC023B" w:rsidP="00DC023B">
            <w:pPr>
              <w:pStyle w:val="ListParagraph"/>
              <w:numPr>
                <w:ilvl w:val="0"/>
                <w:numId w:val="10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Plurals</w:t>
            </w:r>
          </w:p>
          <w:p w:rsidR="00DC023B" w:rsidRPr="00312120" w:rsidRDefault="00DC023B" w:rsidP="00DC023B">
            <w:pPr>
              <w:pStyle w:val="ListParagraph"/>
              <w:numPr>
                <w:ilvl w:val="0"/>
                <w:numId w:val="10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Interrogatives</w:t>
            </w:r>
          </w:p>
          <w:p w:rsidR="00DC023B" w:rsidRDefault="00DC023B" w:rsidP="00DC023B">
            <w:pPr>
              <w:rPr>
                <w:b/>
                <w:bCs/>
                <w:sz w:val="16"/>
              </w:rPr>
            </w:pPr>
          </w:p>
          <w:p w:rsidR="00DC023B" w:rsidRDefault="00DC023B" w:rsidP="00DC023B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DC023B" w:rsidRPr="00312120" w:rsidRDefault="00DC023B" w:rsidP="00DC023B">
            <w:pPr>
              <w:pStyle w:val="ListParagraph"/>
              <w:numPr>
                <w:ilvl w:val="0"/>
                <w:numId w:val="11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School Supplies p. 48-50</w:t>
            </w:r>
          </w:p>
          <w:p w:rsidR="00DC023B" w:rsidRPr="00312120" w:rsidRDefault="00DC023B" w:rsidP="00DC023B">
            <w:pPr>
              <w:pStyle w:val="ListParagraph"/>
              <w:numPr>
                <w:ilvl w:val="0"/>
                <w:numId w:val="11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Classes p. 60, 62</w:t>
            </w:r>
          </w:p>
          <w:p w:rsidR="00DC023B" w:rsidRDefault="00DC023B" w:rsidP="00DC023B">
            <w:pPr>
              <w:rPr>
                <w:b/>
                <w:bCs/>
                <w:sz w:val="16"/>
              </w:rPr>
            </w:pPr>
          </w:p>
          <w:p w:rsidR="00DC023B" w:rsidRDefault="00DC023B" w:rsidP="00DC023B">
            <w:pPr>
              <w:rPr>
                <w:b/>
                <w:bCs/>
                <w:sz w:val="16"/>
              </w:rPr>
            </w:pPr>
          </w:p>
          <w:p w:rsidR="00DC023B" w:rsidRDefault="00DC023B" w:rsidP="00DC023B">
            <w:pPr>
              <w:rPr>
                <w:b/>
                <w:bCs/>
                <w:sz w:val="16"/>
              </w:rPr>
            </w:pPr>
          </w:p>
          <w:p w:rsidR="00DC023B" w:rsidRDefault="00DC023B" w:rsidP="00DC023B">
            <w:pPr>
              <w:rPr>
                <w:b/>
                <w:bCs/>
                <w:sz w:val="16"/>
              </w:rPr>
            </w:pPr>
          </w:p>
          <w:p w:rsidR="00DC023B" w:rsidRDefault="00DC023B" w:rsidP="00DC023B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DC023B" w:rsidRDefault="00DC023B" w:rsidP="00DC023B">
            <w:pPr>
              <w:pStyle w:val="ListParagraph"/>
              <w:numPr>
                <w:ilvl w:val="0"/>
                <w:numId w:val="12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School Systems</w:t>
            </w:r>
          </w:p>
          <w:p w:rsidR="00DC023B" w:rsidRPr="00251803" w:rsidRDefault="00DC023B" w:rsidP="00DC023B">
            <w:pPr>
              <w:pStyle w:val="ListParagraph"/>
              <w:numPr>
                <w:ilvl w:val="0"/>
                <w:numId w:val="12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Grading Systems</w:t>
            </w:r>
          </w:p>
          <w:p w:rsidR="00FF34DE" w:rsidRDefault="00FF34DE" w:rsidP="00DC023B">
            <w:pPr>
              <w:pStyle w:val="ListParagraph"/>
              <w:rPr>
                <w:sz w:val="16"/>
              </w:rPr>
            </w:pPr>
          </w:p>
        </w:tc>
      </w:tr>
    </w:tbl>
    <w:p w:rsidR="00BC013A" w:rsidRDefault="00BC013A" w:rsidP="00BC013A">
      <w:pPr>
        <w:rPr>
          <w:b/>
          <w:bCs/>
          <w:sz w:val="20"/>
        </w:rPr>
      </w:pPr>
      <w:r>
        <w:rPr>
          <w:b/>
          <w:bCs/>
          <w:sz w:val="20"/>
        </w:rPr>
        <w:lastRenderedPageBreak/>
        <w:t>School District</w:t>
      </w:r>
      <w:r w:rsidR="0070058A">
        <w:rPr>
          <w:b/>
          <w:bCs/>
          <w:sz w:val="20"/>
        </w:rPr>
        <w:t xml:space="preserve">: </w:t>
      </w:r>
      <w:r w:rsidR="0070058A" w:rsidRPr="004D53A9">
        <w:rPr>
          <w:bCs/>
          <w:sz w:val="20"/>
        </w:rPr>
        <w:t>Chambersburg Area</w:t>
      </w:r>
    </w:p>
    <w:p w:rsidR="00BC013A" w:rsidRDefault="00BC013A" w:rsidP="00BC013A">
      <w:pPr>
        <w:rPr>
          <w:b/>
          <w:bCs/>
          <w:sz w:val="20"/>
        </w:rPr>
      </w:pPr>
      <w:r>
        <w:rPr>
          <w:b/>
          <w:bCs/>
          <w:sz w:val="20"/>
        </w:rPr>
        <w:t xml:space="preserve">Course:   </w:t>
      </w:r>
      <w:r w:rsidRPr="004D53A9">
        <w:rPr>
          <w:bCs/>
          <w:sz w:val="20"/>
        </w:rPr>
        <w:t>Spanish I</w:t>
      </w:r>
      <w:r>
        <w:rPr>
          <w:b/>
          <w:bCs/>
          <w:sz w:val="20"/>
        </w:rPr>
        <w:t xml:space="preserve">   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Date:  </w:t>
      </w:r>
      <w:r>
        <w:rPr>
          <w:b/>
          <w:bCs/>
          <w:sz w:val="20"/>
        </w:rPr>
        <w:tab/>
      </w:r>
    </w:p>
    <w:p w:rsidR="00BC013A" w:rsidRDefault="00BC013A" w:rsidP="00BC013A">
      <w:pPr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BC013A" w:rsidTr="00830A1D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13A" w:rsidRDefault="00BC013A" w:rsidP="00830A1D">
            <w:r>
              <w:t xml:space="preserve">Topic:                                                                                         Days:                                                                                                     </w:t>
            </w:r>
          </w:p>
          <w:p w:rsidR="00BC013A" w:rsidRDefault="00BC013A" w:rsidP="00830A1D">
            <w:r>
              <w:t xml:space="preserve">Subject Area: Spanish I                                                             Grade:  High School </w:t>
            </w:r>
          </w:p>
        </w:tc>
      </w:tr>
    </w:tbl>
    <w:p w:rsidR="00BC013A" w:rsidRDefault="00BC013A" w:rsidP="00BC013A">
      <w: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BC013A" w:rsidTr="00830A1D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13A" w:rsidRDefault="00BC013A" w:rsidP="00830A1D">
            <w:r>
              <w:rPr>
                <w:b/>
                <w:bCs/>
                <w:sz w:val="20"/>
              </w:rPr>
              <w:t>Key Learning:</w:t>
            </w:r>
            <w:r>
              <w:t xml:space="preserve"> </w:t>
            </w:r>
          </w:p>
        </w:tc>
      </w:tr>
    </w:tbl>
    <w:p w:rsidR="00BC013A" w:rsidRDefault="00BC013A" w:rsidP="00BC013A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F2D5624" wp14:editId="294E6099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7620" r="9525" b="11430"/>
                <wp:wrapNone/>
                <wp:docPr id="12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27pt;margin-top:18.6pt;width:378pt;height:1in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"/>
            </w:pict>
          </mc:Fallback>
        </mc:AlternateContent>
      </w:r>
      <w:r>
        <w:rPr>
          <w:b/>
          <w:bCs/>
          <w:sz w:val="20"/>
        </w:rPr>
        <w:t xml:space="preserve">Unit Essential Question: </w:t>
      </w:r>
      <w:r>
        <w:rPr>
          <w:sz w:val="20"/>
        </w:rPr>
        <w:t xml:space="preserve"> </w:t>
      </w:r>
      <w:r>
        <w:t xml:space="preserve"> </w:t>
      </w:r>
    </w:p>
    <w:p w:rsidR="00BC013A" w:rsidRDefault="00BC013A" w:rsidP="00BC013A">
      <w:r>
        <w:t xml:space="preserve">                           </w:t>
      </w:r>
      <w:r>
        <w:tab/>
      </w:r>
    </w:p>
    <w:p w:rsidR="00BC013A" w:rsidRDefault="00BC013A" w:rsidP="00BC013A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EDC85EE" wp14:editId="2D0AC5B7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9525" r="9525" b="952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013A" w:rsidRDefault="00BC013A" w:rsidP="00BC013A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</w:p>
                          <w:p w:rsidR="00DA66B7" w:rsidRPr="00DA66B7" w:rsidRDefault="00251803" w:rsidP="00BC013A">
                            <w:r>
                              <w:rPr>
                                <w:bCs/>
                                <w:sz w:val="20"/>
                              </w:rPr>
                              <w:tab/>
                            </w:r>
                            <w:r w:rsidRPr="0038196B">
                              <w:rPr>
                                <w:bCs/>
                              </w:rPr>
                              <w:t>What is your typical school day like</w:t>
                            </w:r>
                            <w:r w:rsidR="00312120" w:rsidRPr="0038196B">
                              <w:rPr>
                                <w:bCs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90pt;margin-top:9pt;width:243pt;height:3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">
                <v:textbox>
                  <w:txbxContent>
                    <w:p w:rsidR="00BC013A" w:rsidRDefault="00BC013A" w:rsidP="00BC013A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</w:p>
                    <w:p w:rsidR="00DA66B7" w:rsidRPr="00DA66B7" w:rsidRDefault="00251803" w:rsidP="00BC013A">
                      <w:r>
                        <w:rPr>
                          <w:bCs/>
                          <w:sz w:val="20"/>
                        </w:rPr>
                        <w:tab/>
                      </w:r>
                      <w:r w:rsidRPr="0038196B">
                        <w:rPr>
                          <w:bCs/>
                        </w:rPr>
                        <w:t>What is your typical school day like</w:t>
                      </w:r>
                      <w:r w:rsidR="00312120" w:rsidRPr="0038196B">
                        <w:rPr>
                          <w:bCs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BC013A" w:rsidRDefault="00BC013A" w:rsidP="00BC013A"/>
    <w:p w:rsidR="00BC013A" w:rsidRDefault="00BC013A" w:rsidP="00BC013A"/>
    <w:p w:rsidR="00BC013A" w:rsidRDefault="00BC013A" w:rsidP="00BC013A"/>
    <w:p w:rsidR="00BC013A" w:rsidRDefault="00BC013A" w:rsidP="00BC013A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14FD78C" wp14:editId="3F0CD613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14" name="Down Arrow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4" o:spid="_x0000_s1026" type="#_x0000_t67" style="position:absolute;margin-left:342pt;margin-top:2.8pt;width:21.6pt;height:1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/lV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A7D63ED" wp14:editId="676F70CF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15" name="Down Arrow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5" o:spid="_x0000_s1026" type="#_x0000_t67" style="position:absolute;margin-left:198pt;margin-top:2.8pt;width:21.6pt;height:1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JZs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9479CC0" wp14:editId="0B554CA4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16" name="Down Arrow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6" o:spid="_x0000_s1026" type="#_x0000_t67" style="position:absolute;margin-left:45pt;margin-top:2.8pt;width:21.6pt;height:1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Scn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"/>
            </w:pict>
          </mc:Fallback>
        </mc:AlternateContent>
      </w:r>
      <w:r>
        <w:t xml:space="preserve">          </w:t>
      </w:r>
    </w:p>
    <w:p w:rsidR="00BC013A" w:rsidRDefault="00BC013A" w:rsidP="00BC013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BC013A" w:rsidTr="00830A1D">
        <w:trPr>
          <w:trHeight w:val="935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13A" w:rsidRDefault="00BC013A" w:rsidP="00830A1D">
            <w:pPr>
              <w:rPr>
                <w:b/>
                <w:bCs/>
                <w:sz w:val="18"/>
              </w:rPr>
            </w:pPr>
            <w:r>
              <w:t xml:space="preserve"> </w:t>
            </w:r>
            <w:r>
              <w:rPr>
                <w:b/>
                <w:bCs/>
                <w:sz w:val="18"/>
              </w:rPr>
              <w:t>Concept:</w:t>
            </w:r>
            <w:r w:rsidR="00FF5DA7">
              <w:rPr>
                <w:b/>
                <w:bCs/>
                <w:sz w:val="18"/>
              </w:rPr>
              <w:t xml:space="preserve"> 2.1</w:t>
            </w:r>
          </w:p>
          <w:p w:rsidR="00BC013A" w:rsidRDefault="00BC013A" w:rsidP="00830A1D">
            <w:r>
              <w:t xml:space="preserve"> </w:t>
            </w:r>
          </w:p>
          <w:p w:rsidR="00312120" w:rsidRPr="00312120" w:rsidRDefault="00DC023B" w:rsidP="00312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Family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13A" w:rsidRDefault="00BC013A" w:rsidP="00830A1D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  <w:r w:rsidR="00FF5DA7">
              <w:rPr>
                <w:b/>
                <w:bCs/>
                <w:sz w:val="18"/>
              </w:rPr>
              <w:t xml:space="preserve"> 2.2</w:t>
            </w:r>
          </w:p>
          <w:p w:rsidR="00BC013A" w:rsidRDefault="00BC013A" w:rsidP="00830A1D">
            <w:pPr>
              <w:rPr>
                <w:sz w:val="16"/>
              </w:rPr>
            </w:pPr>
          </w:p>
          <w:p w:rsidR="00312120" w:rsidRPr="00312120" w:rsidRDefault="00DC023B" w:rsidP="00251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Actions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13A" w:rsidRDefault="00BC013A" w:rsidP="00830A1D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  <w:r w:rsidR="00FF5DA7">
              <w:rPr>
                <w:b/>
                <w:bCs/>
                <w:sz w:val="18"/>
              </w:rPr>
              <w:t xml:space="preserve"> 2.3</w:t>
            </w:r>
          </w:p>
          <w:p w:rsidR="00BC013A" w:rsidRDefault="00BC013A" w:rsidP="00830A1D">
            <w:pPr>
              <w:rPr>
                <w:sz w:val="16"/>
              </w:rPr>
            </w:pPr>
          </w:p>
          <w:p w:rsidR="00312120" w:rsidRPr="00312120" w:rsidRDefault="00251803" w:rsidP="00251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Time/Calendar/Weather</w:t>
            </w:r>
          </w:p>
        </w:tc>
      </w:tr>
    </w:tbl>
    <w:p w:rsidR="00BC013A" w:rsidRDefault="00BC013A" w:rsidP="00BC013A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269EFB7" wp14:editId="151E2BE8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17" name="Down Arrow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7" o:spid="_x0000_s1026" type="#_x0000_t67" style="position:absolute;margin-left:342pt;margin-top:4.25pt;width:21.6pt;height:18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kge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1871063" wp14:editId="758C8D23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18" name="Down Arrow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8" o:spid="_x0000_s1026" type="#_x0000_t67" style="position:absolute;margin-left:198pt;margin-top:4.25pt;width:21.6pt;height:18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E2g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C0F7C7D" wp14:editId="69279C27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19" name="Down Arrow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9" o:spid="_x0000_s1026" type="#_x0000_t67" style="position:absolute;margin-left:45pt;margin-top:4.25pt;width:21.6pt;height:1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yKZ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"/>
            </w:pict>
          </mc:Fallback>
        </mc:AlternateContent>
      </w:r>
    </w:p>
    <w:p w:rsidR="00BC013A" w:rsidRDefault="00BC013A" w:rsidP="00BC013A">
      <w:r>
        <w:tab/>
        <w:t xml:space="preserve">                                                               </w:t>
      </w:r>
      <w:r>
        <w:tab/>
      </w:r>
      <w: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BC013A" w:rsidTr="00830A1D">
        <w:trPr>
          <w:trHeight w:val="2474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3A" w:rsidRDefault="00BC013A" w:rsidP="00830A1D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BC013A" w:rsidRDefault="00BC013A" w:rsidP="00830A1D">
            <w:pPr>
              <w:rPr>
                <w:sz w:val="20"/>
              </w:rPr>
            </w:pPr>
          </w:p>
          <w:p w:rsidR="00312120" w:rsidRDefault="00312120" w:rsidP="00830A1D">
            <w:pPr>
              <w:rPr>
                <w:sz w:val="20"/>
              </w:rPr>
            </w:pPr>
          </w:p>
          <w:p w:rsidR="00BC013A" w:rsidRDefault="00312120" w:rsidP="00DC023B">
            <w:pPr>
              <w:rPr>
                <w:sz w:val="20"/>
              </w:rPr>
            </w:pPr>
            <w:r w:rsidRPr="0038196B">
              <w:rPr>
                <w:bCs/>
                <w:sz w:val="20"/>
                <w:szCs w:val="22"/>
              </w:rPr>
              <w:t>¿</w:t>
            </w:r>
            <w:proofErr w:type="spellStart"/>
            <w:r w:rsidRPr="0038196B">
              <w:rPr>
                <w:bCs/>
                <w:sz w:val="20"/>
                <w:szCs w:val="22"/>
              </w:rPr>
              <w:t>Cómo</w:t>
            </w:r>
            <w:proofErr w:type="spellEnd"/>
            <w:r w:rsidRPr="0038196B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38196B">
              <w:rPr>
                <w:bCs/>
                <w:sz w:val="20"/>
                <w:szCs w:val="22"/>
              </w:rPr>
              <w:t>es</w:t>
            </w:r>
            <w:proofErr w:type="spellEnd"/>
            <w:r w:rsidRPr="0038196B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38196B">
              <w:rPr>
                <w:bCs/>
                <w:sz w:val="20"/>
                <w:szCs w:val="22"/>
              </w:rPr>
              <w:t>tu</w:t>
            </w:r>
            <w:proofErr w:type="spellEnd"/>
            <w:r w:rsidRPr="0038196B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DC023B">
              <w:rPr>
                <w:bCs/>
                <w:sz w:val="20"/>
                <w:szCs w:val="22"/>
              </w:rPr>
              <w:t>familia</w:t>
            </w:r>
            <w:proofErr w:type="spellEnd"/>
            <w:r w:rsidRPr="0038196B">
              <w:rPr>
                <w:bCs/>
                <w:sz w:val="20"/>
                <w:szCs w:val="22"/>
              </w:rPr>
              <w:t>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3A" w:rsidRDefault="00BC013A" w:rsidP="00830A1D">
            <w:pPr>
              <w:jc w:val="center"/>
              <w:rPr>
                <w:sz w:val="16"/>
              </w:rPr>
            </w:pPr>
            <w:r>
              <w:rPr>
                <w:b/>
                <w:bCs/>
                <w:sz w:val="16"/>
              </w:rPr>
              <w:t>Lesson Essential Questions</w:t>
            </w:r>
            <w:r>
              <w:rPr>
                <w:sz w:val="16"/>
              </w:rPr>
              <w:t>:</w:t>
            </w:r>
          </w:p>
          <w:p w:rsidR="00BC013A" w:rsidRDefault="00BC013A" w:rsidP="00830A1D">
            <w:pPr>
              <w:rPr>
                <w:sz w:val="20"/>
              </w:rPr>
            </w:pPr>
          </w:p>
          <w:p w:rsidR="00BC013A" w:rsidRDefault="00BC013A" w:rsidP="00830A1D">
            <w:pPr>
              <w:rPr>
                <w:sz w:val="20"/>
              </w:rPr>
            </w:pPr>
          </w:p>
          <w:p w:rsidR="00BC013A" w:rsidRDefault="00312120" w:rsidP="00DC023B">
            <w:pPr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 w:rsidR="00DC023B">
              <w:rPr>
                <w:sz w:val="20"/>
              </w:rPr>
              <w:t>Qué</w:t>
            </w:r>
            <w:proofErr w:type="spellEnd"/>
            <w:r w:rsidR="00DC023B">
              <w:rPr>
                <w:sz w:val="20"/>
              </w:rPr>
              <w:t xml:space="preserve"> </w:t>
            </w:r>
            <w:proofErr w:type="spellStart"/>
            <w:r w:rsidR="00DC023B">
              <w:rPr>
                <w:sz w:val="20"/>
              </w:rPr>
              <w:t>haces</w:t>
            </w:r>
            <w:proofErr w:type="spellEnd"/>
            <w:r w:rsidR="00DC023B">
              <w:rPr>
                <w:sz w:val="20"/>
              </w:rPr>
              <w:t xml:space="preserve"> </w:t>
            </w:r>
            <w:proofErr w:type="spellStart"/>
            <w:r w:rsidR="00DC023B">
              <w:rPr>
                <w:sz w:val="20"/>
              </w:rPr>
              <w:t>tú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3A" w:rsidRDefault="00BC013A" w:rsidP="00830A1D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BC013A" w:rsidRDefault="00BC013A" w:rsidP="00830A1D">
            <w:pPr>
              <w:rPr>
                <w:sz w:val="20"/>
              </w:rPr>
            </w:pPr>
          </w:p>
          <w:p w:rsidR="00BC013A" w:rsidRDefault="00BC013A" w:rsidP="00830A1D">
            <w:pPr>
              <w:rPr>
                <w:sz w:val="20"/>
              </w:rPr>
            </w:pPr>
          </w:p>
          <w:p w:rsidR="00312120" w:rsidRDefault="00312120" w:rsidP="00830A1D">
            <w:pPr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hora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>?</w:t>
            </w:r>
          </w:p>
          <w:p w:rsidR="00C42CAD" w:rsidRDefault="00C42CAD" w:rsidP="00830A1D">
            <w:pPr>
              <w:rPr>
                <w:sz w:val="20"/>
              </w:rPr>
            </w:pPr>
          </w:p>
          <w:p w:rsidR="00312120" w:rsidRDefault="00312120" w:rsidP="00830A1D">
            <w:pPr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día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>?</w:t>
            </w:r>
          </w:p>
          <w:p w:rsidR="00C42CAD" w:rsidRDefault="00C42CAD" w:rsidP="00830A1D">
            <w:pPr>
              <w:rPr>
                <w:sz w:val="20"/>
              </w:rPr>
            </w:pPr>
          </w:p>
          <w:p w:rsidR="00312120" w:rsidRDefault="00312120" w:rsidP="00830A1D">
            <w:pPr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tiempo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hace</w:t>
            </w:r>
            <w:proofErr w:type="spellEnd"/>
            <w:r>
              <w:rPr>
                <w:sz w:val="20"/>
              </w:rPr>
              <w:t>?</w:t>
            </w:r>
          </w:p>
        </w:tc>
      </w:tr>
    </w:tbl>
    <w:p w:rsidR="00BC013A" w:rsidRDefault="00BC013A" w:rsidP="00BC013A"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F9E6EB8" wp14:editId="6C0A478E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20" name="Down Arrow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0" o:spid="_x0000_s1026" type="#_x0000_t67" style="position:absolute;margin-left:45pt;margin-top:4.95pt;width:21.6pt;height:1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2XbPwIAAJQ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168140F" wp14:editId="70D67EDA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21" name="Down Arrow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1" o:spid="_x0000_s1026" type="#_x0000_t67" style="position:absolute;margin-left:351pt;margin-top:4.95pt;width:21.6pt;height:1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AriQgIAAJQ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FCD779D" wp14:editId="3872BD25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22" name="Down Arrow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2" o:spid="_x0000_s1026" type="#_x0000_t67" style="position:absolute;margin-left:207pt;margin-top:4.95pt;width:21.6pt;height:18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"/>
            </w:pict>
          </mc:Fallback>
        </mc:AlternateContent>
      </w:r>
      <w:r>
        <w:rPr>
          <w:b/>
          <w:bCs/>
          <w:sz w:val="16"/>
        </w:rPr>
        <w:t xml:space="preserve"> </w:t>
      </w:r>
      <w:r w:rsidR="00312120">
        <w:rPr>
          <w:b/>
          <w:bCs/>
          <w:sz w:val="16"/>
        </w:rPr>
        <w:t xml:space="preserve"> </w:t>
      </w:r>
    </w:p>
    <w:p w:rsidR="00BC013A" w:rsidRDefault="00BC013A" w:rsidP="00BC013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BC013A" w:rsidTr="00830A1D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23B" w:rsidRDefault="00DC023B" w:rsidP="00DC023B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DC023B" w:rsidRDefault="00DC023B" w:rsidP="00DC023B">
            <w:pPr>
              <w:pStyle w:val="ListParagraph"/>
              <w:numPr>
                <w:ilvl w:val="0"/>
                <w:numId w:val="6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Tener</w:t>
            </w:r>
            <w:proofErr w:type="spellEnd"/>
          </w:p>
          <w:p w:rsidR="00DC023B" w:rsidRDefault="00DC023B" w:rsidP="00DC023B">
            <w:pPr>
              <w:pStyle w:val="ListParagraph"/>
              <w:numPr>
                <w:ilvl w:val="0"/>
                <w:numId w:val="6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Possessive Adjectives</w:t>
            </w:r>
          </w:p>
          <w:p w:rsidR="00DC023B" w:rsidRDefault="00DC023B" w:rsidP="00DC023B">
            <w:pPr>
              <w:pStyle w:val="ListParagraph"/>
              <w:numPr>
                <w:ilvl w:val="0"/>
                <w:numId w:val="6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Personal a</w:t>
            </w:r>
          </w:p>
          <w:p w:rsidR="00DC023B" w:rsidRPr="00DD7953" w:rsidRDefault="00DC023B" w:rsidP="00DC023B">
            <w:pPr>
              <w:pStyle w:val="ListParagraph"/>
              <w:numPr>
                <w:ilvl w:val="0"/>
                <w:numId w:val="6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Conocer</w:t>
            </w:r>
            <w:proofErr w:type="spellEnd"/>
          </w:p>
          <w:p w:rsidR="00DC023B" w:rsidRDefault="00DC023B" w:rsidP="00DC023B">
            <w:pPr>
              <w:rPr>
                <w:b/>
                <w:bCs/>
                <w:sz w:val="16"/>
              </w:rPr>
            </w:pPr>
          </w:p>
          <w:p w:rsidR="00DC023B" w:rsidRDefault="00DC023B" w:rsidP="00DC023B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DC023B" w:rsidRDefault="00DC023B" w:rsidP="00DC023B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>
              <w:rPr>
                <w:sz w:val="16"/>
              </w:rPr>
              <w:t>Family p. 134, 143</w:t>
            </w:r>
          </w:p>
          <w:p w:rsidR="00DC023B" w:rsidRDefault="00DC023B" w:rsidP="00DC023B">
            <w:pPr>
              <w:rPr>
                <w:sz w:val="16"/>
              </w:rPr>
            </w:pPr>
          </w:p>
          <w:p w:rsidR="00DC023B" w:rsidRDefault="00DC023B" w:rsidP="00DC023B">
            <w:pPr>
              <w:rPr>
                <w:b/>
                <w:sz w:val="16"/>
              </w:rPr>
            </w:pPr>
          </w:p>
          <w:p w:rsidR="00DC023B" w:rsidRDefault="00DC023B" w:rsidP="00DC023B">
            <w:pPr>
              <w:rPr>
                <w:b/>
                <w:sz w:val="16"/>
              </w:rPr>
            </w:pPr>
          </w:p>
          <w:p w:rsidR="00DC023B" w:rsidRDefault="00DC023B" w:rsidP="00DC023B">
            <w:pPr>
              <w:rPr>
                <w:b/>
                <w:sz w:val="16"/>
              </w:rPr>
            </w:pPr>
          </w:p>
          <w:p w:rsidR="00DC023B" w:rsidRPr="00F835B2" w:rsidRDefault="00DC023B" w:rsidP="00DC023B">
            <w:pPr>
              <w:rPr>
                <w:b/>
                <w:sz w:val="16"/>
              </w:rPr>
            </w:pPr>
            <w:r w:rsidRPr="00F835B2">
              <w:rPr>
                <w:b/>
                <w:sz w:val="16"/>
              </w:rPr>
              <w:t>Culture:</w:t>
            </w:r>
          </w:p>
          <w:p w:rsidR="00DC023B" w:rsidRDefault="00DC023B" w:rsidP="00DC023B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>
              <w:rPr>
                <w:sz w:val="16"/>
              </w:rPr>
              <w:t>Names</w:t>
            </w:r>
          </w:p>
          <w:p w:rsidR="00DC023B" w:rsidRPr="00F835B2" w:rsidRDefault="00DC023B" w:rsidP="00DC023B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>
              <w:rPr>
                <w:sz w:val="16"/>
              </w:rPr>
              <w:t>Family Structure</w:t>
            </w:r>
          </w:p>
          <w:p w:rsidR="00BC013A" w:rsidRDefault="00BC013A" w:rsidP="00830A1D"/>
          <w:p w:rsidR="00BC013A" w:rsidRDefault="00BC013A" w:rsidP="00830A1D"/>
          <w:p w:rsidR="00BC013A" w:rsidRDefault="00BC013A" w:rsidP="00830A1D"/>
          <w:p w:rsidR="00BC013A" w:rsidRDefault="00BC013A" w:rsidP="00830A1D"/>
          <w:p w:rsidR="00AB12EA" w:rsidRDefault="00AB12EA" w:rsidP="00830A1D"/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0" w:rsidRDefault="00312120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312120" w:rsidRPr="00312120" w:rsidRDefault="00DC023B" w:rsidP="00312120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-</w:t>
            </w:r>
            <w:proofErr w:type="spellStart"/>
            <w:r>
              <w:rPr>
                <w:bCs/>
                <w:sz w:val="16"/>
              </w:rPr>
              <w:t>ar</w:t>
            </w:r>
            <w:proofErr w:type="spellEnd"/>
            <w:r>
              <w:rPr>
                <w:bCs/>
                <w:sz w:val="16"/>
              </w:rPr>
              <w:t xml:space="preserve"> verbs</w:t>
            </w:r>
          </w:p>
          <w:p w:rsidR="00312120" w:rsidRDefault="00312120" w:rsidP="00830A1D">
            <w:pPr>
              <w:rPr>
                <w:b/>
                <w:bCs/>
                <w:sz w:val="16"/>
              </w:rPr>
            </w:pPr>
          </w:p>
          <w:p w:rsidR="00847ED0" w:rsidRDefault="00847ED0" w:rsidP="00830A1D">
            <w:pPr>
              <w:rPr>
                <w:b/>
                <w:bCs/>
                <w:sz w:val="16"/>
              </w:rPr>
            </w:pPr>
          </w:p>
          <w:p w:rsidR="00847ED0" w:rsidRDefault="00847ED0" w:rsidP="00830A1D">
            <w:pPr>
              <w:rPr>
                <w:b/>
                <w:bCs/>
                <w:sz w:val="16"/>
              </w:rPr>
            </w:pPr>
          </w:p>
          <w:p w:rsidR="00BC013A" w:rsidRDefault="00BC013A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BC013A" w:rsidRPr="00DC023B" w:rsidRDefault="00DC023B" w:rsidP="00DC023B">
            <w:pPr>
              <w:pStyle w:val="ListParagraph"/>
              <w:numPr>
                <w:ilvl w:val="0"/>
                <w:numId w:val="13"/>
              </w:numPr>
              <w:rPr>
                <w:sz w:val="16"/>
              </w:rPr>
            </w:pPr>
            <w:r>
              <w:rPr>
                <w:sz w:val="16"/>
              </w:rPr>
              <w:t>-</w:t>
            </w:r>
            <w:proofErr w:type="spellStart"/>
            <w:r>
              <w:rPr>
                <w:sz w:val="16"/>
              </w:rPr>
              <w:t>ar</w:t>
            </w:r>
            <w:proofErr w:type="spellEnd"/>
            <w:r>
              <w:rPr>
                <w:sz w:val="16"/>
              </w:rPr>
              <w:t xml:space="preserve"> verbs from vocab list</w:t>
            </w:r>
          </w:p>
          <w:p w:rsidR="00312120" w:rsidRDefault="00312120" w:rsidP="00830A1D">
            <w:pPr>
              <w:rPr>
                <w:sz w:val="16"/>
              </w:rPr>
            </w:pPr>
          </w:p>
          <w:p w:rsidR="00847ED0" w:rsidRDefault="00847ED0" w:rsidP="00830A1D">
            <w:pPr>
              <w:rPr>
                <w:b/>
                <w:sz w:val="16"/>
              </w:rPr>
            </w:pPr>
          </w:p>
          <w:p w:rsidR="00847ED0" w:rsidRDefault="00847ED0" w:rsidP="00830A1D">
            <w:pPr>
              <w:rPr>
                <w:b/>
                <w:sz w:val="16"/>
              </w:rPr>
            </w:pPr>
          </w:p>
          <w:p w:rsidR="00AB12EA" w:rsidRDefault="00AB12EA" w:rsidP="00830A1D">
            <w:pPr>
              <w:rPr>
                <w:b/>
                <w:sz w:val="16"/>
              </w:rPr>
            </w:pPr>
          </w:p>
          <w:p w:rsidR="00312120" w:rsidRDefault="00312120" w:rsidP="00830A1D">
            <w:pPr>
              <w:rPr>
                <w:b/>
                <w:sz w:val="16"/>
              </w:rPr>
            </w:pPr>
            <w:r w:rsidRPr="00312120">
              <w:rPr>
                <w:b/>
                <w:sz w:val="16"/>
              </w:rPr>
              <w:t>Culture:</w:t>
            </w:r>
          </w:p>
          <w:p w:rsidR="00FF5DA7" w:rsidRDefault="00FF5DA7" w:rsidP="00830A1D">
            <w:pPr>
              <w:rPr>
                <w:b/>
                <w:sz w:val="16"/>
              </w:rPr>
            </w:pPr>
          </w:p>
          <w:p w:rsidR="00FF5DA7" w:rsidRPr="00FF5DA7" w:rsidRDefault="00FF5DA7" w:rsidP="00830A1D">
            <w:pPr>
              <w:rPr>
                <w:sz w:val="16"/>
              </w:rPr>
            </w:pPr>
            <w:r>
              <w:rPr>
                <w:sz w:val="16"/>
              </w:rPr>
              <w:t>(enough culture in the other 2 sections to cover through everything)</w:t>
            </w:r>
          </w:p>
          <w:p w:rsidR="00BC013A" w:rsidRPr="00312120" w:rsidRDefault="00BC013A" w:rsidP="00312120">
            <w:pPr>
              <w:pStyle w:val="ListParagraph"/>
              <w:rPr>
                <w:sz w:val="16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0" w:rsidRDefault="00312120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312120" w:rsidRPr="00312120" w:rsidRDefault="00312120" w:rsidP="00312120">
            <w:pPr>
              <w:pStyle w:val="ListParagraph"/>
              <w:numPr>
                <w:ilvl w:val="0"/>
                <w:numId w:val="14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Time</w:t>
            </w:r>
          </w:p>
          <w:p w:rsidR="00312120" w:rsidRDefault="00312120" w:rsidP="00830A1D">
            <w:pPr>
              <w:rPr>
                <w:b/>
                <w:bCs/>
                <w:sz w:val="16"/>
              </w:rPr>
            </w:pPr>
          </w:p>
          <w:p w:rsidR="00847ED0" w:rsidRDefault="00847ED0" w:rsidP="00830A1D">
            <w:pPr>
              <w:rPr>
                <w:b/>
                <w:bCs/>
                <w:sz w:val="16"/>
              </w:rPr>
            </w:pPr>
          </w:p>
          <w:p w:rsidR="00847ED0" w:rsidRDefault="00847ED0" w:rsidP="00830A1D">
            <w:pPr>
              <w:rPr>
                <w:b/>
                <w:bCs/>
                <w:sz w:val="16"/>
              </w:rPr>
            </w:pPr>
          </w:p>
          <w:p w:rsidR="00847ED0" w:rsidRDefault="00847ED0" w:rsidP="00830A1D">
            <w:pPr>
              <w:rPr>
                <w:b/>
                <w:bCs/>
                <w:sz w:val="16"/>
              </w:rPr>
            </w:pPr>
          </w:p>
          <w:p w:rsidR="00BC013A" w:rsidRDefault="00BC013A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312120" w:rsidRPr="00312120" w:rsidRDefault="00312120" w:rsidP="00312120">
            <w:pPr>
              <w:pStyle w:val="ListParagraph"/>
              <w:numPr>
                <w:ilvl w:val="0"/>
                <w:numId w:val="14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Time Expressions</w:t>
            </w:r>
            <w:r w:rsidR="00020D1F">
              <w:rPr>
                <w:bCs/>
                <w:sz w:val="16"/>
              </w:rPr>
              <w:t xml:space="preserve"> p.70</w:t>
            </w:r>
          </w:p>
          <w:p w:rsidR="00312120" w:rsidRPr="00312120" w:rsidRDefault="00312120" w:rsidP="00312120">
            <w:pPr>
              <w:pStyle w:val="ListParagraph"/>
              <w:numPr>
                <w:ilvl w:val="0"/>
                <w:numId w:val="14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Weather</w:t>
            </w:r>
            <w:r w:rsidR="00020D1F">
              <w:rPr>
                <w:bCs/>
                <w:sz w:val="16"/>
              </w:rPr>
              <w:t xml:space="preserve"> p.290, 298</w:t>
            </w:r>
          </w:p>
          <w:p w:rsidR="00312120" w:rsidRPr="00312120" w:rsidRDefault="00312120" w:rsidP="00312120">
            <w:pPr>
              <w:pStyle w:val="ListParagraph"/>
              <w:numPr>
                <w:ilvl w:val="0"/>
                <w:numId w:val="14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Calendar</w:t>
            </w:r>
            <w:r w:rsidR="00020D1F">
              <w:rPr>
                <w:bCs/>
                <w:sz w:val="16"/>
              </w:rPr>
              <w:t xml:space="preserve"> p.200, 208</w:t>
            </w:r>
          </w:p>
          <w:p w:rsidR="00312120" w:rsidRPr="00312120" w:rsidRDefault="00312120" w:rsidP="00312120">
            <w:pPr>
              <w:pStyle w:val="ListParagraph"/>
              <w:numPr>
                <w:ilvl w:val="0"/>
                <w:numId w:val="14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Large Numbers</w:t>
            </w:r>
            <w:r w:rsidR="00FF5DA7">
              <w:rPr>
                <w:bCs/>
                <w:sz w:val="16"/>
              </w:rPr>
              <w:t xml:space="preserve"> (101-millions)</w:t>
            </w:r>
            <w:r w:rsidR="00AB12EA">
              <w:rPr>
                <w:bCs/>
                <w:sz w:val="16"/>
              </w:rPr>
              <w:t xml:space="preserve"> p.209</w:t>
            </w:r>
          </w:p>
          <w:p w:rsidR="00312120" w:rsidRDefault="00312120" w:rsidP="00830A1D">
            <w:pPr>
              <w:rPr>
                <w:b/>
                <w:bCs/>
                <w:sz w:val="16"/>
              </w:rPr>
            </w:pPr>
          </w:p>
          <w:p w:rsidR="00312120" w:rsidRPr="00312120" w:rsidRDefault="00312120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BC013A" w:rsidRDefault="0090527D" w:rsidP="0090527D">
            <w:pPr>
              <w:pStyle w:val="ListParagraph"/>
              <w:numPr>
                <w:ilvl w:val="0"/>
                <w:numId w:val="15"/>
              </w:numPr>
              <w:rPr>
                <w:sz w:val="16"/>
              </w:rPr>
            </w:pPr>
            <w:r>
              <w:rPr>
                <w:sz w:val="16"/>
              </w:rPr>
              <w:t>Holidays</w:t>
            </w:r>
          </w:p>
          <w:p w:rsidR="0090527D" w:rsidRDefault="0090527D" w:rsidP="0090527D">
            <w:pPr>
              <w:pStyle w:val="ListParagraph"/>
              <w:numPr>
                <w:ilvl w:val="0"/>
                <w:numId w:val="15"/>
              </w:numPr>
              <w:rPr>
                <w:sz w:val="16"/>
              </w:rPr>
            </w:pPr>
            <w:proofErr w:type="spellStart"/>
            <w:r>
              <w:rPr>
                <w:sz w:val="16"/>
              </w:rPr>
              <w:t>Quinceañera</w:t>
            </w:r>
            <w:proofErr w:type="spellEnd"/>
          </w:p>
          <w:p w:rsidR="0090527D" w:rsidRDefault="0090527D" w:rsidP="0090527D">
            <w:pPr>
              <w:pStyle w:val="ListParagraph"/>
              <w:numPr>
                <w:ilvl w:val="0"/>
                <w:numId w:val="15"/>
              </w:numPr>
              <w:rPr>
                <w:sz w:val="16"/>
              </w:rPr>
            </w:pPr>
            <w:r>
              <w:rPr>
                <w:sz w:val="16"/>
              </w:rPr>
              <w:t>Hemispheric Differences</w:t>
            </w:r>
          </w:p>
          <w:p w:rsidR="00BC013A" w:rsidRPr="00251803" w:rsidRDefault="0090527D" w:rsidP="00830A1D">
            <w:pPr>
              <w:pStyle w:val="ListParagraph"/>
              <w:numPr>
                <w:ilvl w:val="0"/>
                <w:numId w:val="15"/>
              </w:numPr>
              <w:rPr>
                <w:sz w:val="16"/>
              </w:rPr>
            </w:pPr>
            <w:r>
              <w:rPr>
                <w:sz w:val="16"/>
              </w:rPr>
              <w:t>Fahrenheit/Celsius</w:t>
            </w:r>
          </w:p>
        </w:tc>
      </w:tr>
    </w:tbl>
    <w:p w:rsidR="00BC013A" w:rsidRDefault="00BC013A" w:rsidP="00BC013A">
      <w:pPr>
        <w:rPr>
          <w:b/>
          <w:bCs/>
          <w:sz w:val="20"/>
        </w:rPr>
      </w:pPr>
      <w:r>
        <w:rPr>
          <w:b/>
          <w:bCs/>
          <w:sz w:val="20"/>
        </w:rPr>
        <w:lastRenderedPageBreak/>
        <w:t>School District</w:t>
      </w:r>
      <w:r w:rsidR="0070058A">
        <w:rPr>
          <w:b/>
          <w:bCs/>
          <w:sz w:val="20"/>
        </w:rPr>
        <w:t xml:space="preserve">: </w:t>
      </w:r>
      <w:r w:rsidR="0070058A" w:rsidRPr="004D53A9">
        <w:rPr>
          <w:bCs/>
          <w:sz w:val="20"/>
        </w:rPr>
        <w:t>Chambersburg Area</w:t>
      </w:r>
    </w:p>
    <w:p w:rsidR="00BC013A" w:rsidRDefault="00BC013A" w:rsidP="00BC013A">
      <w:pPr>
        <w:rPr>
          <w:b/>
          <w:bCs/>
          <w:sz w:val="20"/>
        </w:rPr>
      </w:pPr>
      <w:r>
        <w:rPr>
          <w:b/>
          <w:bCs/>
          <w:sz w:val="20"/>
        </w:rPr>
        <w:t xml:space="preserve">Course:   </w:t>
      </w:r>
      <w:r w:rsidRPr="004D53A9">
        <w:rPr>
          <w:bCs/>
          <w:sz w:val="20"/>
        </w:rPr>
        <w:t>Spanish I</w:t>
      </w:r>
      <w:r>
        <w:rPr>
          <w:b/>
          <w:bCs/>
          <w:sz w:val="20"/>
        </w:rPr>
        <w:t xml:space="preserve">   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Date:  </w:t>
      </w:r>
      <w:r>
        <w:rPr>
          <w:b/>
          <w:bCs/>
          <w:sz w:val="20"/>
        </w:rPr>
        <w:tab/>
      </w:r>
    </w:p>
    <w:p w:rsidR="00BC013A" w:rsidRDefault="00BC013A" w:rsidP="00BC013A">
      <w:pPr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BC013A" w:rsidTr="00830A1D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13A" w:rsidRDefault="00BC013A" w:rsidP="00830A1D">
            <w:r>
              <w:t xml:space="preserve">Topic:                                                                                         Days:                                                                                                     </w:t>
            </w:r>
          </w:p>
          <w:p w:rsidR="00BC013A" w:rsidRDefault="00BC013A" w:rsidP="00830A1D">
            <w:r>
              <w:t xml:space="preserve">Subject Area: Spanish I                                                             Grade:  High School </w:t>
            </w:r>
          </w:p>
        </w:tc>
      </w:tr>
    </w:tbl>
    <w:p w:rsidR="00BC013A" w:rsidRDefault="00BC013A" w:rsidP="00BC013A">
      <w: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BC013A" w:rsidTr="00830A1D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13A" w:rsidRDefault="00BC013A" w:rsidP="00830A1D">
            <w:r>
              <w:rPr>
                <w:b/>
                <w:bCs/>
                <w:sz w:val="20"/>
              </w:rPr>
              <w:t>Key Learning:</w:t>
            </w:r>
            <w:r>
              <w:t xml:space="preserve"> </w:t>
            </w:r>
          </w:p>
        </w:tc>
      </w:tr>
    </w:tbl>
    <w:p w:rsidR="00BC013A" w:rsidRDefault="00BC013A" w:rsidP="00BC013A"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F2D5624" wp14:editId="294E6099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7620" r="9525" b="11430"/>
                <wp:wrapNone/>
                <wp:docPr id="23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26" style="position:absolute;margin-left:27pt;margin-top:18.6pt;width:378pt;height:1in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AGt5jqFgIAAC8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</w:rPr>
        <w:t xml:space="preserve">Unit Essential Question: </w:t>
      </w:r>
      <w:r>
        <w:rPr>
          <w:sz w:val="20"/>
        </w:rPr>
        <w:t xml:space="preserve"> </w:t>
      </w:r>
      <w:r>
        <w:t xml:space="preserve"> </w:t>
      </w:r>
    </w:p>
    <w:p w:rsidR="00BC013A" w:rsidRDefault="00BC013A" w:rsidP="00BC013A">
      <w:r>
        <w:t xml:space="preserve">                           </w:t>
      </w:r>
      <w:r>
        <w:tab/>
      </w:r>
    </w:p>
    <w:p w:rsidR="00BC013A" w:rsidRDefault="00BC013A" w:rsidP="00BC013A"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EDC85EE" wp14:editId="2D0AC5B7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9525" r="9525" b="952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013A" w:rsidRDefault="00BC013A" w:rsidP="00BC013A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</w:p>
                          <w:p w:rsidR="00251803" w:rsidRPr="0038196B" w:rsidRDefault="00251803" w:rsidP="00251803">
                            <w:pPr>
                              <w:ind w:left="1440" w:firstLine="720"/>
                              <w:rPr>
                                <w:sz w:val="32"/>
                              </w:rPr>
                            </w:pPr>
                            <w:r w:rsidRPr="0038196B">
                              <w:rPr>
                                <w:bCs/>
                              </w:rPr>
                              <w:t>What are you wearing?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8" type="#_x0000_t202" style="position:absolute;margin-left:90pt;margin-top:9pt;width:243pt;height:36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">
                <v:textbox>
                  <w:txbxContent>
                    <w:p w:rsidR="00BC013A" w:rsidRDefault="00BC013A" w:rsidP="00BC013A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</w:p>
                    <w:p w:rsidR="00251803" w:rsidRPr="0038196B" w:rsidRDefault="00251803" w:rsidP="00251803">
                      <w:pPr>
                        <w:ind w:left="1440" w:firstLine="720"/>
                        <w:rPr>
                          <w:sz w:val="32"/>
                        </w:rPr>
                      </w:pPr>
                      <w:r w:rsidRPr="0038196B">
                        <w:rPr>
                          <w:bCs/>
                        </w:rPr>
                        <w:t>What are you wearing?</w:t>
                      </w:r>
                    </w:p>
                  </w:txbxContent>
                </v:textbox>
              </v:shape>
            </w:pict>
          </mc:Fallback>
        </mc:AlternateContent>
      </w:r>
    </w:p>
    <w:p w:rsidR="00BC013A" w:rsidRDefault="00BC013A" w:rsidP="00BC013A"/>
    <w:p w:rsidR="00BC013A" w:rsidRDefault="00BC013A" w:rsidP="00BC013A"/>
    <w:p w:rsidR="00BC013A" w:rsidRDefault="00BC013A" w:rsidP="00BC013A"/>
    <w:p w:rsidR="00BC013A" w:rsidRDefault="00BC013A" w:rsidP="00BC013A"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14FD78C" wp14:editId="3F0CD613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25" name="Down Arrow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5" o:spid="_x0000_s1026" type="#_x0000_t67" style="position:absolute;margin-left:342pt;margin-top:2.8pt;width:21.6pt;height:18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A7D63ED" wp14:editId="676F70CF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26" name="Down Arrow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6" o:spid="_x0000_s1026" type="#_x0000_t67" style="position:absolute;margin-left:198pt;margin-top:2.8pt;width:21.6pt;height:18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QdM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9479CC0" wp14:editId="0B554CA4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27" name="Down Arrow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7" o:spid="_x0000_s1026" type="#_x0000_t67" style="position:absolute;margin-left:45pt;margin-top:2.8pt;width:21.6pt;height:18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mh1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"/>
            </w:pict>
          </mc:Fallback>
        </mc:AlternateContent>
      </w:r>
      <w:r>
        <w:t xml:space="preserve">          </w:t>
      </w:r>
    </w:p>
    <w:p w:rsidR="00BC013A" w:rsidRDefault="00BC013A" w:rsidP="00BC013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BC013A" w:rsidTr="00830A1D">
        <w:trPr>
          <w:trHeight w:val="935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13A" w:rsidRDefault="00BC013A" w:rsidP="00830A1D">
            <w:pPr>
              <w:rPr>
                <w:b/>
                <w:bCs/>
                <w:sz w:val="18"/>
              </w:rPr>
            </w:pPr>
            <w:r>
              <w:t xml:space="preserve"> </w:t>
            </w:r>
            <w:r>
              <w:rPr>
                <w:b/>
                <w:bCs/>
                <w:sz w:val="18"/>
              </w:rPr>
              <w:t>Concept:</w:t>
            </w:r>
            <w:r w:rsidR="00304801">
              <w:rPr>
                <w:b/>
                <w:bCs/>
                <w:sz w:val="18"/>
              </w:rPr>
              <w:t xml:space="preserve"> 3.1</w:t>
            </w:r>
          </w:p>
          <w:p w:rsidR="00BC013A" w:rsidRDefault="00BC013A" w:rsidP="00830A1D">
            <w:r>
              <w:t xml:space="preserve"> </w:t>
            </w:r>
          </w:p>
          <w:p w:rsidR="00251803" w:rsidRPr="00251803" w:rsidRDefault="00251803" w:rsidP="00251803">
            <w:pPr>
              <w:jc w:val="center"/>
              <w:rPr>
                <w:sz w:val="20"/>
                <w:szCs w:val="20"/>
              </w:rPr>
            </w:pPr>
            <w:r w:rsidRPr="0038196B">
              <w:rPr>
                <w:sz w:val="22"/>
                <w:szCs w:val="20"/>
              </w:rPr>
              <w:t>Clothing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13A" w:rsidRDefault="00BC013A" w:rsidP="00830A1D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  <w:r w:rsidR="00304801">
              <w:rPr>
                <w:b/>
                <w:bCs/>
                <w:sz w:val="18"/>
              </w:rPr>
              <w:t xml:space="preserve"> 3.2</w:t>
            </w:r>
          </w:p>
          <w:p w:rsidR="00BC013A" w:rsidRDefault="00BC013A" w:rsidP="00830A1D">
            <w:pPr>
              <w:rPr>
                <w:sz w:val="16"/>
              </w:rPr>
            </w:pPr>
          </w:p>
          <w:p w:rsidR="00251803" w:rsidRPr="00251803" w:rsidRDefault="00251803" w:rsidP="00251803">
            <w:pPr>
              <w:jc w:val="center"/>
              <w:rPr>
                <w:sz w:val="20"/>
                <w:szCs w:val="20"/>
              </w:rPr>
            </w:pPr>
            <w:r w:rsidRPr="0038196B">
              <w:rPr>
                <w:sz w:val="22"/>
                <w:szCs w:val="20"/>
              </w:rPr>
              <w:t>Shopping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13A" w:rsidRDefault="00BC013A" w:rsidP="00830A1D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  <w:r w:rsidR="00304801">
              <w:rPr>
                <w:b/>
                <w:bCs/>
                <w:sz w:val="18"/>
              </w:rPr>
              <w:t xml:space="preserve"> 3.3</w:t>
            </w:r>
          </w:p>
          <w:p w:rsidR="00BC013A" w:rsidRDefault="00BC013A" w:rsidP="00830A1D">
            <w:pPr>
              <w:rPr>
                <w:sz w:val="16"/>
              </w:rPr>
            </w:pPr>
          </w:p>
          <w:p w:rsidR="00251803" w:rsidRPr="0038196B" w:rsidRDefault="00251803" w:rsidP="00830A1D">
            <w:pPr>
              <w:rPr>
                <w:sz w:val="22"/>
                <w:szCs w:val="20"/>
              </w:rPr>
            </w:pPr>
            <w:r w:rsidRPr="0038196B">
              <w:rPr>
                <w:sz w:val="22"/>
                <w:szCs w:val="20"/>
              </w:rPr>
              <w:t>Places Around Town/</w:t>
            </w:r>
          </w:p>
          <w:p w:rsidR="00251803" w:rsidRPr="00251803" w:rsidRDefault="00251803" w:rsidP="00830A1D">
            <w:pPr>
              <w:rPr>
                <w:sz w:val="20"/>
                <w:szCs w:val="20"/>
              </w:rPr>
            </w:pPr>
            <w:r w:rsidRPr="0038196B">
              <w:rPr>
                <w:sz w:val="22"/>
                <w:szCs w:val="20"/>
              </w:rPr>
              <w:t>Modes of Transportation</w:t>
            </w:r>
          </w:p>
        </w:tc>
      </w:tr>
    </w:tbl>
    <w:p w:rsidR="00BC013A" w:rsidRDefault="00BC013A" w:rsidP="00BC013A"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269EFB7" wp14:editId="151E2BE8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28" name="Down Arrow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8" o:spid="_x0000_s1026" type="#_x0000_t67" style="position:absolute;margin-left:342pt;margin-top:4.25pt;width:21.6pt;height:18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G3L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41871063" wp14:editId="758C8D23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29" name="Down Arrow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9" o:spid="_x0000_s1026" type="#_x0000_t67" style="position:absolute;margin-left:198pt;margin-top:4.25pt;width:21.6pt;height:18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wLy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2C0F7C7D" wp14:editId="69279C27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30" name="Down Arrow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0" o:spid="_x0000_s1026" type="#_x0000_t67" style="position:absolute;margin-left:45pt;margin-top:4.25pt;width:21.6pt;height:18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"/>
            </w:pict>
          </mc:Fallback>
        </mc:AlternateContent>
      </w:r>
    </w:p>
    <w:p w:rsidR="00BC013A" w:rsidRDefault="00BC013A" w:rsidP="00BC013A">
      <w:r>
        <w:tab/>
        <w:t xml:space="preserve">                                                               </w:t>
      </w:r>
      <w:r>
        <w:tab/>
      </w:r>
      <w: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BC013A" w:rsidTr="00830A1D">
        <w:trPr>
          <w:trHeight w:val="2474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3A" w:rsidRDefault="00BC013A" w:rsidP="00830A1D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BC013A" w:rsidRDefault="00BC013A" w:rsidP="00830A1D">
            <w:pPr>
              <w:rPr>
                <w:sz w:val="20"/>
              </w:rPr>
            </w:pPr>
          </w:p>
          <w:p w:rsidR="00BC013A" w:rsidRDefault="00251803" w:rsidP="002518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llevas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3A" w:rsidRDefault="00BC013A" w:rsidP="00830A1D">
            <w:pPr>
              <w:jc w:val="center"/>
              <w:rPr>
                <w:sz w:val="16"/>
              </w:rPr>
            </w:pPr>
            <w:r>
              <w:rPr>
                <w:b/>
                <w:bCs/>
                <w:sz w:val="16"/>
              </w:rPr>
              <w:t>Lesson Essential Questions</w:t>
            </w:r>
            <w:r>
              <w:rPr>
                <w:sz w:val="16"/>
              </w:rPr>
              <w:t>:</w:t>
            </w:r>
          </w:p>
          <w:p w:rsidR="00BC013A" w:rsidRDefault="00BC013A" w:rsidP="00830A1D">
            <w:pPr>
              <w:rPr>
                <w:sz w:val="20"/>
              </w:rPr>
            </w:pPr>
          </w:p>
          <w:p w:rsidR="00BC013A" w:rsidRDefault="00251803" w:rsidP="002518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Cuánto</w:t>
            </w:r>
            <w:proofErr w:type="spellEnd"/>
            <w:r>
              <w:rPr>
                <w:sz w:val="20"/>
              </w:rPr>
              <w:t xml:space="preserve"> cuesta?</w:t>
            </w:r>
          </w:p>
          <w:p w:rsidR="00BC013A" w:rsidRDefault="00BC013A" w:rsidP="00830A1D">
            <w:pPr>
              <w:rPr>
                <w:sz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3A" w:rsidRDefault="00BC013A" w:rsidP="00830A1D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BC013A" w:rsidRDefault="00BC013A" w:rsidP="00830A1D">
            <w:pPr>
              <w:rPr>
                <w:sz w:val="20"/>
              </w:rPr>
            </w:pPr>
          </w:p>
          <w:p w:rsidR="00BC013A" w:rsidRDefault="00251803" w:rsidP="002518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Adónde</w:t>
            </w:r>
            <w:proofErr w:type="spellEnd"/>
            <w:r>
              <w:rPr>
                <w:sz w:val="20"/>
              </w:rPr>
              <w:t xml:space="preserve"> y </w:t>
            </w:r>
            <w:proofErr w:type="spellStart"/>
            <w:r>
              <w:rPr>
                <w:sz w:val="20"/>
              </w:rPr>
              <w:t>cómo</w:t>
            </w:r>
            <w:proofErr w:type="spellEnd"/>
            <w:r>
              <w:rPr>
                <w:sz w:val="20"/>
              </w:rPr>
              <w:t xml:space="preserve"> vas?</w:t>
            </w:r>
          </w:p>
        </w:tc>
      </w:tr>
    </w:tbl>
    <w:p w:rsidR="00BC013A" w:rsidRDefault="00BC013A" w:rsidP="00BC013A"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2F9E6EB8" wp14:editId="6C0A478E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31" name="Down Arrow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1" o:spid="_x0000_s1026" type="#_x0000_t67" style="position:absolute;margin-left:45pt;margin-top:4.95pt;width:21.6pt;height:18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168140F" wp14:editId="70D67EDA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32" name="Down Arrow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2" o:spid="_x0000_s1026" type="#_x0000_t67" style="position:absolute;margin-left:351pt;margin-top:4.95pt;width:21.6pt;height:18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FCD779D" wp14:editId="3872BD25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33" name="Down Arrow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3" o:spid="_x0000_s1026" type="#_x0000_t67" style="position:absolute;margin-left:207pt;margin-top:4.95pt;width:21.6pt;height:18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TS2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"/>
            </w:pict>
          </mc:Fallback>
        </mc:AlternateContent>
      </w:r>
      <w:r>
        <w:rPr>
          <w:b/>
          <w:bCs/>
          <w:sz w:val="16"/>
        </w:rPr>
        <w:t xml:space="preserve"> </w:t>
      </w:r>
    </w:p>
    <w:p w:rsidR="00BC013A" w:rsidRDefault="00BC013A" w:rsidP="00BC013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BC013A" w:rsidTr="00830A1D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D" w:rsidRDefault="001E240D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1E240D" w:rsidRPr="001E240D" w:rsidRDefault="001E240D" w:rsidP="001E240D">
            <w:pPr>
              <w:pStyle w:val="ListParagraph"/>
              <w:numPr>
                <w:ilvl w:val="0"/>
                <w:numId w:val="16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Review Adjective Agreement</w:t>
            </w:r>
          </w:p>
          <w:p w:rsidR="001E240D" w:rsidRPr="001E240D" w:rsidRDefault="001E240D" w:rsidP="001E240D">
            <w:pPr>
              <w:pStyle w:val="ListParagraph"/>
              <w:numPr>
                <w:ilvl w:val="0"/>
                <w:numId w:val="16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Review –AR Verbs</w:t>
            </w:r>
          </w:p>
          <w:p w:rsidR="001E240D" w:rsidRDefault="001E240D" w:rsidP="00830A1D">
            <w:pPr>
              <w:rPr>
                <w:b/>
                <w:bCs/>
                <w:sz w:val="16"/>
              </w:rPr>
            </w:pPr>
          </w:p>
          <w:p w:rsidR="005F0EAC" w:rsidRDefault="005F0EAC" w:rsidP="00830A1D">
            <w:pPr>
              <w:rPr>
                <w:b/>
                <w:bCs/>
                <w:sz w:val="16"/>
              </w:rPr>
            </w:pPr>
          </w:p>
          <w:p w:rsidR="00BC013A" w:rsidRDefault="00BC013A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1E240D" w:rsidRDefault="001E240D" w:rsidP="001E240D">
            <w:pPr>
              <w:pStyle w:val="ListParagraph"/>
              <w:numPr>
                <w:ilvl w:val="0"/>
                <w:numId w:val="17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Clothing</w:t>
            </w:r>
            <w:r w:rsidR="005F0EAC">
              <w:rPr>
                <w:bCs/>
                <w:sz w:val="16"/>
              </w:rPr>
              <w:t xml:space="preserve"> p.61, 364</w:t>
            </w:r>
          </w:p>
          <w:p w:rsidR="001E240D" w:rsidRPr="001E240D" w:rsidRDefault="001E240D" w:rsidP="001E240D">
            <w:pPr>
              <w:pStyle w:val="ListParagraph"/>
              <w:numPr>
                <w:ilvl w:val="0"/>
                <w:numId w:val="17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Colors</w:t>
            </w:r>
            <w:r w:rsidR="005F0EAC">
              <w:rPr>
                <w:bCs/>
                <w:sz w:val="16"/>
              </w:rPr>
              <w:t xml:space="preserve"> p.60</w:t>
            </w:r>
          </w:p>
          <w:p w:rsidR="001E240D" w:rsidRDefault="001E240D" w:rsidP="00830A1D">
            <w:pPr>
              <w:rPr>
                <w:b/>
                <w:bCs/>
                <w:sz w:val="16"/>
              </w:rPr>
            </w:pPr>
          </w:p>
          <w:p w:rsidR="001E240D" w:rsidRDefault="001E240D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1E240D" w:rsidRDefault="001E240D" w:rsidP="001E240D">
            <w:pPr>
              <w:pStyle w:val="ListParagraph"/>
              <w:numPr>
                <w:ilvl w:val="0"/>
                <w:numId w:val="18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Cultural Clothing Items</w:t>
            </w:r>
            <w:r w:rsidR="00304801">
              <w:rPr>
                <w:bCs/>
                <w:sz w:val="16"/>
              </w:rPr>
              <w:t xml:space="preserve"> (festival &amp; native dress)</w:t>
            </w:r>
          </w:p>
          <w:p w:rsidR="00304801" w:rsidRPr="001E240D" w:rsidRDefault="00304801" w:rsidP="001E240D">
            <w:pPr>
              <w:pStyle w:val="ListParagraph"/>
              <w:numPr>
                <w:ilvl w:val="0"/>
                <w:numId w:val="18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Famous Spanish Designers</w:t>
            </w:r>
          </w:p>
          <w:p w:rsidR="00BC013A" w:rsidRDefault="00BC013A" w:rsidP="00830A1D">
            <w:pPr>
              <w:rPr>
                <w:sz w:val="16"/>
              </w:rPr>
            </w:pPr>
          </w:p>
          <w:p w:rsidR="00BC013A" w:rsidRDefault="00BC013A" w:rsidP="00830A1D">
            <w:pPr>
              <w:rPr>
                <w:sz w:val="16"/>
              </w:rPr>
            </w:pPr>
          </w:p>
          <w:p w:rsidR="00BC013A" w:rsidRDefault="00BC013A" w:rsidP="00830A1D"/>
          <w:p w:rsidR="00BC013A" w:rsidRDefault="00BC013A" w:rsidP="00830A1D"/>
          <w:p w:rsidR="00BC013A" w:rsidRDefault="00BC013A" w:rsidP="00830A1D"/>
          <w:p w:rsidR="00BC013A" w:rsidRDefault="00BC013A" w:rsidP="00830A1D"/>
          <w:p w:rsidR="00BC013A" w:rsidRDefault="00BC013A" w:rsidP="00830A1D"/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D" w:rsidRDefault="001E240D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1E240D" w:rsidRDefault="001E240D" w:rsidP="001E240D">
            <w:pPr>
              <w:pStyle w:val="ListParagraph"/>
              <w:numPr>
                <w:ilvl w:val="0"/>
                <w:numId w:val="18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Cuesta/</w:t>
            </w:r>
            <w:proofErr w:type="spellStart"/>
            <w:r>
              <w:rPr>
                <w:bCs/>
                <w:sz w:val="16"/>
              </w:rPr>
              <w:t>Cuestan</w:t>
            </w:r>
            <w:proofErr w:type="spellEnd"/>
          </w:p>
          <w:p w:rsidR="001E240D" w:rsidRPr="001E240D" w:rsidRDefault="001E240D" w:rsidP="001E240D">
            <w:pPr>
              <w:pStyle w:val="ListParagraph"/>
              <w:numPr>
                <w:ilvl w:val="0"/>
                <w:numId w:val="18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-ER/-IR Verbs</w:t>
            </w:r>
          </w:p>
          <w:p w:rsidR="001E240D" w:rsidRDefault="001E240D" w:rsidP="00830A1D">
            <w:pPr>
              <w:rPr>
                <w:b/>
                <w:bCs/>
                <w:sz w:val="16"/>
              </w:rPr>
            </w:pPr>
          </w:p>
          <w:p w:rsidR="005F0EAC" w:rsidRDefault="005F0EAC" w:rsidP="00830A1D">
            <w:pPr>
              <w:rPr>
                <w:b/>
                <w:bCs/>
                <w:sz w:val="16"/>
              </w:rPr>
            </w:pPr>
          </w:p>
          <w:p w:rsidR="00BC013A" w:rsidRDefault="00BC013A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1E240D" w:rsidRPr="001E240D" w:rsidRDefault="001E240D" w:rsidP="001E240D">
            <w:pPr>
              <w:pStyle w:val="ListParagraph"/>
              <w:numPr>
                <w:ilvl w:val="0"/>
                <w:numId w:val="19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Shopping</w:t>
            </w:r>
            <w:r w:rsidR="005F0EAC">
              <w:rPr>
                <w:bCs/>
                <w:sz w:val="16"/>
              </w:rPr>
              <w:t xml:space="preserve"> p.374, 409</w:t>
            </w:r>
          </w:p>
          <w:p w:rsidR="001E240D" w:rsidRDefault="001E240D" w:rsidP="00830A1D">
            <w:pPr>
              <w:rPr>
                <w:b/>
                <w:bCs/>
                <w:sz w:val="16"/>
              </w:rPr>
            </w:pPr>
          </w:p>
          <w:p w:rsidR="005F0EAC" w:rsidRDefault="005F0EAC" w:rsidP="00830A1D">
            <w:pPr>
              <w:rPr>
                <w:b/>
                <w:bCs/>
                <w:sz w:val="16"/>
              </w:rPr>
            </w:pPr>
          </w:p>
          <w:p w:rsidR="001E240D" w:rsidRDefault="001E240D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BC013A" w:rsidRDefault="001E240D" w:rsidP="001E240D">
            <w:pPr>
              <w:pStyle w:val="ListParagraph"/>
              <w:numPr>
                <w:ilvl w:val="0"/>
                <w:numId w:val="19"/>
              </w:numPr>
              <w:rPr>
                <w:sz w:val="16"/>
              </w:rPr>
            </w:pPr>
            <w:r>
              <w:rPr>
                <w:sz w:val="16"/>
              </w:rPr>
              <w:t>Types of Stores</w:t>
            </w:r>
          </w:p>
          <w:p w:rsidR="001E240D" w:rsidRPr="001E240D" w:rsidRDefault="001E240D" w:rsidP="001E240D">
            <w:pPr>
              <w:pStyle w:val="ListParagraph"/>
              <w:numPr>
                <w:ilvl w:val="0"/>
                <w:numId w:val="19"/>
              </w:numPr>
              <w:rPr>
                <w:sz w:val="16"/>
              </w:rPr>
            </w:pPr>
            <w:r>
              <w:rPr>
                <w:sz w:val="16"/>
              </w:rPr>
              <w:t>Currency</w:t>
            </w:r>
          </w:p>
          <w:p w:rsidR="00BC013A" w:rsidRDefault="00BC013A" w:rsidP="00830A1D">
            <w:pPr>
              <w:rPr>
                <w:sz w:val="16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D" w:rsidRDefault="001E240D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1E240D" w:rsidRDefault="001E240D" w:rsidP="00DC023B">
            <w:pPr>
              <w:pStyle w:val="ListParagraph"/>
              <w:numPr>
                <w:ilvl w:val="0"/>
                <w:numId w:val="21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Ir</w:t>
            </w:r>
            <w:proofErr w:type="spellEnd"/>
          </w:p>
          <w:p w:rsidR="001E240D" w:rsidRDefault="001E240D" w:rsidP="00DC023B">
            <w:pPr>
              <w:pStyle w:val="ListParagraph"/>
              <w:numPr>
                <w:ilvl w:val="0"/>
                <w:numId w:val="21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Ir</w:t>
            </w:r>
            <w:proofErr w:type="spellEnd"/>
            <w:r>
              <w:rPr>
                <w:bCs/>
                <w:sz w:val="16"/>
              </w:rPr>
              <w:t xml:space="preserve"> + a + Infinitive</w:t>
            </w:r>
          </w:p>
          <w:p w:rsidR="001E240D" w:rsidRDefault="001E240D" w:rsidP="00DC023B">
            <w:pPr>
              <w:pStyle w:val="ListParagraph"/>
              <w:numPr>
                <w:ilvl w:val="0"/>
                <w:numId w:val="21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Venir</w:t>
            </w:r>
            <w:proofErr w:type="spellEnd"/>
          </w:p>
          <w:p w:rsidR="00DC023B" w:rsidRPr="001E240D" w:rsidRDefault="00DC023B" w:rsidP="00DC023B">
            <w:pPr>
              <w:pStyle w:val="ListParagraph"/>
              <w:numPr>
                <w:ilvl w:val="0"/>
                <w:numId w:val="21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Prepositional phrases</w:t>
            </w:r>
          </w:p>
          <w:p w:rsidR="001E240D" w:rsidRDefault="001E240D" w:rsidP="00830A1D">
            <w:pPr>
              <w:rPr>
                <w:b/>
                <w:bCs/>
                <w:sz w:val="16"/>
              </w:rPr>
            </w:pPr>
          </w:p>
          <w:p w:rsidR="00BC013A" w:rsidRDefault="00BC013A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1E240D" w:rsidRDefault="001E240D" w:rsidP="00DC023B">
            <w:pPr>
              <w:pStyle w:val="ListParagraph"/>
              <w:numPr>
                <w:ilvl w:val="0"/>
                <w:numId w:val="21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Places Around Town</w:t>
            </w:r>
            <w:r w:rsidR="005F0EAC">
              <w:rPr>
                <w:bCs/>
                <w:sz w:val="16"/>
              </w:rPr>
              <w:t xml:space="preserve"> p.90,110</w:t>
            </w:r>
          </w:p>
          <w:p w:rsidR="001E240D" w:rsidRDefault="001E240D" w:rsidP="00DC023B">
            <w:pPr>
              <w:pStyle w:val="ListParagraph"/>
              <w:numPr>
                <w:ilvl w:val="0"/>
                <w:numId w:val="21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Modes of Transportation</w:t>
            </w:r>
            <w:r w:rsidR="005F0EAC">
              <w:rPr>
                <w:bCs/>
                <w:sz w:val="16"/>
              </w:rPr>
              <w:t xml:space="preserve"> p.100</w:t>
            </w:r>
          </w:p>
          <w:p w:rsidR="00DC023B" w:rsidRDefault="00DC023B" w:rsidP="00DC023B">
            <w:pPr>
              <w:pStyle w:val="ListParagraph"/>
              <w:numPr>
                <w:ilvl w:val="0"/>
                <w:numId w:val="21"/>
              </w:numPr>
              <w:rPr>
                <w:sz w:val="16"/>
              </w:rPr>
            </w:pPr>
            <w:r>
              <w:rPr>
                <w:sz w:val="16"/>
              </w:rPr>
              <w:t xml:space="preserve">Prepositional Phrases </w:t>
            </w:r>
          </w:p>
          <w:p w:rsidR="00DC023B" w:rsidRPr="00DC023B" w:rsidRDefault="00DC023B" w:rsidP="00DC023B">
            <w:pPr>
              <w:pStyle w:val="ListParagraph"/>
              <w:rPr>
                <w:sz w:val="16"/>
              </w:rPr>
            </w:pPr>
            <w:r>
              <w:rPr>
                <w:sz w:val="16"/>
              </w:rPr>
              <w:t>p.86 (red)</w:t>
            </w:r>
          </w:p>
          <w:p w:rsidR="001E240D" w:rsidRDefault="001E240D" w:rsidP="00830A1D">
            <w:pPr>
              <w:rPr>
                <w:b/>
                <w:bCs/>
                <w:sz w:val="16"/>
              </w:rPr>
            </w:pPr>
          </w:p>
          <w:p w:rsidR="001E240D" w:rsidRDefault="001E240D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BC013A" w:rsidRDefault="001E240D" w:rsidP="00DC023B">
            <w:pPr>
              <w:pStyle w:val="ListParagraph"/>
              <w:numPr>
                <w:ilvl w:val="0"/>
                <w:numId w:val="21"/>
              </w:numPr>
              <w:rPr>
                <w:sz w:val="16"/>
              </w:rPr>
            </w:pPr>
            <w:r>
              <w:rPr>
                <w:sz w:val="16"/>
              </w:rPr>
              <w:t>Public Transportation</w:t>
            </w:r>
            <w:r w:rsidR="00304801">
              <w:rPr>
                <w:sz w:val="16"/>
              </w:rPr>
              <w:t xml:space="preserve"> </w:t>
            </w:r>
          </w:p>
          <w:p w:rsidR="00304801" w:rsidRPr="001E240D" w:rsidRDefault="00304801" w:rsidP="00DC023B">
            <w:pPr>
              <w:pStyle w:val="ListParagraph"/>
              <w:numPr>
                <w:ilvl w:val="0"/>
                <w:numId w:val="21"/>
              </w:numPr>
              <w:rPr>
                <w:sz w:val="16"/>
              </w:rPr>
            </w:pPr>
            <w:r>
              <w:rPr>
                <w:sz w:val="16"/>
              </w:rPr>
              <w:t>Metro Systems (maps)</w:t>
            </w:r>
          </w:p>
          <w:p w:rsidR="00BC013A" w:rsidRDefault="00BC013A" w:rsidP="00830A1D">
            <w:pPr>
              <w:rPr>
                <w:sz w:val="16"/>
              </w:rPr>
            </w:pPr>
          </w:p>
          <w:p w:rsidR="00BC013A" w:rsidRDefault="00BC013A" w:rsidP="00830A1D">
            <w:pPr>
              <w:rPr>
                <w:sz w:val="16"/>
              </w:rPr>
            </w:pPr>
          </w:p>
        </w:tc>
      </w:tr>
    </w:tbl>
    <w:p w:rsidR="0070058A" w:rsidRDefault="0070058A" w:rsidP="0070058A">
      <w:pPr>
        <w:rPr>
          <w:b/>
          <w:bCs/>
          <w:sz w:val="20"/>
        </w:rPr>
      </w:pPr>
      <w:r>
        <w:rPr>
          <w:b/>
          <w:bCs/>
          <w:sz w:val="20"/>
        </w:rPr>
        <w:lastRenderedPageBreak/>
        <w:t xml:space="preserve">School District: </w:t>
      </w:r>
      <w:r w:rsidRPr="004D53A9">
        <w:rPr>
          <w:bCs/>
          <w:sz w:val="20"/>
        </w:rPr>
        <w:t>Chambersburg Area</w:t>
      </w:r>
    </w:p>
    <w:p w:rsidR="0070058A" w:rsidRDefault="0070058A" w:rsidP="0070058A">
      <w:pPr>
        <w:rPr>
          <w:b/>
          <w:bCs/>
          <w:sz w:val="20"/>
        </w:rPr>
      </w:pPr>
      <w:r>
        <w:rPr>
          <w:b/>
          <w:bCs/>
          <w:sz w:val="20"/>
        </w:rPr>
        <w:t xml:space="preserve">Course:   </w:t>
      </w:r>
      <w:r w:rsidRPr="004D53A9">
        <w:rPr>
          <w:bCs/>
          <w:sz w:val="20"/>
        </w:rPr>
        <w:t>Spanish I</w:t>
      </w:r>
      <w:r>
        <w:rPr>
          <w:b/>
          <w:bCs/>
          <w:sz w:val="20"/>
        </w:rPr>
        <w:t xml:space="preserve">   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Date:  </w:t>
      </w:r>
      <w:r>
        <w:rPr>
          <w:b/>
          <w:bCs/>
          <w:sz w:val="20"/>
        </w:rPr>
        <w:tab/>
      </w:r>
    </w:p>
    <w:p w:rsidR="0070058A" w:rsidRDefault="0070058A" w:rsidP="0070058A">
      <w:pPr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70058A" w:rsidTr="00830A1D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58A" w:rsidRDefault="0070058A" w:rsidP="00830A1D">
            <w:r>
              <w:t xml:space="preserve">Topic:                                                                                         Days:                                                                                                     </w:t>
            </w:r>
          </w:p>
          <w:p w:rsidR="0070058A" w:rsidRDefault="0070058A" w:rsidP="00830A1D">
            <w:r>
              <w:t xml:space="preserve">Subject Area: Spanish I                                                             Grade:  High School </w:t>
            </w:r>
          </w:p>
        </w:tc>
      </w:tr>
    </w:tbl>
    <w:p w:rsidR="0070058A" w:rsidRDefault="0070058A" w:rsidP="0070058A">
      <w: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70058A" w:rsidTr="00830A1D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58A" w:rsidRDefault="0070058A" w:rsidP="00830A1D">
            <w:r>
              <w:rPr>
                <w:b/>
                <w:bCs/>
                <w:sz w:val="20"/>
              </w:rPr>
              <w:t>Key Learning:</w:t>
            </w:r>
            <w:r>
              <w:t xml:space="preserve"> </w:t>
            </w:r>
          </w:p>
        </w:tc>
      </w:tr>
    </w:tbl>
    <w:p w:rsidR="0070058A" w:rsidRDefault="0070058A" w:rsidP="0070058A"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0BFBA9B0" wp14:editId="50A97172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7620" r="9525" b="11430"/>
                <wp:wrapNone/>
                <wp:docPr id="34" name="Ova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4" o:spid="_x0000_s1026" style="position:absolute;margin-left:27pt;margin-top:18.6pt;width:378pt;height:1in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DNrP9jFgIAAC8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</w:rPr>
        <w:t xml:space="preserve">Unit Essential Question: </w:t>
      </w:r>
      <w:r>
        <w:rPr>
          <w:sz w:val="20"/>
        </w:rPr>
        <w:t xml:space="preserve"> </w:t>
      </w:r>
      <w:r>
        <w:t xml:space="preserve"> </w:t>
      </w:r>
    </w:p>
    <w:p w:rsidR="0070058A" w:rsidRDefault="0070058A" w:rsidP="0070058A">
      <w:r>
        <w:t xml:space="preserve">                           </w:t>
      </w:r>
      <w:r>
        <w:tab/>
      </w:r>
    </w:p>
    <w:p w:rsidR="0070058A" w:rsidRDefault="0070058A" w:rsidP="0070058A"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0F71F836" wp14:editId="224BE245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9525" r="9525" b="9525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058A" w:rsidRDefault="0070058A" w:rsidP="0070058A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</w:p>
                          <w:p w:rsidR="0070058A" w:rsidRPr="0070058A" w:rsidRDefault="0070058A" w:rsidP="0070058A">
                            <w:r>
                              <w:rPr>
                                <w:bCs/>
                                <w:sz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</w:rPr>
                              <w:tab/>
                            </w:r>
                            <w:r w:rsidRPr="0038196B">
                              <w:rPr>
                                <w:bCs/>
                              </w:rPr>
                              <w:t>What do you like/dislike?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9" type="#_x0000_t202" style="position:absolute;margin-left:90pt;margin-top:9pt;width:243pt;height:36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">
                <v:textbox>
                  <w:txbxContent>
                    <w:p w:rsidR="0070058A" w:rsidRDefault="0070058A" w:rsidP="0070058A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</w:p>
                    <w:p w:rsidR="0070058A" w:rsidRPr="0070058A" w:rsidRDefault="0070058A" w:rsidP="0070058A">
                      <w:r>
                        <w:rPr>
                          <w:bCs/>
                          <w:sz w:val="20"/>
                        </w:rPr>
                        <w:tab/>
                      </w:r>
                      <w:r>
                        <w:rPr>
                          <w:bCs/>
                          <w:sz w:val="20"/>
                        </w:rPr>
                        <w:tab/>
                      </w:r>
                      <w:r w:rsidRPr="0038196B">
                        <w:rPr>
                          <w:bCs/>
                        </w:rPr>
                        <w:t>What do you like/dislike?</w:t>
                      </w:r>
                    </w:p>
                  </w:txbxContent>
                </v:textbox>
              </v:shape>
            </w:pict>
          </mc:Fallback>
        </mc:AlternateContent>
      </w:r>
    </w:p>
    <w:p w:rsidR="0070058A" w:rsidRDefault="0070058A" w:rsidP="0070058A"/>
    <w:p w:rsidR="0070058A" w:rsidRDefault="0070058A" w:rsidP="0070058A"/>
    <w:p w:rsidR="0070058A" w:rsidRDefault="0070058A" w:rsidP="0070058A"/>
    <w:p w:rsidR="0070058A" w:rsidRDefault="0070058A" w:rsidP="0070058A"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43442D0" wp14:editId="73F405EB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36" name="Down Arrow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6" o:spid="_x0000_s1026" type="#_x0000_t67" style="position:absolute;margin-left:342pt;margin-top:2.8pt;width:21.6pt;height:18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udq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7393F8D6" wp14:editId="0EBE1C50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37" name="Down Arrow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7" o:spid="_x0000_s1026" type="#_x0000_t67" style="position:absolute;margin-left:198pt;margin-top:2.8pt;width:21.6pt;height:18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YhT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E50D233" wp14:editId="6D9CBDA6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38" name="Down Arrow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8" o:spid="_x0000_s1026" type="#_x0000_t67" style="position:absolute;margin-left:45pt;margin-top:2.8pt;width:21.6pt;height:18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43t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"/>
            </w:pict>
          </mc:Fallback>
        </mc:AlternateContent>
      </w:r>
      <w:r>
        <w:t xml:space="preserve">          </w:t>
      </w:r>
    </w:p>
    <w:p w:rsidR="0070058A" w:rsidRDefault="0070058A" w:rsidP="0070058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70058A" w:rsidTr="00830A1D">
        <w:trPr>
          <w:trHeight w:val="935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58A" w:rsidRDefault="0070058A" w:rsidP="00830A1D">
            <w:pPr>
              <w:rPr>
                <w:b/>
                <w:bCs/>
                <w:sz w:val="18"/>
              </w:rPr>
            </w:pPr>
            <w:r>
              <w:t xml:space="preserve"> </w:t>
            </w:r>
            <w:r>
              <w:rPr>
                <w:b/>
                <w:bCs/>
                <w:sz w:val="18"/>
              </w:rPr>
              <w:t>Concept:</w:t>
            </w:r>
            <w:r w:rsidR="00022419">
              <w:rPr>
                <w:b/>
                <w:bCs/>
                <w:sz w:val="18"/>
              </w:rPr>
              <w:t xml:space="preserve"> 4.1</w:t>
            </w:r>
          </w:p>
          <w:p w:rsidR="0070058A" w:rsidRDefault="0070058A" w:rsidP="00830A1D">
            <w:r>
              <w:t xml:space="preserve"> </w:t>
            </w:r>
          </w:p>
          <w:p w:rsidR="0070058A" w:rsidRPr="0070058A" w:rsidRDefault="0070058A" w:rsidP="0070058A">
            <w:pPr>
              <w:jc w:val="center"/>
              <w:rPr>
                <w:sz w:val="20"/>
                <w:szCs w:val="20"/>
              </w:rPr>
            </w:pPr>
            <w:r w:rsidRPr="0038196B">
              <w:rPr>
                <w:sz w:val="22"/>
                <w:szCs w:val="20"/>
              </w:rPr>
              <w:t>Food/ Restaurant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58A" w:rsidRDefault="0070058A" w:rsidP="00830A1D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  <w:r w:rsidR="00022419">
              <w:rPr>
                <w:b/>
                <w:bCs/>
                <w:sz w:val="18"/>
              </w:rPr>
              <w:t xml:space="preserve"> 4.2</w:t>
            </w:r>
          </w:p>
          <w:p w:rsidR="0070058A" w:rsidRDefault="0070058A" w:rsidP="00830A1D">
            <w:pPr>
              <w:rPr>
                <w:sz w:val="16"/>
              </w:rPr>
            </w:pPr>
          </w:p>
          <w:p w:rsidR="0070058A" w:rsidRPr="0070058A" w:rsidRDefault="0070058A" w:rsidP="0070058A">
            <w:pPr>
              <w:jc w:val="center"/>
              <w:rPr>
                <w:sz w:val="20"/>
                <w:szCs w:val="20"/>
              </w:rPr>
            </w:pPr>
            <w:r w:rsidRPr="0038196B">
              <w:rPr>
                <w:sz w:val="22"/>
                <w:szCs w:val="20"/>
              </w:rPr>
              <w:t>Hobbies &amp; Interests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58A" w:rsidRDefault="0070058A" w:rsidP="00830A1D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  <w:r w:rsidR="00022419">
              <w:rPr>
                <w:b/>
                <w:bCs/>
                <w:sz w:val="18"/>
              </w:rPr>
              <w:t xml:space="preserve"> 4.3</w:t>
            </w:r>
          </w:p>
          <w:p w:rsidR="0070058A" w:rsidRDefault="0070058A" w:rsidP="00830A1D">
            <w:pPr>
              <w:rPr>
                <w:sz w:val="16"/>
              </w:rPr>
            </w:pPr>
          </w:p>
          <w:p w:rsidR="0070058A" w:rsidRPr="0070058A" w:rsidRDefault="0070058A" w:rsidP="00932011">
            <w:pPr>
              <w:jc w:val="center"/>
              <w:rPr>
                <w:sz w:val="20"/>
                <w:szCs w:val="20"/>
              </w:rPr>
            </w:pPr>
            <w:r w:rsidRPr="0038196B">
              <w:rPr>
                <w:sz w:val="22"/>
                <w:szCs w:val="20"/>
              </w:rPr>
              <w:t>Music/Art/Sports Entertainment</w:t>
            </w:r>
          </w:p>
        </w:tc>
      </w:tr>
    </w:tbl>
    <w:p w:rsidR="0070058A" w:rsidRDefault="0070058A" w:rsidP="0070058A"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0A0E151" wp14:editId="36F0830B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39" name="Down Arrow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9" o:spid="_x0000_s1026" type="#_x0000_t67" style="position:absolute;margin-left:342pt;margin-top:4.25pt;width:21.6pt;height:18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OLU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3E013B0" wp14:editId="06603250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40" name="Down Arrow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0" o:spid="_x0000_s1026" type="#_x0000_t67" style="position:absolute;margin-left:198pt;margin-top:4.25pt;width:21.6pt;height:18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3376E5B4" wp14:editId="7356FE88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41" name="Down Arrow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1" o:spid="_x0000_s1026" type="#_x0000_t67" style="position:absolute;margin-left:45pt;margin-top:4.25pt;width:21.6pt;height:18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Us0QgIAAJQ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"/>
            </w:pict>
          </mc:Fallback>
        </mc:AlternateContent>
      </w:r>
    </w:p>
    <w:p w:rsidR="0070058A" w:rsidRDefault="0070058A" w:rsidP="0070058A">
      <w:r>
        <w:tab/>
        <w:t xml:space="preserve">                                                               </w:t>
      </w:r>
      <w:r>
        <w:tab/>
      </w:r>
      <w: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70058A" w:rsidTr="00830A1D">
        <w:trPr>
          <w:trHeight w:val="2474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8A" w:rsidRDefault="0070058A" w:rsidP="00830A1D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70058A" w:rsidRDefault="0070058A" w:rsidP="00830A1D">
            <w:pPr>
              <w:rPr>
                <w:sz w:val="20"/>
              </w:rPr>
            </w:pPr>
          </w:p>
          <w:p w:rsidR="00932011" w:rsidRDefault="00932011" w:rsidP="00830A1D">
            <w:pPr>
              <w:rPr>
                <w:sz w:val="20"/>
              </w:rPr>
            </w:pPr>
          </w:p>
          <w:p w:rsidR="00932011" w:rsidRDefault="00932011" w:rsidP="009320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gusta</w:t>
            </w:r>
            <w:proofErr w:type="spellEnd"/>
            <w:r>
              <w:rPr>
                <w:sz w:val="20"/>
              </w:rPr>
              <w:t xml:space="preserve"> comer?</w:t>
            </w:r>
          </w:p>
          <w:p w:rsidR="0070058A" w:rsidRDefault="0070058A" w:rsidP="00830A1D">
            <w:pPr>
              <w:rPr>
                <w:sz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8A" w:rsidRDefault="0070058A" w:rsidP="00830A1D">
            <w:pPr>
              <w:jc w:val="center"/>
              <w:rPr>
                <w:sz w:val="16"/>
              </w:rPr>
            </w:pPr>
            <w:r>
              <w:rPr>
                <w:b/>
                <w:bCs/>
                <w:sz w:val="16"/>
              </w:rPr>
              <w:t>Lesson Essential Questions</w:t>
            </w:r>
            <w:r>
              <w:rPr>
                <w:sz w:val="16"/>
              </w:rPr>
              <w:t>:</w:t>
            </w:r>
          </w:p>
          <w:p w:rsidR="0070058A" w:rsidRDefault="0070058A" w:rsidP="00830A1D">
            <w:pPr>
              <w:rPr>
                <w:sz w:val="20"/>
              </w:rPr>
            </w:pPr>
          </w:p>
          <w:p w:rsidR="0070058A" w:rsidRDefault="0070058A" w:rsidP="00830A1D">
            <w:pPr>
              <w:rPr>
                <w:sz w:val="20"/>
              </w:rPr>
            </w:pPr>
          </w:p>
          <w:p w:rsidR="0070058A" w:rsidRDefault="00932011" w:rsidP="009320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gusta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hacer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8A" w:rsidRDefault="0070058A" w:rsidP="00830A1D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70058A" w:rsidRDefault="0070058A" w:rsidP="00830A1D">
            <w:pPr>
              <w:rPr>
                <w:sz w:val="20"/>
              </w:rPr>
            </w:pPr>
          </w:p>
          <w:p w:rsidR="0070058A" w:rsidRDefault="0070058A" w:rsidP="00830A1D">
            <w:pPr>
              <w:rPr>
                <w:sz w:val="20"/>
              </w:rPr>
            </w:pPr>
          </w:p>
          <w:p w:rsidR="00932011" w:rsidRDefault="00932011" w:rsidP="009320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gusta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más</w:t>
            </w:r>
            <w:proofErr w:type="spellEnd"/>
            <w:r>
              <w:rPr>
                <w:sz w:val="20"/>
              </w:rPr>
              <w:t>?</w:t>
            </w:r>
          </w:p>
        </w:tc>
      </w:tr>
    </w:tbl>
    <w:p w:rsidR="0070058A" w:rsidRDefault="0070058A" w:rsidP="0070058A"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10F2645C" wp14:editId="3E00C775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42" name="Down Arrow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2" o:spid="_x0000_s1026" type="#_x0000_t67" style="position:absolute;margin-left:45pt;margin-top:4.95pt;width:21.6pt;height:18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3EF0A986" wp14:editId="31A4413D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43" name="Down Arrow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3" o:spid="_x0000_s1026" type="#_x0000_t67" style="position:absolute;margin-left:351pt;margin-top:4.95pt;width:21.6pt;height:18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5VG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567868C" wp14:editId="6FA163FA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44" name="Down Arrow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4" o:spid="_x0000_s1026" type="#_x0000_t67" style="position:absolute;margin-left:207pt;margin-top:4.95pt;width:21.6pt;height:18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pjo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"/>
            </w:pict>
          </mc:Fallback>
        </mc:AlternateContent>
      </w:r>
      <w:r>
        <w:rPr>
          <w:b/>
          <w:bCs/>
          <w:sz w:val="16"/>
        </w:rPr>
        <w:t xml:space="preserve"> </w:t>
      </w:r>
    </w:p>
    <w:p w:rsidR="0070058A" w:rsidRDefault="0070058A" w:rsidP="0070058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70058A" w:rsidTr="00830A1D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11" w:rsidRDefault="00932011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932011" w:rsidRPr="00932011" w:rsidRDefault="00932011" w:rsidP="00932011">
            <w:pPr>
              <w:pStyle w:val="ListParagraph"/>
              <w:numPr>
                <w:ilvl w:val="0"/>
                <w:numId w:val="22"/>
              </w:numPr>
              <w:rPr>
                <w:b/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Gustar</w:t>
            </w:r>
            <w:proofErr w:type="spellEnd"/>
            <w:r>
              <w:rPr>
                <w:bCs/>
                <w:sz w:val="16"/>
              </w:rPr>
              <w:t>/</w:t>
            </w:r>
            <w:proofErr w:type="spellStart"/>
            <w:r>
              <w:rPr>
                <w:bCs/>
                <w:sz w:val="16"/>
              </w:rPr>
              <w:t>Encantar</w:t>
            </w:r>
            <w:proofErr w:type="spellEnd"/>
          </w:p>
          <w:p w:rsidR="00932011" w:rsidRPr="00932011" w:rsidRDefault="00932011" w:rsidP="00932011">
            <w:pPr>
              <w:pStyle w:val="ListParagraph"/>
              <w:numPr>
                <w:ilvl w:val="0"/>
                <w:numId w:val="22"/>
              </w:numPr>
              <w:rPr>
                <w:b/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e→i</w:t>
            </w:r>
            <w:proofErr w:type="spellEnd"/>
            <w:r>
              <w:rPr>
                <w:bCs/>
                <w:sz w:val="16"/>
              </w:rPr>
              <w:t xml:space="preserve"> Stem-changing Verbs</w:t>
            </w:r>
          </w:p>
          <w:p w:rsidR="00932011" w:rsidRPr="00932011" w:rsidRDefault="00932011" w:rsidP="00932011">
            <w:pPr>
              <w:pStyle w:val="ListParagraph"/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(</w:t>
            </w:r>
            <w:proofErr w:type="spellStart"/>
            <w:r>
              <w:rPr>
                <w:bCs/>
                <w:sz w:val="16"/>
              </w:rPr>
              <w:t>pedir</w:t>
            </w:r>
            <w:proofErr w:type="spellEnd"/>
            <w:r>
              <w:rPr>
                <w:bCs/>
                <w:sz w:val="16"/>
              </w:rPr>
              <w:t xml:space="preserve">, </w:t>
            </w:r>
            <w:proofErr w:type="spellStart"/>
            <w:r>
              <w:rPr>
                <w:bCs/>
                <w:sz w:val="16"/>
              </w:rPr>
              <w:t>servir</w:t>
            </w:r>
            <w:proofErr w:type="spellEnd"/>
            <w:r>
              <w:rPr>
                <w:bCs/>
                <w:sz w:val="16"/>
              </w:rPr>
              <w:t>)</w:t>
            </w:r>
          </w:p>
          <w:p w:rsidR="00932011" w:rsidRPr="00932011" w:rsidRDefault="00932011" w:rsidP="00932011">
            <w:pPr>
              <w:pStyle w:val="ListParagraph"/>
              <w:numPr>
                <w:ilvl w:val="0"/>
                <w:numId w:val="22"/>
              </w:numPr>
              <w:rPr>
                <w:b/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e→ie</w:t>
            </w:r>
            <w:proofErr w:type="spellEnd"/>
            <w:r>
              <w:rPr>
                <w:bCs/>
                <w:sz w:val="16"/>
              </w:rPr>
              <w:t xml:space="preserve"> Stem-changing Verbs</w:t>
            </w:r>
          </w:p>
          <w:p w:rsidR="00932011" w:rsidRDefault="00932011" w:rsidP="00932011">
            <w:pPr>
              <w:pStyle w:val="ListParagraph"/>
              <w:rPr>
                <w:bCs/>
                <w:sz w:val="16"/>
              </w:rPr>
            </w:pPr>
            <w:r>
              <w:rPr>
                <w:bCs/>
                <w:sz w:val="16"/>
              </w:rPr>
              <w:t>(</w:t>
            </w:r>
            <w:proofErr w:type="spellStart"/>
            <w:r>
              <w:rPr>
                <w:bCs/>
                <w:sz w:val="16"/>
              </w:rPr>
              <w:t>querer</w:t>
            </w:r>
            <w:proofErr w:type="spellEnd"/>
            <w:r>
              <w:rPr>
                <w:bCs/>
                <w:sz w:val="16"/>
              </w:rPr>
              <w:t xml:space="preserve">, </w:t>
            </w:r>
            <w:proofErr w:type="spellStart"/>
            <w:r>
              <w:rPr>
                <w:bCs/>
                <w:sz w:val="16"/>
              </w:rPr>
              <w:t>preferir</w:t>
            </w:r>
            <w:proofErr w:type="spellEnd"/>
            <w:r>
              <w:rPr>
                <w:bCs/>
                <w:sz w:val="16"/>
              </w:rPr>
              <w:t xml:space="preserve">, </w:t>
            </w:r>
            <w:proofErr w:type="spellStart"/>
            <w:r>
              <w:rPr>
                <w:bCs/>
                <w:sz w:val="16"/>
              </w:rPr>
              <w:t>pensar</w:t>
            </w:r>
            <w:proofErr w:type="spellEnd"/>
            <w:r>
              <w:rPr>
                <w:bCs/>
                <w:sz w:val="16"/>
              </w:rPr>
              <w:t>)</w:t>
            </w:r>
          </w:p>
          <w:p w:rsidR="00932011" w:rsidRPr="00932011" w:rsidRDefault="00932011" w:rsidP="00932011">
            <w:pPr>
              <w:pStyle w:val="ListParagraph"/>
              <w:numPr>
                <w:ilvl w:val="0"/>
                <w:numId w:val="22"/>
              </w:numPr>
              <w:rPr>
                <w:bCs/>
                <w:sz w:val="16"/>
              </w:rPr>
            </w:pPr>
            <w:proofErr w:type="spellStart"/>
            <w:r w:rsidRPr="00932011">
              <w:rPr>
                <w:bCs/>
                <w:sz w:val="16"/>
              </w:rPr>
              <w:t>Pedir</w:t>
            </w:r>
            <w:proofErr w:type="spellEnd"/>
            <w:r w:rsidRPr="00932011">
              <w:rPr>
                <w:bCs/>
                <w:sz w:val="16"/>
              </w:rPr>
              <w:t>/</w:t>
            </w:r>
            <w:proofErr w:type="spellStart"/>
            <w:r w:rsidRPr="00932011">
              <w:rPr>
                <w:bCs/>
                <w:sz w:val="16"/>
              </w:rPr>
              <w:t>Preguntar</w:t>
            </w:r>
            <w:proofErr w:type="spellEnd"/>
          </w:p>
          <w:p w:rsidR="00932011" w:rsidRDefault="00932011" w:rsidP="00830A1D">
            <w:pPr>
              <w:rPr>
                <w:b/>
                <w:bCs/>
                <w:sz w:val="16"/>
              </w:rPr>
            </w:pPr>
          </w:p>
          <w:p w:rsidR="0070058A" w:rsidRDefault="0070058A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2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Food</w:t>
            </w:r>
            <w:r w:rsidR="005F0EAC">
              <w:rPr>
                <w:bCs/>
                <w:sz w:val="16"/>
              </w:rPr>
              <w:t xml:space="preserve"> p.116-117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2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Meals</w:t>
            </w:r>
            <w:r w:rsidR="005F0EAC">
              <w:rPr>
                <w:bCs/>
                <w:sz w:val="16"/>
              </w:rPr>
              <w:t xml:space="preserve"> p.234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2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Place Settings</w:t>
            </w:r>
            <w:r w:rsidR="005F0EAC">
              <w:rPr>
                <w:bCs/>
                <w:sz w:val="16"/>
              </w:rPr>
              <w:t xml:space="preserve"> p.226-227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2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Restaurant</w:t>
            </w:r>
            <w:r w:rsidR="005F0EAC">
              <w:rPr>
                <w:bCs/>
                <w:sz w:val="16"/>
              </w:rPr>
              <w:t xml:space="preserve"> p.116-117</w:t>
            </w:r>
          </w:p>
          <w:p w:rsidR="00932011" w:rsidRDefault="00932011" w:rsidP="00830A1D">
            <w:pPr>
              <w:rPr>
                <w:b/>
                <w:bCs/>
                <w:sz w:val="16"/>
              </w:rPr>
            </w:pPr>
          </w:p>
          <w:p w:rsidR="00932011" w:rsidRDefault="00932011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3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Typical Foods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3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Meal Times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3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Ordering in a Restaurant</w:t>
            </w:r>
          </w:p>
          <w:p w:rsidR="00932011" w:rsidRPr="00932011" w:rsidRDefault="00932011" w:rsidP="00932011">
            <w:pPr>
              <w:pStyle w:val="ListParagraph"/>
              <w:rPr>
                <w:bCs/>
                <w:sz w:val="16"/>
              </w:rPr>
            </w:pPr>
          </w:p>
          <w:p w:rsidR="0070058A" w:rsidRDefault="0070058A" w:rsidP="00830A1D"/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11" w:rsidRDefault="00932011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4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Boot Verbs </w:t>
            </w:r>
            <w:r w:rsidR="00022419">
              <w:rPr>
                <w:bCs/>
                <w:sz w:val="16"/>
              </w:rPr>
              <w:t>(o-</w:t>
            </w:r>
            <w:proofErr w:type="spellStart"/>
            <w:r w:rsidR="00022419">
              <w:rPr>
                <w:bCs/>
                <w:sz w:val="16"/>
              </w:rPr>
              <w:t>ue</w:t>
            </w:r>
            <w:proofErr w:type="spellEnd"/>
            <w:r w:rsidR="00022419">
              <w:rPr>
                <w:bCs/>
                <w:sz w:val="16"/>
              </w:rPr>
              <w:t>, u-</w:t>
            </w:r>
            <w:proofErr w:type="spellStart"/>
            <w:r w:rsidR="00022419">
              <w:rPr>
                <w:bCs/>
                <w:sz w:val="16"/>
              </w:rPr>
              <w:t>ue</w:t>
            </w:r>
            <w:proofErr w:type="spellEnd"/>
            <w:r w:rsidR="00022419">
              <w:rPr>
                <w:bCs/>
                <w:sz w:val="16"/>
              </w:rPr>
              <w:t>)</w:t>
            </w:r>
          </w:p>
          <w:p w:rsidR="00932011" w:rsidRDefault="00932011" w:rsidP="00932011">
            <w:pPr>
              <w:pStyle w:val="ListParagraph"/>
              <w:rPr>
                <w:bCs/>
                <w:sz w:val="16"/>
              </w:rPr>
            </w:pPr>
            <w:r>
              <w:rPr>
                <w:bCs/>
                <w:sz w:val="16"/>
              </w:rPr>
              <w:t>(</w:t>
            </w:r>
            <w:proofErr w:type="spellStart"/>
            <w:r>
              <w:rPr>
                <w:bCs/>
                <w:sz w:val="16"/>
              </w:rPr>
              <w:t>jugar</w:t>
            </w:r>
            <w:proofErr w:type="spellEnd"/>
            <w:r>
              <w:rPr>
                <w:bCs/>
                <w:sz w:val="16"/>
              </w:rPr>
              <w:t>)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4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Ver</w:t>
            </w:r>
            <w:proofErr w:type="spellEnd"/>
          </w:p>
          <w:p w:rsidR="00932011" w:rsidRDefault="00932011" w:rsidP="00932011">
            <w:pPr>
              <w:pStyle w:val="ListParagraph"/>
              <w:numPr>
                <w:ilvl w:val="0"/>
                <w:numId w:val="24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Hacer</w:t>
            </w:r>
            <w:proofErr w:type="spellEnd"/>
          </w:p>
          <w:p w:rsidR="00932011" w:rsidRDefault="00932011" w:rsidP="00830A1D">
            <w:pPr>
              <w:rPr>
                <w:b/>
                <w:bCs/>
                <w:sz w:val="16"/>
              </w:rPr>
            </w:pPr>
          </w:p>
          <w:p w:rsidR="005F0EAC" w:rsidRDefault="005F0EAC" w:rsidP="00830A1D">
            <w:pPr>
              <w:rPr>
                <w:b/>
                <w:bCs/>
                <w:sz w:val="16"/>
              </w:rPr>
            </w:pPr>
          </w:p>
          <w:p w:rsidR="005F0EAC" w:rsidRDefault="005F0EAC" w:rsidP="00830A1D">
            <w:pPr>
              <w:rPr>
                <w:b/>
                <w:bCs/>
                <w:sz w:val="16"/>
              </w:rPr>
            </w:pPr>
          </w:p>
          <w:p w:rsidR="0070058A" w:rsidRDefault="0070058A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932011" w:rsidRPr="00932011" w:rsidRDefault="00932011" w:rsidP="00932011">
            <w:pPr>
              <w:pStyle w:val="ListParagraph"/>
              <w:numPr>
                <w:ilvl w:val="0"/>
                <w:numId w:val="25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Hobbies and Interests</w:t>
            </w:r>
            <w:r w:rsidR="005F0EAC">
              <w:rPr>
                <w:bCs/>
                <w:sz w:val="16"/>
              </w:rPr>
              <w:t xml:space="preserve"> p.276, 270-271</w:t>
            </w:r>
          </w:p>
          <w:p w:rsidR="005F0EAC" w:rsidRPr="005F0EAC" w:rsidRDefault="00932011" w:rsidP="00932011">
            <w:pPr>
              <w:pStyle w:val="ListParagraph"/>
              <w:numPr>
                <w:ilvl w:val="0"/>
                <w:numId w:val="25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Athletes (-</w:t>
            </w:r>
            <w:proofErr w:type="spellStart"/>
            <w:r>
              <w:rPr>
                <w:bCs/>
                <w:sz w:val="16"/>
              </w:rPr>
              <w:t>dor</w:t>
            </w:r>
            <w:proofErr w:type="spellEnd"/>
            <w:r>
              <w:rPr>
                <w:bCs/>
                <w:sz w:val="16"/>
              </w:rPr>
              <w:t>/a, -</w:t>
            </w:r>
            <w:proofErr w:type="spellStart"/>
            <w:r>
              <w:rPr>
                <w:bCs/>
                <w:sz w:val="16"/>
              </w:rPr>
              <w:t>ista</w:t>
            </w:r>
            <w:proofErr w:type="spellEnd"/>
            <w:r>
              <w:rPr>
                <w:bCs/>
                <w:sz w:val="16"/>
              </w:rPr>
              <w:t>)</w:t>
            </w:r>
            <w:r w:rsidR="005F0EAC">
              <w:rPr>
                <w:bCs/>
                <w:sz w:val="16"/>
              </w:rPr>
              <w:t xml:space="preserve"> p.298</w:t>
            </w:r>
          </w:p>
          <w:p w:rsidR="00932011" w:rsidRPr="00932011" w:rsidRDefault="00932011" w:rsidP="005F0EAC">
            <w:pPr>
              <w:pStyle w:val="ListParagraph"/>
              <w:rPr>
                <w:b/>
                <w:bCs/>
                <w:sz w:val="16"/>
              </w:rPr>
            </w:pPr>
          </w:p>
          <w:p w:rsidR="00932011" w:rsidRDefault="00932011" w:rsidP="00830A1D">
            <w:pPr>
              <w:rPr>
                <w:b/>
                <w:bCs/>
                <w:sz w:val="16"/>
              </w:rPr>
            </w:pPr>
          </w:p>
          <w:p w:rsidR="00932011" w:rsidRDefault="00932011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6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Sports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6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Latino Athletes</w:t>
            </w:r>
          </w:p>
          <w:p w:rsidR="00022419" w:rsidRDefault="00022419" w:rsidP="00932011">
            <w:pPr>
              <w:pStyle w:val="ListParagraph"/>
              <w:numPr>
                <w:ilvl w:val="0"/>
                <w:numId w:val="26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Bull Fighting</w:t>
            </w:r>
          </w:p>
          <w:p w:rsidR="00022419" w:rsidRPr="00932011" w:rsidRDefault="00022419" w:rsidP="00932011">
            <w:pPr>
              <w:pStyle w:val="ListParagraph"/>
              <w:numPr>
                <w:ilvl w:val="0"/>
                <w:numId w:val="26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Spain’s Soccer Teams</w:t>
            </w:r>
          </w:p>
          <w:p w:rsidR="0070058A" w:rsidRDefault="0070058A" w:rsidP="00830A1D">
            <w:pPr>
              <w:rPr>
                <w:sz w:val="16"/>
              </w:rPr>
            </w:pPr>
          </w:p>
          <w:p w:rsidR="0070058A" w:rsidRDefault="0070058A" w:rsidP="00830A1D">
            <w:pPr>
              <w:rPr>
                <w:sz w:val="16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11" w:rsidRDefault="00932011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7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Comparisons</w:t>
            </w:r>
            <w:r w:rsidR="00022419">
              <w:rPr>
                <w:bCs/>
                <w:sz w:val="16"/>
              </w:rPr>
              <w:t xml:space="preserve"> (mas/</w:t>
            </w:r>
            <w:proofErr w:type="spellStart"/>
            <w:r w:rsidR="00022419">
              <w:rPr>
                <w:bCs/>
                <w:sz w:val="16"/>
              </w:rPr>
              <w:t>menos</w:t>
            </w:r>
            <w:proofErr w:type="spellEnd"/>
            <w:r w:rsidR="00022419">
              <w:rPr>
                <w:bCs/>
                <w:sz w:val="16"/>
              </w:rPr>
              <w:t>…</w:t>
            </w:r>
            <w:proofErr w:type="spellStart"/>
            <w:r w:rsidR="00022419">
              <w:rPr>
                <w:bCs/>
                <w:sz w:val="16"/>
              </w:rPr>
              <w:t>que</w:t>
            </w:r>
            <w:proofErr w:type="spellEnd"/>
            <w:r w:rsidR="00022419">
              <w:rPr>
                <w:bCs/>
                <w:sz w:val="16"/>
              </w:rPr>
              <w:t>)</w:t>
            </w:r>
          </w:p>
          <w:p w:rsidR="00932011" w:rsidRPr="00932011" w:rsidRDefault="00932011" w:rsidP="00932011">
            <w:pPr>
              <w:pStyle w:val="ListParagraph"/>
              <w:numPr>
                <w:ilvl w:val="0"/>
                <w:numId w:val="27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Decir</w:t>
            </w:r>
            <w:proofErr w:type="spellEnd"/>
          </w:p>
          <w:p w:rsidR="00932011" w:rsidRDefault="00932011" w:rsidP="00830A1D">
            <w:pPr>
              <w:rPr>
                <w:b/>
                <w:bCs/>
                <w:sz w:val="16"/>
              </w:rPr>
            </w:pPr>
          </w:p>
          <w:p w:rsidR="00932011" w:rsidRPr="00757814" w:rsidRDefault="0070058A" w:rsidP="00757814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022419" w:rsidRPr="00022419" w:rsidRDefault="00022419" w:rsidP="00022419">
            <w:pPr>
              <w:pStyle w:val="ListParagraph"/>
              <w:numPr>
                <w:ilvl w:val="0"/>
                <w:numId w:val="36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Adjectives</w:t>
            </w:r>
            <w:r w:rsidR="0087338C">
              <w:rPr>
                <w:bCs/>
                <w:sz w:val="16"/>
              </w:rPr>
              <w:t xml:space="preserve"> p.144</w:t>
            </w:r>
          </w:p>
          <w:p w:rsidR="00932011" w:rsidRDefault="00932011" w:rsidP="00830A1D">
            <w:pPr>
              <w:rPr>
                <w:b/>
                <w:bCs/>
                <w:sz w:val="16"/>
              </w:rPr>
            </w:pPr>
          </w:p>
          <w:p w:rsidR="0087338C" w:rsidRDefault="0087338C" w:rsidP="00830A1D">
            <w:pPr>
              <w:rPr>
                <w:b/>
                <w:bCs/>
                <w:sz w:val="16"/>
              </w:rPr>
            </w:pPr>
          </w:p>
          <w:p w:rsidR="00932011" w:rsidRDefault="00932011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932011" w:rsidRPr="00932011" w:rsidRDefault="00932011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70058A" w:rsidRDefault="00932011" w:rsidP="00932011">
            <w:pPr>
              <w:pStyle w:val="ListParagraph"/>
              <w:numPr>
                <w:ilvl w:val="0"/>
                <w:numId w:val="28"/>
              </w:numPr>
              <w:rPr>
                <w:sz w:val="16"/>
              </w:rPr>
            </w:pPr>
            <w:r>
              <w:rPr>
                <w:sz w:val="16"/>
              </w:rPr>
              <w:t>Music</w:t>
            </w:r>
            <w:r w:rsidR="00757814">
              <w:rPr>
                <w:sz w:val="16"/>
              </w:rPr>
              <w:t xml:space="preserve"> (types/styles)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8"/>
              </w:numPr>
              <w:rPr>
                <w:sz w:val="16"/>
              </w:rPr>
            </w:pPr>
            <w:r>
              <w:rPr>
                <w:sz w:val="16"/>
              </w:rPr>
              <w:t>Arts</w:t>
            </w:r>
          </w:p>
          <w:p w:rsidR="00932011" w:rsidRPr="00932011" w:rsidRDefault="00932011" w:rsidP="00932011">
            <w:pPr>
              <w:pStyle w:val="ListParagraph"/>
              <w:numPr>
                <w:ilvl w:val="0"/>
                <w:numId w:val="28"/>
              </w:numPr>
              <w:rPr>
                <w:sz w:val="16"/>
              </w:rPr>
            </w:pPr>
            <w:r>
              <w:rPr>
                <w:sz w:val="16"/>
              </w:rPr>
              <w:t>Sports Entertainment</w:t>
            </w:r>
          </w:p>
          <w:p w:rsidR="0070058A" w:rsidRDefault="0070058A" w:rsidP="00830A1D">
            <w:pPr>
              <w:rPr>
                <w:sz w:val="16"/>
              </w:rPr>
            </w:pPr>
          </w:p>
          <w:p w:rsidR="00757814" w:rsidRDefault="00757814" w:rsidP="00830A1D">
            <w:pPr>
              <w:rPr>
                <w:sz w:val="16"/>
              </w:rPr>
            </w:pPr>
          </w:p>
          <w:p w:rsidR="00757814" w:rsidRDefault="00757814" w:rsidP="00830A1D">
            <w:pPr>
              <w:rPr>
                <w:sz w:val="16"/>
              </w:rPr>
            </w:pPr>
          </w:p>
          <w:p w:rsidR="00757814" w:rsidRDefault="00757814" w:rsidP="00830A1D">
            <w:pPr>
              <w:rPr>
                <w:sz w:val="16"/>
              </w:rPr>
            </w:pPr>
          </w:p>
          <w:p w:rsidR="00757814" w:rsidRDefault="00757814" w:rsidP="00830A1D">
            <w:pPr>
              <w:rPr>
                <w:sz w:val="16"/>
              </w:rPr>
            </w:pPr>
          </w:p>
        </w:tc>
      </w:tr>
    </w:tbl>
    <w:p w:rsidR="00DC023B" w:rsidRDefault="00DC023B" w:rsidP="00B66338">
      <w:pPr>
        <w:rPr>
          <w:b/>
          <w:bCs/>
          <w:sz w:val="20"/>
        </w:rPr>
      </w:pPr>
    </w:p>
    <w:p w:rsidR="00DC023B" w:rsidRDefault="00DC023B" w:rsidP="00B66338">
      <w:pPr>
        <w:rPr>
          <w:b/>
          <w:bCs/>
          <w:sz w:val="20"/>
        </w:rPr>
      </w:pPr>
    </w:p>
    <w:p w:rsidR="00B66338" w:rsidRDefault="00B66338" w:rsidP="00B66338">
      <w:pPr>
        <w:rPr>
          <w:b/>
          <w:bCs/>
          <w:sz w:val="20"/>
        </w:rPr>
      </w:pPr>
      <w:r>
        <w:rPr>
          <w:b/>
          <w:bCs/>
          <w:sz w:val="20"/>
        </w:rPr>
        <w:lastRenderedPageBreak/>
        <w:t xml:space="preserve">School District: </w:t>
      </w:r>
      <w:r w:rsidRPr="004D53A9">
        <w:rPr>
          <w:bCs/>
          <w:sz w:val="20"/>
        </w:rPr>
        <w:t>Chambersburg Area</w:t>
      </w:r>
    </w:p>
    <w:p w:rsidR="00B66338" w:rsidRDefault="00B66338" w:rsidP="00B66338">
      <w:pPr>
        <w:rPr>
          <w:b/>
          <w:bCs/>
          <w:sz w:val="20"/>
        </w:rPr>
      </w:pPr>
      <w:r>
        <w:rPr>
          <w:b/>
          <w:bCs/>
          <w:sz w:val="20"/>
        </w:rPr>
        <w:t xml:space="preserve">Course:   </w:t>
      </w:r>
      <w:r w:rsidRPr="004D53A9">
        <w:rPr>
          <w:bCs/>
          <w:sz w:val="20"/>
        </w:rPr>
        <w:t>Spanish I</w:t>
      </w:r>
      <w:r>
        <w:rPr>
          <w:b/>
          <w:bCs/>
          <w:sz w:val="20"/>
        </w:rPr>
        <w:t xml:space="preserve">   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Date:  </w:t>
      </w:r>
      <w:r>
        <w:rPr>
          <w:b/>
          <w:bCs/>
          <w:sz w:val="20"/>
        </w:rPr>
        <w:tab/>
      </w:r>
    </w:p>
    <w:p w:rsidR="00B66338" w:rsidRDefault="00B66338" w:rsidP="00B66338">
      <w:pPr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B66338" w:rsidTr="00830A1D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338" w:rsidRDefault="00B66338" w:rsidP="00830A1D">
            <w:r>
              <w:t xml:space="preserve">Topic:                                                                                         Days:                                                                                                     </w:t>
            </w:r>
          </w:p>
          <w:p w:rsidR="00B66338" w:rsidRDefault="00B66338" w:rsidP="00830A1D">
            <w:r>
              <w:t xml:space="preserve">Subject Area: </w:t>
            </w:r>
            <w:r w:rsidR="00594ECF" w:rsidRPr="00594ECF">
              <w:rPr>
                <w:b/>
              </w:rPr>
              <w:t>Honors</w:t>
            </w:r>
            <w:r w:rsidR="00594ECF">
              <w:t xml:space="preserve"> </w:t>
            </w:r>
            <w:r>
              <w:t xml:space="preserve">Spanish I                             </w:t>
            </w:r>
            <w:r w:rsidR="00594ECF">
              <w:t xml:space="preserve">                    </w:t>
            </w:r>
            <w:r>
              <w:t xml:space="preserve">Grade:  High School </w:t>
            </w:r>
          </w:p>
        </w:tc>
      </w:tr>
    </w:tbl>
    <w:p w:rsidR="00B66338" w:rsidRDefault="00B66338" w:rsidP="00B66338">
      <w: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B66338" w:rsidTr="00830A1D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338" w:rsidRDefault="00B66338" w:rsidP="00830A1D">
            <w:r>
              <w:rPr>
                <w:b/>
                <w:bCs/>
                <w:sz w:val="20"/>
              </w:rPr>
              <w:t>Key Learning:</w:t>
            </w:r>
            <w:r>
              <w:t xml:space="preserve"> </w:t>
            </w:r>
          </w:p>
        </w:tc>
      </w:tr>
    </w:tbl>
    <w:p w:rsidR="00B66338" w:rsidRDefault="00B66338" w:rsidP="00B66338"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E6EA66F" wp14:editId="55F3EBE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7620" r="9525" b="11430"/>
                <wp:wrapNone/>
                <wp:docPr id="45" name="Oval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5" o:spid="_x0000_s1026" style="position:absolute;margin-left:27pt;margin-top:18.6pt;width:378pt;height:1in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AXwKHHFgIAAC8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</w:rPr>
        <w:t xml:space="preserve">Unit Essential Question: </w:t>
      </w:r>
      <w:r>
        <w:rPr>
          <w:sz w:val="20"/>
        </w:rPr>
        <w:t xml:space="preserve"> </w:t>
      </w:r>
      <w:r>
        <w:t xml:space="preserve"> </w:t>
      </w:r>
    </w:p>
    <w:p w:rsidR="00B66338" w:rsidRDefault="00B66338" w:rsidP="00B66338">
      <w:r>
        <w:t xml:space="preserve">                           </w:t>
      </w:r>
      <w:r>
        <w:tab/>
      </w:r>
    </w:p>
    <w:p w:rsidR="00B66338" w:rsidRDefault="00B66338" w:rsidP="00B66338"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09AD04BD" wp14:editId="4D9B6CA6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9525" r="9525" b="9525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338" w:rsidRDefault="00B66338" w:rsidP="00B66338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</w:p>
                          <w:p w:rsidR="00B66338" w:rsidRPr="0038196B" w:rsidRDefault="009458B4" w:rsidP="00B66338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bCs/>
                                <w:sz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</w:rPr>
                              <w:tab/>
                            </w:r>
                            <w:r w:rsidRPr="0038196B">
                              <w:rPr>
                                <w:bCs/>
                              </w:rPr>
                              <w:t>What is your house like?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0" type="#_x0000_t202" style="position:absolute;margin-left:90pt;margin-top:9pt;width:243pt;height:36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">
                <v:textbox>
                  <w:txbxContent>
                    <w:p w:rsidR="00B66338" w:rsidRDefault="00B66338" w:rsidP="00B66338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</w:p>
                    <w:p w:rsidR="00B66338" w:rsidRPr="0038196B" w:rsidRDefault="009458B4" w:rsidP="00B66338">
                      <w:pPr>
                        <w:rPr>
                          <w:sz w:val="32"/>
                        </w:rPr>
                      </w:pPr>
                      <w:r>
                        <w:rPr>
                          <w:bCs/>
                          <w:sz w:val="20"/>
                        </w:rPr>
                        <w:tab/>
                      </w:r>
                      <w:r>
                        <w:rPr>
                          <w:bCs/>
                          <w:sz w:val="20"/>
                        </w:rPr>
                        <w:tab/>
                      </w:r>
                      <w:r>
                        <w:rPr>
                          <w:bCs/>
                          <w:sz w:val="20"/>
                        </w:rPr>
                        <w:tab/>
                      </w:r>
                      <w:r w:rsidRPr="0038196B">
                        <w:rPr>
                          <w:bCs/>
                        </w:rPr>
                        <w:t>What is your house like?</w:t>
                      </w:r>
                    </w:p>
                  </w:txbxContent>
                </v:textbox>
              </v:shape>
            </w:pict>
          </mc:Fallback>
        </mc:AlternateContent>
      </w:r>
    </w:p>
    <w:p w:rsidR="00B66338" w:rsidRDefault="00B66338" w:rsidP="00B66338"/>
    <w:p w:rsidR="00B66338" w:rsidRDefault="00B66338" w:rsidP="00B66338"/>
    <w:p w:rsidR="00B66338" w:rsidRDefault="00B66338" w:rsidP="00B66338"/>
    <w:p w:rsidR="00B66338" w:rsidRDefault="00B66338" w:rsidP="00B66338"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EA3F9AA" wp14:editId="53ADD509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47" name="Down Arrow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7" o:spid="_x0000_s1026" type="#_x0000_t67" style="position:absolute;margin-left:342pt;margin-top:2.8pt;width:21.6pt;height:18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ymj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4ED291C9" wp14:editId="7F2FABD9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48" name="Down Arrow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8" o:spid="_x0000_s1026" type="#_x0000_t67" style="position:absolute;margin-left:198pt;margin-top:2.8pt;width:21.6pt;height:18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Swd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62E0B03F" wp14:editId="60D64A02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49" name="Down Arrow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9" o:spid="_x0000_s1026" type="#_x0000_t67" style="position:absolute;margin-left:45pt;margin-top:2.8pt;width:21.6pt;height:18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kMk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"/>
            </w:pict>
          </mc:Fallback>
        </mc:AlternateContent>
      </w:r>
      <w:r>
        <w:t xml:space="preserve">          </w:t>
      </w:r>
    </w:p>
    <w:p w:rsidR="00B66338" w:rsidRDefault="00B66338" w:rsidP="00B6633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B66338" w:rsidTr="00830A1D">
        <w:trPr>
          <w:trHeight w:val="935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338" w:rsidRDefault="00B66338" w:rsidP="00830A1D">
            <w:pPr>
              <w:rPr>
                <w:b/>
                <w:bCs/>
                <w:sz w:val="18"/>
              </w:rPr>
            </w:pPr>
            <w:r>
              <w:t xml:space="preserve"> </w:t>
            </w:r>
            <w:r>
              <w:rPr>
                <w:b/>
                <w:bCs/>
                <w:sz w:val="18"/>
              </w:rPr>
              <w:t>Concept:</w:t>
            </w:r>
            <w:r w:rsidR="00594ECF">
              <w:rPr>
                <w:b/>
                <w:bCs/>
                <w:sz w:val="18"/>
              </w:rPr>
              <w:t xml:space="preserve"> 5.1</w:t>
            </w:r>
          </w:p>
          <w:p w:rsidR="00B66338" w:rsidRDefault="00B66338" w:rsidP="00830A1D">
            <w:r>
              <w:t xml:space="preserve"> </w:t>
            </w:r>
          </w:p>
          <w:p w:rsidR="009458B4" w:rsidRDefault="009458B4" w:rsidP="00945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Rooms of a House/Furniture/</w:t>
            </w:r>
          </w:p>
          <w:p w:rsidR="009458B4" w:rsidRDefault="009458B4" w:rsidP="00945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Appliances</w:t>
            </w:r>
          </w:p>
          <w:p w:rsidR="009458B4" w:rsidRPr="009458B4" w:rsidRDefault="009458B4" w:rsidP="00830A1D">
            <w:pPr>
              <w:rPr>
                <w:sz w:val="22"/>
                <w:szCs w:val="22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338" w:rsidRDefault="00B66338" w:rsidP="00830A1D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  <w:r w:rsidR="00594ECF">
              <w:rPr>
                <w:b/>
                <w:bCs/>
                <w:sz w:val="18"/>
              </w:rPr>
              <w:t xml:space="preserve"> 5.2</w:t>
            </w:r>
          </w:p>
          <w:p w:rsidR="00B66338" w:rsidRDefault="00B66338" w:rsidP="00830A1D">
            <w:pPr>
              <w:rPr>
                <w:sz w:val="16"/>
              </w:rPr>
            </w:pPr>
          </w:p>
          <w:p w:rsidR="009458B4" w:rsidRPr="009458B4" w:rsidRDefault="009458B4" w:rsidP="009458B4">
            <w:pPr>
              <w:jc w:val="center"/>
              <w:rPr>
                <w:sz w:val="20"/>
                <w:szCs w:val="20"/>
              </w:rPr>
            </w:pPr>
            <w:r w:rsidRPr="0038196B">
              <w:rPr>
                <w:sz w:val="22"/>
                <w:szCs w:val="20"/>
              </w:rPr>
              <w:t>Chores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338" w:rsidRDefault="00B66338" w:rsidP="00830A1D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  <w:r w:rsidR="00594ECF">
              <w:rPr>
                <w:b/>
                <w:bCs/>
                <w:sz w:val="18"/>
              </w:rPr>
              <w:t xml:space="preserve"> 5.3</w:t>
            </w:r>
          </w:p>
          <w:p w:rsidR="00B66338" w:rsidRDefault="00B66338" w:rsidP="00830A1D">
            <w:pPr>
              <w:rPr>
                <w:sz w:val="16"/>
              </w:rPr>
            </w:pPr>
          </w:p>
          <w:p w:rsidR="009458B4" w:rsidRPr="009458B4" w:rsidRDefault="009458B4" w:rsidP="009458B4">
            <w:pPr>
              <w:jc w:val="center"/>
              <w:rPr>
                <w:sz w:val="20"/>
                <w:szCs w:val="20"/>
              </w:rPr>
            </w:pPr>
            <w:r w:rsidRPr="0038196B">
              <w:rPr>
                <w:sz w:val="22"/>
                <w:szCs w:val="20"/>
              </w:rPr>
              <w:t>Preferences</w:t>
            </w:r>
          </w:p>
        </w:tc>
      </w:tr>
    </w:tbl>
    <w:p w:rsidR="00B66338" w:rsidRDefault="00B66338" w:rsidP="00B66338"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7F9ADC86" wp14:editId="730B0AB2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50" name="Down Arrow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0" o:spid="_x0000_s1026" type="#_x0000_t67" style="position:absolute;margin-left:342pt;margin-top:4.25pt;width:21.6pt;height:18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09A63EFC" wp14:editId="49CB07D0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51" name="Down Arrow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1" o:spid="_x0000_s1026" type="#_x0000_t67" style="position:absolute;margin-left:198pt;margin-top:4.25pt;width:21.6pt;height:18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qsSQgIAAJQ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0CF78E3B" wp14:editId="101834D8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52" name="Down Arrow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2" o:spid="_x0000_s1026" type="#_x0000_t67" style="position:absolute;margin-left:45pt;margin-top:4.25pt;width:21.6pt;height:18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"/>
            </w:pict>
          </mc:Fallback>
        </mc:AlternateContent>
      </w:r>
    </w:p>
    <w:p w:rsidR="00B66338" w:rsidRDefault="00B66338" w:rsidP="00B66338">
      <w:r>
        <w:tab/>
        <w:t xml:space="preserve">                                                               </w:t>
      </w:r>
      <w:r>
        <w:tab/>
      </w:r>
      <w: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B66338" w:rsidTr="00830A1D">
        <w:trPr>
          <w:trHeight w:val="2474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338" w:rsidRDefault="00B66338" w:rsidP="00830A1D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B66338" w:rsidRDefault="00B66338" w:rsidP="00830A1D">
            <w:pPr>
              <w:rPr>
                <w:sz w:val="20"/>
              </w:rPr>
            </w:pPr>
          </w:p>
          <w:p w:rsidR="00B66338" w:rsidRDefault="009458B4" w:rsidP="009458B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Cómo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tu</w:t>
            </w:r>
            <w:proofErr w:type="spellEnd"/>
            <w:r>
              <w:rPr>
                <w:sz w:val="20"/>
              </w:rPr>
              <w:t xml:space="preserve"> casa?</w:t>
            </w:r>
          </w:p>
          <w:p w:rsidR="00C42CAD" w:rsidRDefault="00C42CAD" w:rsidP="009458B4">
            <w:pPr>
              <w:jc w:val="center"/>
              <w:rPr>
                <w:sz w:val="20"/>
              </w:rPr>
            </w:pPr>
          </w:p>
          <w:p w:rsidR="009458B4" w:rsidRDefault="009458B4" w:rsidP="009458B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hay en </w:t>
            </w:r>
            <w:proofErr w:type="spellStart"/>
            <w:r>
              <w:rPr>
                <w:sz w:val="20"/>
              </w:rPr>
              <w:t>tu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dormitorio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338" w:rsidRDefault="00B66338" w:rsidP="00830A1D">
            <w:pPr>
              <w:jc w:val="center"/>
              <w:rPr>
                <w:sz w:val="16"/>
              </w:rPr>
            </w:pPr>
            <w:r>
              <w:rPr>
                <w:b/>
                <w:bCs/>
                <w:sz w:val="16"/>
              </w:rPr>
              <w:t>Lesson Essential Questions</w:t>
            </w:r>
            <w:r>
              <w:rPr>
                <w:sz w:val="16"/>
              </w:rPr>
              <w:t>:</w:t>
            </w:r>
          </w:p>
          <w:p w:rsidR="00B66338" w:rsidRDefault="00B66338" w:rsidP="00830A1D">
            <w:pPr>
              <w:rPr>
                <w:sz w:val="20"/>
              </w:rPr>
            </w:pPr>
          </w:p>
          <w:p w:rsidR="00B66338" w:rsidRDefault="009458B4" w:rsidP="009458B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Cuáles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quehaceres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tienes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hacer</w:t>
            </w:r>
            <w:proofErr w:type="spellEnd"/>
            <w:r>
              <w:rPr>
                <w:sz w:val="20"/>
              </w:rPr>
              <w:t>?</w:t>
            </w:r>
          </w:p>
          <w:p w:rsidR="00C42CAD" w:rsidRDefault="00C42CAD" w:rsidP="009458B4">
            <w:pPr>
              <w:jc w:val="center"/>
              <w:rPr>
                <w:sz w:val="20"/>
              </w:rPr>
            </w:pPr>
          </w:p>
          <w:p w:rsidR="009458B4" w:rsidRDefault="009458B4" w:rsidP="009458B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estás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haciendo</w:t>
            </w:r>
            <w:proofErr w:type="spellEnd"/>
            <w:r>
              <w:rPr>
                <w:sz w:val="20"/>
              </w:rPr>
              <w:t>?</w:t>
            </w:r>
          </w:p>
          <w:p w:rsidR="00B66338" w:rsidRDefault="00B66338" w:rsidP="00830A1D">
            <w:pPr>
              <w:rPr>
                <w:sz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338" w:rsidRDefault="00B66338" w:rsidP="00830A1D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B66338" w:rsidRDefault="00B66338" w:rsidP="00830A1D">
            <w:pPr>
              <w:rPr>
                <w:sz w:val="20"/>
              </w:rPr>
            </w:pPr>
          </w:p>
          <w:p w:rsidR="00B66338" w:rsidRDefault="009458B4" w:rsidP="009458B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Prefieres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estos</w:t>
            </w:r>
            <w:proofErr w:type="spellEnd"/>
            <w:r>
              <w:rPr>
                <w:sz w:val="20"/>
              </w:rPr>
              <w:t xml:space="preserve"> o </w:t>
            </w:r>
            <w:proofErr w:type="spellStart"/>
            <w:r>
              <w:rPr>
                <w:sz w:val="20"/>
              </w:rPr>
              <w:t>esos</w:t>
            </w:r>
            <w:proofErr w:type="spellEnd"/>
            <w:r>
              <w:rPr>
                <w:sz w:val="20"/>
              </w:rPr>
              <w:t>?</w:t>
            </w:r>
          </w:p>
        </w:tc>
      </w:tr>
    </w:tbl>
    <w:p w:rsidR="00B66338" w:rsidRDefault="00B66338" w:rsidP="00B66338"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7AA15C83" wp14:editId="1B66F7FE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53" name="Down Arrow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3" o:spid="_x0000_s1026" type="#_x0000_t67" style="position:absolute;margin-left:45pt;margin-top:4.95pt;width:21.6pt;height:18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Vg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58447C0D" wp14:editId="5657E214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54" name="Down Arrow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4" o:spid="_x0000_s1026" type="#_x0000_t67" style="position:absolute;margin-left:351pt;margin-top:4.95pt;width:21.6pt;height:18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XjO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0488ED90" wp14:editId="140E6E0E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55" name="Down Arrow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5" o:spid="_x0000_s1026" type="#_x0000_t67" style="position:absolute;margin-left:207pt;margin-top:4.95pt;width:21.6pt;height:18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hf3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"/>
            </w:pict>
          </mc:Fallback>
        </mc:AlternateContent>
      </w:r>
      <w:r>
        <w:rPr>
          <w:b/>
          <w:bCs/>
          <w:sz w:val="16"/>
        </w:rPr>
        <w:t xml:space="preserve"> </w:t>
      </w:r>
    </w:p>
    <w:p w:rsidR="00B66338" w:rsidRDefault="00B66338" w:rsidP="00B6633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B66338" w:rsidTr="00830A1D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D" w:rsidRDefault="00C42CAD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Grammar: </w:t>
            </w:r>
          </w:p>
          <w:p w:rsidR="00C42CAD" w:rsidRDefault="00DC023B" w:rsidP="00C42CAD">
            <w:pPr>
              <w:pStyle w:val="ListParagraph"/>
              <w:numPr>
                <w:ilvl w:val="0"/>
                <w:numId w:val="29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(</w:t>
            </w:r>
            <w:r w:rsidR="00C42CAD">
              <w:rPr>
                <w:bCs/>
                <w:sz w:val="16"/>
              </w:rPr>
              <w:t xml:space="preserve">Review </w:t>
            </w:r>
            <w:proofErr w:type="spellStart"/>
            <w:r w:rsidR="00C42CAD">
              <w:rPr>
                <w:bCs/>
                <w:sz w:val="16"/>
              </w:rPr>
              <w:t>Tener</w:t>
            </w:r>
            <w:proofErr w:type="spellEnd"/>
            <w:r>
              <w:rPr>
                <w:bCs/>
                <w:sz w:val="16"/>
              </w:rPr>
              <w:t>)</w:t>
            </w:r>
          </w:p>
          <w:p w:rsidR="00C42CAD" w:rsidRDefault="00DC023B" w:rsidP="00C42CAD">
            <w:pPr>
              <w:pStyle w:val="ListParagraph"/>
              <w:numPr>
                <w:ilvl w:val="0"/>
                <w:numId w:val="29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(</w:t>
            </w:r>
            <w:r w:rsidR="00C42CAD">
              <w:rPr>
                <w:bCs/>
                <w:sz w:val="16"/>
              </w:rPr>
              <w:t>Review Adjective Agreement</w:t>
            </w:r>
            <w:r>
              <w:rPr>
                <w:bCs/>
                <w:sz w:val="16"/>
              </w:rPr>
              <w:t>)</w:t>
            </w:r>
          </w:p>
          <w:p w:rsidR="00C42CAD" w:rsidRDefault="00DC023B" w:rsidP="00C42CAD">
            <w:pPr>
              <w:pStyle w:val="ListParagraph"/>
              <w:numPr>
                <w:ilvl w:val="0"/>
                <w:numId w:val="29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(</w:t>
            </w:r>
            <w:r w:rsidR="00C42CAD">
              <w:rPr>
                <w:bCs/>
                <w:sz w:val="16"/>
              </w:rPr>
              <w:t>Review Possessive Adjectives</w:t>
            </w:r>
            <w:r>
              <w:rPr>
                <w:bCs/>
                <w:sz w:val="16"/>
              </w:rPr>
              <w:t>)</w:t>
            </w:r>
          </w:p>
          <w:p w:rsidR="00C42CAD" w:rsidRDefault="00DC023B" w:rsidP="00C42CAD">
            <w:pPr>
              <w:pStyle w:val="ListParagraph"/>
              <w:numPr>
                <w:ilvl w:val="0"/>
                <w:numId w:val="29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(</w:t>
            </w:r>
            <w:r w:rsidR="00C42CAD">
              <w:rPr>
                <w:bCs/>
                <w:sz w:val="16"/>
              </w:rPr>
              <w:t xml:space="preserve">Review </w:t>
            </w:r>
            <w:proofErr w:type="spellStart"/>
            <w:r w:rsidR="00C42CAD">
              <w:rPr>
                <w:bCs/>
                <w:sz w:val="16"/>
              </w:rPr>
              <w:t>Estar</w:t>
            </w:r>
            <w:proofErr w:type="spellEnd"/>
            <w:r w:rsidR="00C42CAD">
              <w:rPr>
                <w:bCs/>
                <w:sz w:val="16"/>
              </w:rPr>
              <w:t xml:space="preserve"> + Prepositions</w:t>
            </w:r>
            <w:r>
              <w:rPr>
                <w:bCs/>
                <w:sz w:val="16"/>
              </w:rPr>
              <w:t>)</w:t>
            </w:r>
          </w:p>
          <w:p w:rsidR="00C42CAD" w:rsidRDefault="00C42CAD" w:rsidP="00C42CAD">
            <w:pPr>
              <w:pStyle w:val="ListParagraph"/>
              <w:numPr>
                <w:ilvl w:val="0"/>
                <w:numId w:val="29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Hay</w:t>
            </w:r>
          </w:p>
          <w:p w:rsidR="00C42CAD" w:rsidRDefault="00C42CAD" w:rsidP="00C42CAD">
            <w:pPr>
              <w:pStyle w:val="ListParagraph"/>
              <w:numPr>
                <w:ilvl w:val="0"/>
                <w:numId w:val="29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Ordinal Numbers</w:t>
            </w:r>
          </w:p>
          <w:p w:rsidR="00C42CAD" w:rsidRDefault="00C42CAD" w:rsidP="00830A1D">
            <w:pPr>
              <w:rPr>
                <w:b/>
                <w:bCs/>
                <w:sz w:val="16"/>
              </w:rPr>
            </w:pPr>
          </w:p>
          <w:p w:rsidR="00B66338" w:rsidRDefault="00B66338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C42CAD" w:rsidRDefault="00C42CAD" w:rsidP="00C42CAD">
            <w:pPr>
              <w:pStyle w:val="ListParagraph"/>
              <w:numPr>
                <w:ilvl w:val="0"/>
                <w:numId w:val="30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Rooms of a House</w:t>
            </w:r>
            <w:r w:rsidR="00757814">
              <w:rPr>
                <w:bCs/>
                <w:sz w:val="16"/>
              </w:rPr>
              <w:t xml:space="preserve"> p.226</w:t>
            </w:r>
          </w:p>
          <w:p w:rsidR="00C42CAD" w:rsidRDefault="00C42CAD" w:rsidP="00C42CAD">
            <w:pPr>
              <w:pStyle w:val="ListParagraph"/>
              <w:numPr>
                <w:ilvl w:val="0"/>
                <w:numId w:val="30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Furniture</w:t>
            </w:r>
            <w:r w:rsidR="00757814">
              <w:rPr>
                <w:bCs/>
                <w:sz w:val="16"/>
              </w:rPr>
              <w:t xml:space="preserve"> p.244</w:t>
            </w:r>
          </w:p>
          <w:p w:rsidR="00C42CAD" w:rsidRPr="00C42CAD" w:rsidRDefault="00C42CAD" w:rsidP="00C42CAD">
            <w:pPr>
              <w:pStyle w:val="ListParagraph"/>
              <w:numPr>
                <w:ilvl w:val="0"/>
                <w:numId w:val="30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Appliances</w:t>
            </w:r>
            <w:r w:rsidR="00757814">
              <w:rPr>
                <w:bCs/>
                <w:sz w:val="16"/>
              </w:rPr>
              <w:t xml:space="preserve"> p.252 (red)</w:t>
            </w:r>
          </w:p>
          <w:p w:rsidR="00C42CAD" w:rsidRDefault="00C42CAD" w:rsidP="00830A1D">
            <w:pPr>
              <w:rPr>
                <w:b/>
                <w:bCs/>
                <w:sz w:val="16"/>
              </w:rPr>
            </w:pPr>
          </w:p>
          <w:p w:rsidR="00C42CAD" w:rsidRPr="00C42CAD" w:rsidRDefault="00C42CAD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B66338" w:rsidRDefault="00C42CAD" w:rsidP="00C42CAD">
            <w:pPr>
              <w:pStyle w:val="ListParagraph"/>
              <w:numPr>
                <w:ilvl w:val="0"/>
                <w:numId w:val="31"/>
              </w:numPr>
              <w:rPr>
                <w:sz w:val="16"/>
              </w:rPr>
            </w:pPr>
            <w:r>
              <w:rPr>
                <w:sz w:val="16"/>
              </w:rPr>
              <w:t>Types of Housing</w:t>
            </w:r>
          </w:p>
          <w:p w:rsidR="00C42CAD" w:rsidRDefault="00C42CAD" w:rsidP="00C42CAD">
            <w:pPr>
              <w:pStyle w:val="ListParagraph"/>
              <w:numPr>
                <w:ilvl w:val="0"/>
                <w:numId w:val="31"/>
              </w:numPr>
              <w:rPr>
                <w:sz w:val="16"/>
              </w:rPr>
            </w:pPr>
            <w:r>
              <w:rPr>
                <w:sz w:val="16"/>
              </w:rPr>
              <w:t>Who Lives in a House</w:t>
            </w:r>
          </w:p>
          <w:p w:rsidR="00C42CAD" w:rsidRDefault="00C42CAD" w:rsidP="00C42CAD">
            <w:pPr>
              <w:pStyle w:val="ListParagraph"/>
              <w:numPr>
                <w:ilvl w:val="0"/>
                <w:numId w:val="31"/>
              </w:numPr>
              <w:rPr>
                <w:sz w:val="16"/>
              </w:rPr>
            </w:pPr>
            <w:r>
              <w:rPr>
                <w:sz w:val="16"/>
              </w:rPr>
              <w:t>When Young Adults Move Out</w:t>
            </w:r>
          </w:p>
          <w:p w:rsidR="00C42CAD" w:rsidRPr="00C42CAD" w:rsidRDefault="00C42CAD" w:rsidP="00C42CAD">
            <w:pPr>
              <w:pStyle w:val="ListParagraph"/>
              <w:numPr>
                <w:ilvl w:val="0"/>
                <w:numId w:val="31"/>
              </w:numPr>
              <w:rPr>
                <w:sz w:val="16"/>
              </w:rPr>
            </w:pPr>
            <w:r>
              <w:rPr>
                <w:sz w:val="16"/>
              </w:rPr>
              <w:t>Floor Plans</w:t>
            </w:r>
          </w:p>
          <w:p w:rsidR="00B66338" w:rsidRDefault="00B66338" w:rsidP="00830A1D"/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D" w:rsidRDefault="00C42CAD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Grammar: </w:t>
            </w:r>
          </w:p>
          <w:p w:rsidR="00C42CAD" w:rsidRDefault="00C42CAD" w:rsidP="00C42CAD">
            <w:pPr>
              <w:pStyle w:val="ListParagraph"/>
              <w:numPr>
                <w:ilvl w:val="0"/>
                <w:numId w:val="33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Deber</w:t>
            </w:r>
            <w:proofErr w:type="spellEnd"/>
            <w:r>
              <w:rPr>
                <w:bCs/>
                <w:sz w:val="16"/>
              </w:rPr>
              <w:t>/</w:t>
            </w:r>
            <w:proofErr w:type="spellStart"/>
            <w:r>
              <w:rPr>
                <w:bCs/>
                <w:sz w:val="16"/>
              </w:rPr>
              <w:t>Tener</w:t>
            </w:r>
            <w:proofErr w:type="spellEnd"/>
            <w:r>
              <w:rPr>
                <w:bCs/>
                <w:sz w:val="16"/>
              </w:rPr>
              <w:t xml:space="preserve"> </w:t>
            </w:r>
            <w:proofErr w:type="spellStart"/>
            <w:r>
              <w:rPr>
                <w:bCs/>
                <w:sz w:val="16"/>
              </w:rPr>
              <w:t>Que</w:t>
            </w:r>
            <w:proofErr w:type="spellEnd"/>
          </w:p>
          <w:p w:rsidR="00C42CAD" w:rsidRDefault="00C42CAD" w:rsidP="00C42CAD">
            <w:pPr>
              <w:pStyle w:val="ListParagraph"/>
              <w:numPr>
                <w:ilvl w:val="0"/>
                <w:numId w:val="33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Present Progressive</w:t>
            </w:r>
          </w:p>
          <w:p w:rsidR="00C42CAD" w:rsidRPr="00C42CAD" w:rsidRDefault="00C42CAD" w:rsidP="00C42CAD">
            <w:pPr>
              <w:pStyle w:val="ListParagraph"/>
              <w:numPr>
                <w:ilvl w:val="0"/>
                <w:numId w:val="33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Acabar</w:t>
            </w:r>
            <w:proofErr w:type="spellEnd"/>
            <w:r>
              <w:rPr>
                <w:bCs/>
                <w:sz w:val="16"/>
              </w:rPr>
              <w:t xml:space="preserve"> De</w:t>
            </w:r>
          </w:p>
          <w:p w:rsidR="00C42CAD" w:rsidRDefault="00C42CAD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B66338" w:rsidRDefault="00B66338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C42CAD" w:rsidRPr="00C42CAD" w:rsidRDefault="00C42CAD" w:rsidP="00C42CAD">
            <w:pPr>
              <w:pStyle w:val="ListParagraph"/>
              <w:numPr>
                <w:ilvl w:val="0"/>
                <w:numId w:val="32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Chores</w:t>
            </w:r>
            <w:r w:rsidR="00757814">
              <w:rPr>
                <w:bCs/>
                <w:sz w:val="16"/>
              </w:rPr>
              <w:t xml:space="preserve"> p.328, 318</w:t>
            </w:r>
          </w:p>
          <w:p w:rsidR="00C42CAD" w:rsidRDefault="00C42CAD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C42CAD" w:rsidRDefault="00C42CAD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C42CAD" w:rsidRDefault="00C42CAD" w:rsidP="00594ECF">
            <w:pPr>
              <w:rPr>
                <w:bCs/>
                <w:sz w:val="16"/>
              </w:rPr>
            </w:pPr>
          </w:p>
          <w:p w:rsidR="00594ECF" w:rsidRPr="00594ECF" w:rsidRDefault="00594ECF" w:rsidP="00594ECF">
            <w:pPr>
              <w:rPr>
                <w:bCs/>
                <w:sz w:val="16"/>
              </w:rPr>
            </w:pPr>
            <w:r>
              <w:rPr>
                <w:bCs/>
                <w:sz w:val="16"/>
              </w:rPr>
              <w:t>(There is enough culture and grammar and vocab to cover this entire section)</w:t>
            </w:r>
          </w:p>
          <w:p w:rsidR="00B66338" w:rsidRDefault="00B66338" w:rsidP="00830A1D">
            <w:pPr>
              <w:rPr>
                <w:sz w:val="16"/>
              </w:rPr>
            </w:pPr>
          </w:p>
          <w:p w:rsidR="00B66338" w:rsidRDefault="00B66338" w:rsidP="00830A1D">
            <w:pPr>
              <w:rPr>
                <w:sz w:val="16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D" w:rsidRDefault="00C42CAD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C42CAD" w:rsidRDefault="00C42CAD" w:rsidP="00C42CAD">
            <w:pPr>
              <w:pStyle w:val="ListParagraph"/>
              <w:numPr>
                <w:ilvl w:val="0"/>
                <w:numId w:val="32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Demonstrative Adjectives</w:t>
            </w:r>
          </w:p>
          <w:p w:rsidR="00C42CAD" w:rsidRDefault="00C42CAD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DC023B" w:rsidRDefault="00DC023B" w:rsidP="00830A1D">
            <w:pPr>
              <w:rPr>
                <w:b/>
                <w:bCs/>
                <w:sz w:val="16"/>
              </w:rPr>
            </w:pPr>
          </w:p>
          <w:p w:rsidR="00B66338" w:rsidRDefault="00B66338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C42CAD" w:rsidRPr="00C42CAD" w:rsidRDefault="00C42CAD" w:rsidP="00C42CAD">
            <w:pPr>
              <w:pStyle w:val="ListParagraph"/>
              <w:numPr>
                <w:ilvl w:val="0"/>
                <w:numId w:val="34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Household Items</w:t>
            </w:r>
            <w:r w:rsidR="00757814">
              <w:rPr>
                <w:bCs/>
                <w:sz w:val="16"/>
              </w:rPr>
              <w:t xml:space="preserve"> p.280 (red)</w:t>
            </w:r>
          </w:p>
          <w:p w:rsidR="00C42CAD" w:rsidRDefault="00C42CAD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C42CAD" w:rsidRDefault="00C42CAD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B66338" w:rsidRDefault="00B66338" w:rsidP="00830A1D">
            <w:pPr>
              <w:rPr>
                <w:sz w:val="16"/>
              </w:rPr>
            </w:pPr>
          </w:p>
          <w:p w:rsidR="00757814" w:rsidRPr="00594ECF" w:rsidRDefault="00757814" w:rsidP="00757814">
            <w:pPr>
              <w:rPr>
                <w:bCs/>
                <w:sz w:val="16"/>
              </w:rPr>
            </w:pPr>
            <w:r>
              <w:rPr>
                <w:bCs/>
                <w:sz w:val="16"/>
              </w:rPr>
              <w:t>(There is enough culture and grammar and vocab to cover this entire section)</w:t>
            </w:r>
          </w:p>
          <w:p w:rsidR="00B66338" w:rsidRDefault="00B66338" w:rsidP="00830A1D">
            <w:pPr>
              <w:rPr>
                <w:sz w:val="16"/>
              </w:rPr>
            </w:pPr>
          </w:p>
          <w:p w:rsidR="00B66338" w:rsidRDefault="00B66338" w:rsidP="00830A1D">
            <w:pPr>
              <w:rPr>
                <w:sz w:val="16"/>
              </w:rPr>
            </w:pPr>
          </w:p>
        </w:tc>
      </w:tr>
    </w:tbl>
    <w:p w:rsidR="00E91066" w:rsidRDefault="00E91066" w:rsidP="00E91066">
      <w:pPr>
        <w:rPr>
          <w:b/>
          <w:bCs/>
          <w:sz w:val="20"/>
        </w:rPr>
      </w:pPr>
      <w:r>
        <w:rPr>
          <w:b/>
          <w:bCs/>
          <w:sz w:val="20"/>
        </w:rPr>
        <w:lastRenderedPageBreak/>
        <w:t xml:space="preserve">School District: </w:t>
      </w:r>
      <w:r w:rsidRPr="004D53A9">
        <w:rPr>
          <w:bCs/>
          <w:sz w:val="20"/>
        </w:rPr>
        <w:t>Chambersburg Area</w:t>
      </w:r>
    </w:p>
    <w:p w:rsidR="00E91066" w:rsidRDefault="00E91066" w:rsidP="00E91066">
      <w:pPr>
        <w:rPr>
          <w:b/>
          <w:bCs/>
          <w:sz w:val="20"/>
        </w:rPr>
      </w:pPr>
      <w:r>
        <w:rPr>
          <w:b/>
          <w:bCs/>
          <w:sz w:val="20"/>
        </w:rPr>
        <w:t xml:space="preserve">Course:   </w:t>
      </w:r>
      <w:r w:rsidRPr="004D53A9">
        <w:rPr>
          <w:bCs/>
          <w:sz w:val="20"/>
        </w:rPr>
        <w:t>Spanish I</w:t>
      </w:r>
      <w:r>
        <w:rPr>
          <w:b/>
          <w:bCs/>
          <w:sz w:val="20"/>
        </w:rPr>
        <w:t xml:space="preserve">   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Date:  </w:t>
      </w:r>
      <w:r>
        <w:rPr>
          <w:b/>
          <w:bCs/>
          <w:sz w:val="20"/>
        </w:rPr>
        <w:tab/>
      </w:r>
    </w:p>
    <w:p w:rsidR="00E91066" w:rsidRDefault="00E91066" w:rsidP="00E91066">
      <w:pPr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E91066" w:rsidTr="00830A1D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66" w:rsidRDefault="00E91066" w:rsidP="00830A1D">
            <w:r>
              <w:t xml:space="preserve">Topic:                                                                                         Days:                                                                                                     </w:t>
            </w:r>
          </w:p>
          <w:p w:rsidR="00E91066" w:rsidRDefault="00E91066" w:rsidP="00830A1D">
            <w:r>
              <w:t xml:space="preserve">Subject Area: </w:t>
            </w:r>
            <w:r w:rsidR="00523608" w:rsidRPr="00523608">
              <w:rPr>
                <w:b/>
              </w:rPr>
              <w:t>Honors</w:t>
            </w:r>
            <w:r w:rsidR="00523608">
              <w:t xml:space="preserve"> </w:t>
            </w:r>
            <w:r>
              <w:t xml:space="preserve">Spanish I                               </w:t>
            </w:r>
            <w:r w:rsidR="00523608">
              <w:t xml:space="preserve">                  </w:t>
            </w:r>
            <w:r>
              <w:t xml:space="preserve">Grade:  High School </w:t>
            </w:r>
          </w:p>
        </w:tc>
      </w:tr>
    </w:tbl>
    <w:p w:rsidR="00E91066" w:rsidRDefault="00E91066" w:rsidP="00E91066">
      <w: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E91066" w:rsidTr="00830A1D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66" w:rsidRDefault="00E91066" w:rsidP="00830A1D">
            <w:r>
              <w:rPr>
                <w:b/>
                <w:bCs/>
                <w:sz w:val="20"/>
              </w:rPr>
              <w:t>Key Learning:</w:t>
            </w:r>
            <w:r>
              <w:t xml:space="preserve"> </w:t>
            </w:r>
          </w:p>
        </w:tc>
      </w:tr>
    </w:tbl>
    <w:p w:rsidR="00E91066" w:rsidRDefault="00E91066" w:rsidP="00E91066"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0CBCD8C3" wp14:editId="43D46AD6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7620" r="9525" b="11430"/>
                <wp:wrapNone/>
                <wp:docPr id="56" name="Oval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6" o:spid="_x0000_s1026" style="position:absolute;margin-left:27pt;margin-top:18.6pt;width:378pt;height:1in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CUL6EAFgIAAC8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</w:rPr>
        <w:t xml:space="preserve">Unit Essential Question: </w:t>
      </w:r>
      <w:r>
        <w:rPr>
          <w:sz w:val="20"/>
        </w:rPr>
        <w:t xml:space="preserve"> </w:t>
      </w:r>
      <w:r>
        <w:t xml:space="preserve"> </w:t>
      </w:r>
    </w:p>
    <w:p w:rsidR="00E91066" w:rsidRDefault="00E91066" w:rsidP="00E91066">
      <w:r>
        <w:t xml:space="preserve">                           </w:t>
      </w:r>
      <w:r>
        <w:tab/>
      </w:r>
    </w:p>
    <w:p w:rsidR="00E91066" w:rsidRDefault="00E91066" w:rsidP="00E91066"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47135DD9" wp14:editId="4D0419F5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9525" r="9525" b="9525"/>
                <wp:wrapNone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1066" w:rsidRDefault="00E91066" w:rsidP="00E91066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</w:p>
                          <w:p w:rsidR="00E91066" w:rsidRPr="0038196B" w:rsidRDefault="00E91066" w:rsidP="00E91066">
                            <w:r>
                              <w:rPr>
                                <w:bCs/>
                                <w:sz w:val="20"/>
                              </w:rPr>
                              <w:tab/>
                            </w:r>
                            <w:r w:rsidRPr="0038196B">
                              <w:rPr>
                                <w:bCs/>
                              </w:rPr>
                              <w:t>What have you done in the past?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31" type="#_x0000_t202" style="position:absolute;margin-left:90pt;margin-top:9pt;width:243pt;height:36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">
                <v:textbox>
                  <w:txbxContent>
                    <w:p w:rsidR="00E91066" w:rsidRDefault="00E91066" w:rsidP="00E91066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</w:p>
                    <w:p w:rsidR="00E91066" w:rsidRPr="0038196B" w:rsidRDefault="00E91066" w:rsidP="00E91066">
                      <w:r>
                        <w:rPr>
                          <w:bCs/>
                          <w:sz w:val="20"/>
                        </w:rPr>
                        <w:tab/>
                      </w:r>
                      <w:r w:rsidRPr="0038196B">
                        <w:rPr>
                          <w:bCs/>
                        </w:rPr>
                        <w:t>What have you done in the past?</w:t>
                      </w:r>
                    </w:p>
                  </w:txbxContent>
                </v:textbox>
              </v:shape>
            </w:pict>
          </mc:Fallback>
        </mc:AlternateContent>
      </w:r>
    </w:p>
    <w:p w:rsidR="00E91066" w:rsidRDefault="00E91066" w:rsidP="00E91066"/>
    <w:p w:rsidR="00E91066" w:rsidRDefault="00E91066" w:rsidP="00E91066"/>
    <w:p w:rsidR="00E91066" w:rsidRDefault="00E91066" w:rsidP="00E91066"/>
    <w:p w:rsidR="00E91066" w:rsidRDefault="00E91066" w:rsidP="00E91066"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3164BAD3" wp14:editId="005FFCEF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58" name="Down Arrow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8" o:spid="_x0000_s1026" type="#_x0000_t67" style="position:absolute;margin-left:342pt;margin-top:2.8pt;width:21.6pt;height:18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sw7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7D770CDA" wp14:editId="5B34F198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59" name="Down Arrow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9" o:spid="_x0000_s1026" type="#_x0000_t67" style="position:absolute;margin-left:198pt;margin-top:2.8pt;width:21.6pt;height:18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aMC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192539C0" wp14:editId="442532F2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60" name="Down Arrow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0" o:spid="_x0000_s1026" type="#_x0000_t67" style="position:absolute;margin-left:45pt;margin-top:2.8pt;width:21.6pt;height:18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"/>
            </w:pict>
          </mc:Fallback>
        </mc:AlternateContent>
      </w:r>
      <w:r>
        <w:t xml:space="preserve">          </w:t>
      </w:r>
    </w:p>
    <w:p w:rsidR="00E91066" w:rsidRDefault="00E91066" w:rsidP="00E9106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91066" w:rsidTr="00830A1D">
        <w:trPr>
          <w:trHeight w:val="935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66" w:rsidRDefault="00E91066" w:rsidP="00830A1D">
            <w:pPr>
              <w:rPr>
                <w:b/>
                <w:bCs/>
                <w:sz w:val="18"/>
              </w:rPr>
            </w:pPr>
            <w:r>
              <w:t xml:space="preserve"> </w:t>
            </w:r>
            <w:r>
              <w:rPr>
                <w:b/>
                <w:bCs/>
                <w:sz w:val="18"/>
              </w:rPr>
              <w:t>Concept:</w:t>
            </w:r>
            <w:r w:rsidR="00523608">
              <w:rPr>
                <w:b/>
                <w:bCs/>
                <w:sz w:val="18"/>
              </w:rPr>
              <w:t xml:space="preserve"> 6.1</w:t>
            </w:r>
          </w:p>
          <w:p w:rsidR="00E91066" w:rsidRPr="00E91066" w:rsidRDefault="00E91066" w:rsidP="00830A1D">
            <w:pPr>
              <w:rPr>
                <w:sz w:val="20"/>
                <w:szCs w:val="20"/>
              </w:rPr>
            </w:pPr>
            <w:r>
              <w:t xml:space="preserve"> </w:t>
            </w:r>
          </w:p>
          <w:p w:rsidR="00E91066" w:rsidRDefault="00E91066" w:rsidP="00E91066">
            <w:pPr>
              <w:jc w:val="center"/>
              <w:rPr>
                <w:sz w:val="16"/>
              </w:rPr>
            </w:pPr>
            <w:r w:rsidRPr="0038196B">
              <w:rPr>
                <w:sz w:val="22"/>
                <w:szCs w:val="20"/>
              </w:rPr>
              <w:t>Past Actions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66" w:rsidRDefault="00E91066" w:rsidP="00830A1D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  <w:r w:rsidR="00523608">
              <w:rPr>
                <w:b/>
                <w:bCs/>
                <w:sz w:val="18"/>
              </w:rPr>
              <w:t xml:space="preserve"> 6.2</w:t>
            </w:r>
          </w:p>
          <w:p w:rsidR="00E91066" w:rsidRPr="0038196B" w:rsidRDefault="00E91066" w:rsidP="00830A1D">
            <w:pPr>
              <w:rPr>
                <w:sz w:val="22"/>
                <w:szCs w:val="22"/>
              </w:rPr>
            </w:pPr>
          </w:p>
          <w:p w:rsidR="00E91066" w:rsidRPr="00E91066" w:rsidRDefault="00E91066" w:rsidP="00E91066">
            <w:pPr>
              <w:jc w:val="center"/>
              <w:rPr>
                <w:sz w:val="20"/>
                <w:szCs w:val="20"/>
              </w:rPr>
            </w:pPr>
            <w:r w:rsidRPr="0038196B">
              <w:rPr>
                <w:sz w:val="22"/>
                <w:szCs w:val="22"/>
              </w:rPr>
              <w:t>Past Actions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66" w:rsidRDefault="00E91066" w:rsidP="00830A1D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  <w:r w:rsidR="00523608">
              <w:rPr>
                <w:b/>
                <w:bCs/>
                <w:sz w:val="18"/>
              </w:rPr>
              <w:t xml:space="preserve"> 6.3</w:t>
            </w:r>
          </w:p>
          <w:p w:rsidR="00E91066" w:rsidRDefault="00E91066" w:rsidP="00830A1D">
            <w:pPr>
              <w:rPr>
                <w:sz w:val="16"/>
              </w:rPr>
            </w:pPr>
          </w:p>
          <w:p w:rsidR="00E91066" w:rsidRPr="0038196B" w:rsidRDefault="00E91066" w:rsidP="00E91066">
            <w:pPr>
              <w:jc w:val="center"/>
              <w:rPr>
                <w:sz w:val="22"/>
                <w:szCs w:val="22"/>
              </w:rPr>
            </w:pPr>
            <w:r w:rsidRPr="0038196B">
              <w:rPr>
                <w:sz w:val="22"/>
                <w:szCs w:val="22"/>
              </w:rPr>
              <w:t>Past Actions</w:t>
            </w:r>
          </w:p>
        </w:tc>
      </w:tr>
    </w:tbl>
    <w:p w:rsidR="00E91066" w:rsidRDefault="00E91066" w:rsidP="00E91066">
      <w:r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28D73604" wp14:editId="633FF2B8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61" name="Down Arrow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1" o:spid="_x0000_s1026" type="#_x0000_t67" style="position:absolute;margin-left:342pt;margin-top:4.25pt;width:21.6pt;height:18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274F70AF" wp14:editId="2DA2BC5F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62" name="Down Arrow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2" o:spid="_x0000_s1026" type="#_x0000_t67" style="position:absolute;margin-left:198pt;margin-top:4.25pt;width:21.6pt;height:18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57215756" wp14:editId="35205B61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63" name="Down Arrow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3" o:spid="_x0000_s1026" type="#_x0000_t67" style="position:absolute;margin-left:45pt;margin-top:4.25pt;width:21.6pt;height:18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FUL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"/>
            </w:pict>
          </mc:Fallback>
        </mc:AlternateContent>
      </w:r>
    </w:p>
    <w:p w:rsidR="00E91066" w:rsidRDefault="00E91066" w:rsidP="00E91066">
      <w:r>
        <w:tab/>
        <w:t xml:space="preserve">                                                               </w:t>
      </w:r>
      <w:r>
        <w:tab/>
      </w:r>
      <w: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91066" w:rsidTr="00830A1D">
        <w:trPr>
          <w:trHeight w:val="2474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6" w:rsidRDefault="00E91066" w:rsidP="00830A1D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E91066" w:rsidRDefault="00E91066" w:rsidP="00830A1D">
            <w:pPr>
              <w:rPr>
                <w:sz w:val="20"/>
              </w:rPr>
            </w:pPr>
          </w:p>
          <w:p w:rsidR="00E91066" w:rsidRDefault="00E91066" w:rsidP="00E910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hiciste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ayer</w:t>
            </w:r>
            <w:proofErr w:type="spellEnd"/>
            <w:r>
              <w:rPr>
                <w:sz w:val="20"/>
              </w:rPr>
              <w:t>?</w:t>
            </w:r>
          </w:p>
          <w:p w:rsidR="00E91066" w:rsidRDefault="00E91066" w:rsidP="00830A1D">
            <w:pPr>
              <w:rPr>
                <w:sz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6" w:rsidRDefault="00E91066" w:rsidP="00830A1D">
            <w:pPr>
              <w:jc w:val="center"/>
              <w:rPr>
                <w:sz w:val="16"/>
              </w:rPr>
            </w:pPr>
            <w:r>
              <w:rPr>
                <w:b/>
                <w:bCs/>
                <w:sz w:val="16"/>
              </w:rPr>
              <w:t>Lesson Essential Questions</w:t>
            </w:r>
            <w:r>
              <w:rPr>
                <w:sz w:val="16"/>
              </w:rPr>
              <w:t>:</w:t>
            </w:r>
          </w:p>
          <w:p w:rsidR="00E91066" w:rsidRDefault="00E91066" w:rsidP="00830A1D">
            <w:pPr>
              <w:rPr>
                <w:sz w:val="20"/>
              </w:rPr>
            </w:pPr>
          </w:p>
          <w:p w:rsidR="00E91066" w:rsidRDefault="00523608" w:rsidP="00830A1D">
            <w:pPr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hicimos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durante</w:t>
            </w:r>
            <w:proofErr w:type="spellEnd"/>
            <w:r>
              <w:rPr>
                <w:sz w:val="20"/>
              </w:rPr>
              <w:t xml:space="preserve"> el </w:t>
            </w:r>
            <w:proofErr w:type="spellStart"/>
            <w:r>
              <w:rPr>
                <w:sz w:val="20"/>
              </w:rPr>
              <w:t>año</w:t>
            </w:r>
            <w:proofErr w:type="spellEnd"/>
            <w:r>
              <w:rPr>
                <w:sz w:val="20"/>
              </w:rPr>
              <w:t>?</w:t>
            </w:r>
          </w:p>
          <w:p w:rsidR="00E91066" w:rsidRDefault="00E91066" w:rsidP="00830A1D">
            <w:pPr>
              <w:rPr>
                <w:sz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6" w:rsidRDefault="00E91066" w:rsidP="00830A1D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E91066" w:rsidRDefault="00E91066" w:rsidP="00830A1D">
            <w:pPr>
              <w:rPr>
                <w:sz w:val="20"/>
              </w:rPr>
            </w:pPr>
          </w:p>
          <w:p w:rsidR="00E91066" w:rsidRDefault="00E91066" w:rsidP="00830A1D">
            <w:pPr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Adónde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fuiste</w:t>
            </w:r>
            <w:proofErr w:type="spellEnd"/>
            <w:r>
              <w:rPr>
                <w:sz w:val="20"/>
              </w:rPr>
              <w:t xml:space="preserve"> el </w:t>
            </w:r>
            <w:proofErr w:type="spellStart"/>
            <w:r>
              <w:rPr>
                <w:sz w:val="20"/>
              </w:rPr>
              <w:t>verano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pasado</w:t>
            </w:r>
            <w:proofErr w:type="spellEnd"/>
            <w:r>
              <w:rPr>
                <w:sz w:val="20"/>
              </w:rPr>
              <w:t>?</w:t>
            </w:r>
          </w:p>
        </w:tc>
      </w:tr>
    </w:tbl>
    <w:p w:rsidR="00E91066" w:rsidRDefault="00E91066" w:rsidP="00E91066">
      <w:r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4680E8CF" wp14:editId="5A702517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64" name="Down Arrow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4" o:spid="_x0000_s1026" type="#_x0000_t67" style="position:absolute;margin-left:45pt;margin-top:4.95pt;width:21.6pt;height:18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Vil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1B4BBFAB" wp14:editId="4404D491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65" name="Down Arrow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5" o:spid="_x0000_s1026" type="#_x0000_t67" style="position:absolute;margin-left:351pt;margin-top:4.95pt;width:21.6pt;height:18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jec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085BA987" wp14:editId="3F835445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66" name="Down Arrow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6" o:spid="_x0000_s1026" type="#_x0000_t67" style="position:absolute;margin-left:207pt;margin-top:4.95pt;width:21.6pt;height:18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"/>
            </w:pict>
          </mc:Fallback>
        </mc:AlternateContent>
      </w:r>
      <w:r>
        <w:rPr>
          <w:b/>
          <w:bCs/>
          <w:sz w:val="16"/>
        </w:rPr>
        <w:t xml:space="preserve"> </w:t>
      </w:r>
    </w:p>
    <w:p w:rsidR="00E91066" w:rsidRDefault="00E91066" w:rsidP="00E910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91066" w:rsidTr="00830A1D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6" w:rsidRDefault="00E91066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Grammar: </w:t>
            </w:r>
          </w:p>
          <w:p w:rsidR="00E91066" w:rsidRDefault="00E91066" w:rsidP="00E91066">
            <w:pPr>
              <w:pStyle w:val="ListParagraph"/>
              <w:numPr>
                <w:ilvl w:val="0"/>
                <w:numId w:val="34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Preterite</w:t>
            </w:r>
            <w:proofErr w:type="spellEnd"/>
            <w:r>
              <w:rPr>
                <w:bCs/>
                <w:sz w:val="16"/>
              </w:rPr>
              <w:t xml:space="preserve"> –AR</w:t>
            </w:r>
          </w:p>
          <w:p w:rsidR="00E91066" w:rsidRPr="00E91066" w:rsidRDefault="00E91066" w:rsidP="00E91066">
            <w:pPr>
              <w:pStyle w:val="ListParagraph"/>
              <w:numPr>
                <w:ilvl w:val="0"/>
                <w:numId w:val="34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Preterite</w:t>
            </w:r>
            <w:proofErr w:type="spellEnd"/>
            <w:r>
              <w:rPr>
                <w:bCs/>
                <w:sz w:val="16"/>
              </w:rPr>
              <w:t xml:space="preserve"> –ER/-IR</w:t>
            </w:r>
          </w:p>
          <w:p w:rsidR="00E91066" w:rsidRDefault="00E91066" w:rsidP="00830A1D">
            <w:pPr>
              <w:rPr>
                <w:b/>
                <w:bCs/>
                <w:sz w:val="16"/>
              </w:rPr>
            </w:pPr>
          </w:p>
          <w:p w:rsidR="00E91066" w:rsidRDefault="00E91066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E91066" w:rsidRPr="00523608" w:rsidRDefault="00523608" w:rsidP="00523608">
            <w:pPr>
              <w:pStyle w:val="ListParagraph"/>
              <w:numPr>
                <w:ilvl w:val="0"/>
                <w:numId w:val="37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Signal words</w:t>
            </w:r>
            <w:r w:rsidR="00757814">
              <w:rPr>
                <w:bCs/>
                <w:sz w:val="16"/>
              </w:rPr>
              <w:t xml:space="preserve"> (Jeff’s list)</w:t>
            </w:r>
          </w:p>
          <w:p w:rsidR="00E91066" w:rsidRDefault="00E91066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E91066" w:rsidRDefault="00E91066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E91066" w:rsidRDefault="00E91066" w:rsidP="00830A1D"/>
          <w:p w:rsidR="00E91066" w:rsidRDefault="00E91066" w:rsidP="00830A1D">
            <w:pPr>
              <w:rPr>
                <w:sz w:val="16"/>
              </w:rPr>
            </w:pPr>
          </w:p>
          <w:p w:rsidR="00E91066" w:rsidRDefault="00E91066" w:rsidP="00830A1D">
            <w:pPr>
              <w:rPr>
                <w:sz w:val="16"/>
              </w:rPr>
            </w:pPr>
          </w:p>
          <w:p w:rsidR="00E91066" w:rsidRDefault="00E91066" w:rsidP="00830A1D"/>
          <w:p w:rsidR="00E91066" w:rsidRDefault="00E91066" w:rsidP="00830A1D"/>
          <w:p w:rsidR="00E91066" w:rsidRDefault="00E91066" w:rsidP="00830A1D"/>
          <w:p w:rsidR="00E91066" w:rsidRDefault="00E91066" w:rsidP="00830A1D"/>
          <w:p w:rsidR="00E91066" w:rsidRDefault="00E91066" w:rsidP="00830A1D"/>
          <w:p w:rsidR="00E91066" w:rsidRDefault="00E91066" w:rsidP="00830A1D"/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6" w:rsidRDefault="00E91066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Grammar: </w:t>
            </w:r>
          </w:p>
          <w:p w:rsidR="00E91066" w:rsidRPr="00E91066" w:rsidRDefault="00E91066" w:rsidP="00E91066">
            <w:pPr>
              <w:pStyle w:val="ListParagraph"/>
              <w:numPr>
                <w:ilvl w:val="0"/>
                <w:numId w:val="35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Preterite</w:t>
            </w:r>
            <w:proofErr w:type="spellEnd"/>
            <w:r>
              <w:rPr>
                <w:bCs/>
                <w:sz w:val="16"/>
              </w:rPr>
              <w:t xml:space="preserve"> –car, -gar, -</w:t>
            </w:r>
            <w:proofErr w:type="spellStart"/>
            <w:r>
              <w:rPr>
                <w:bCs/>
                <w:sz w:val="16"/>
              </w:rPr>
              <w:t>zar</w:t>
            </w:r>
            <w:proofErr w:type="spellEnd"/>
          </w:p>
          <w:p w:rsidR="00E91066" w:rsidRDefault="00E91066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E91066" w:rsidRDefault="00E91066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E91066" w:rsidRPr="00523608" w:rsidRDefault="00523608" w:rsidP="00523608">
            <w:pPr>
              <w:pStyle w:val="ListParagraph"/>
              <w:numPr>
                <w:ilvl w:val="0"/>
                <w:numId w:val="35"/>
              </w:numPr>
              <w:rPr>
                <w:bCs/>
                <w:sz w:val="16"/>
              </w:rPr>
            </w:pPr>
            <w:r w:rsidRPr="00523608">
              <w:rPr>
                <w:bCs/>
                <w:sz w:val="16"/>
              </w:rPr>
              <w:t>Review</w:t>
            </w:r>
          </w:p>
          <w:p w:rsidR="00E91066" w:rsidRDefault="00E91066" w:rsidP="00830A1D">
            <w:pPr>
              <w:rPr>
                <w:b/>
                <w:bCs/>
                <w:sz w:val="16"/>
              </w:rPr>
            </w:pPr>
          </w:p>
          <w:p w:rsidR="009341D8" w:rsidRDefault="009341D8" w:rsidP="00830A1D">
            <w:pPr>
              <w:rPr>
                <w:b/>
                <w:bCs/>
                <w:sz w:val="16"/>
              </w:rPr>
            </w:pPr>
          </w:p>
          <w:p w:rsidR="00E91066" w:rsidRPr="00E91066" w:rsidRDefault="00E91066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E91066" w:rsidRDefault="00E91066" w:rsidP="00830A1D">
            <w:pPr>
              <w:rPr>
                <w:sz w:val="16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6" w:rsidRDefault="00E91066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E91066" w:rsidRPr="00E91066" w:rsidRDefault="00E91066" w:rsidP="00E91066">
            <w:pPr>
              <w:pStyle w:val="ListParagraph"/>
              <w:numPr>
                <w:ilvl w:val="0"/>
                <w:numId w:val="35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Preterite</w:t>
            </w:r>
            <w:proofErr w:type="spellEnd"/>
            <w:r>
              <w:rPr>
                <w:bCs/>
                <w:sz w:val="16"/>
              </w:rPr>
              <w:t xml:space="preserve"> </w:t>
            </w:r>
            <w:proofErr w:type="spellStart"/>
            <w:r>
              <w:rPr>
                <w:bCs/>
                <w:sz w:val="16"/>
              </w:rPr>
              <w:t>Ir</w:t>
            </w:r>
            <w:proofErr w:type="spellEnd"/>
            <w:r>
              <w:rPr>
                <w:bCs/>
                <w:sz w:val="16"/>
              </w:rPr>
              <w:t>/</w:t>
            </w:r>
            <w:proofErr w:type="spellStart"/>
            <w:r>
              <w:rPr>
                <w:bCs/>
                <w:sz w:val="16"/>
              </w:rPr>
              <w:t>Ser</w:t>
            </w:r>
            <w:proofErr w:type="spellEnd"/>
            <w:r>
              <w:rPr>
                <w:bCs/>
                <w:sz w:val="16"/>
              </w:rPr>
              <w:t xml:space="preserve">, Dar, </w:t>
            </w:r>
            <w:proofErr w:type="spellStart"/>
            <w:r>
              <w:rPr>
                <w:bCs/>
                <w:sz w:val="16"/>
              </w:rPr>
              <w:t>Ver</w:t>
            </w:r>
            <w:proofErr w:type="spellEnd"/>
          </w:p>
          <w:p w:rsidR="00E91066" w:rsidRDefault="00E91066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E91066" w:rsidRDefault="00E91066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E91066" w:rsidRPr="00523608" w:rsidRDefault="00523608" w:rsidP="00523608">
            <w:pPr>
              <w:pStyle w:val="ListParagraph"/>
              <w:numPr>
                <w:ilvl w:val="0"/>
                <w:numId w:val="35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Review</w:t>
            </w:r>
          </w:p>
          <w:p w:rsidR="00E91066" w:rsidRDefault="00E91066" w:rsidP="00830A1D">
            <w:pPr>
              <w:rPr>
                <w:b/>
                <w:bCs/>
                <w:sz w:val="16"/>
              </w:rPr>
            </w:pPr>
          </w:p>
          <w:p w:rsidR="009341D8" w:rsidRDefault="009341D8" w:rsidP="00830A1D">
            <w:pPr>
              <w:rPr>
                <w:b/>
                <w:bCs/>
                <w:sz w:val="16"/>
              </w:rPr>
            </w:pPr>
          </w:p>
          <w:p w:rsidR="00E91066" w:rsidRDefault="00E91066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E91066" w:rsidRDefault="00E91066" w:rsidP="00830A1D">
            <w:pPr>
              <w:rPr>
                <w:sz w:val="16"/>
              </w:rPr>
            </w:pPr>
          </w:p>
          <w:p w:rsidR="00E91066" w:rsidRDefault="00E91066" w:rsidP="00830A1D">
            <w:pPr>
              <w:rPr>
                <w:sz w:val="16"/>
              </w:rPr>
            </w:pPr>
          </w:p>
          <w:p w:rsidR="00E91066" w:rsidRDefault="00E91066" w:rsidP="00830A1D">
            <w:pPr>
              <w:rPr>
                <w:sz w:val="16"/>
              </w:rPr>
            </w:pPr>
          </w:p>
        </w:tc>
      </w:tr>
    </w:tbl>
    <w:p w:rsidR="00B66338" w:rsidRDefault="00B66338" w:rsidP="00E91066"/>
    <w:sectPr w:rsidR="00B66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24DC"/>
    <w:multiLevelType w:val="hybridMultilevel"/>
    <w:tmpl w:val="9A3C6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60E5A"/>
    <w:multiLevelType w:val="hybridMultilevel"/>
    <w:tmpl w:val="6E460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F0C18"/>
    <w:multiLevelType w:val="hybridMultilevel"/>
    <w:tmpl w:val="35D81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9087A"/>
    <w:multiLevelType w:val="hybridMultilevel"/>
    <w:tmpl w:val="B7A85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52B1E"/>
    <w:multiLevelType w:val="hybridMultilevel"/>
    <w:tmpl w:val="8474F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0D1004"/>
    <w:multiLevelType w:val="hybridMultilevel"/>
    <w:tmpl w:val="16703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01A1B"/>
    <w:multiLevelType w:val="hybridMultilevel"/>
    <w:tmpl w:val="027C9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3536A7"/>
    <w:multiLevelType w:val="hybridMultilevel"/>
    <w:tmpl w:val="E78A1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2039DC"/>
    <w:multiLevelType w:val="hybridMultilevel"/>
    <w:tmpl w:val="4EC65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AC6DC3"/>
    <w:multiLevelType w:val="hybridMultilevel"/>
    <w:tmpl w:val="F7ECA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B563C9"/>
    <w:multiLevelType w:val="hybridMultilevel"/>
    <w:tmpl w:val="C68C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D10A68"/>
    <w:multiLevelType w:val="hybridMultilevel"/>
    <w:tmpl w:val="83F86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335D32"/>
    <w:multiLevelType w:val="hybridMultilevel"/>
    <w:tmpl w:val="0A1A0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BE2FE7"/>
    <w:multiLevelType w:val="hybridMultilevel"/>
    <w:tmpl w:val="CACA2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874EC"/>
    <w:multiLevelType w:val="hybridMultilevel"/>
    <w:tmpl w:val="C9EE2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F54264"/>
    <w:multiLevelType w:val="hybridMultilevel"/>
    <w:tmpl w:val="69B6F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F95874"/>
    <w:multiLevelType w:val="hybridMultilevel"/>
    <w:tmpl w:val="6ABC2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4737DB"/>
    <w:multiLevelType w:val="hybridMultilevel"/>
    <w:tmpl w:val="F282F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5D65E7"/>
    <w:multiLevelType w:val="hybridMultilevel"/>
    <w:tmpl w:val="3BCA0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B27B7D"/>
    <w:multiLevelType w:val="hybridMultilevel"/>
    <w:tmpl w:val="BEA66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A51204"/>
    <w:multiLevelType w:val="hybridMultilevel"/>
    <w:tmpl w:val="A6FA6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0D1BFD"/>
    <w:multiLevelType w:val="hybridMultilevel"/>
    <w:tmpl w:val="CE541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E66D8C"/>
    <w:multiLevelType w:val="hybridMultilevel"/>
    <w:tmpl w:val="DAD4A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C016B4"/>
    <w:multiLevelType w:val="hybridMultilevel"/>
    <w:tmpl w:val="3F086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B41B56"/>
    <w:multiLevelType w:val="hybridMultilevel"/>
    <w:tmpl w:val="D22EB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9B330D"/>
    <w:multiLevelType w:val="hybridMultilevel"/>
    <w:tmpl w:val="35D4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712A91"/>
    <w:multiLevelType w:val="hybridMultilevel"/>
    <w:tmpl w:val="7F28C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784FEB"/>
    <w:multiLevelType w:val="hybridMultilevel"/>
    <w:tmpl w:val="41629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12713E"/>
    <w:multiLevelType w:val="hybridMultilevel"/>
    <w:tmpl w:val="690C8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9F1183"/>
    <w:multiLevelType w:val="hybridMultilevel"/>
    <w:tmpl w:val="D6D44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CA449D"/>
    <w:multiLevelType w:val="hybridMultilevel"/>
    <w:tmpl w:val="E3A2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3F51C3"/>
    <w:multiLevelType w:val="hybridMultilevel"/>
    <w:tmpl w:val="BFF21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FF299A"/>
    <w:multiLevelType w:val="hybridMultilevel"/>
    <w:tmpl w:val="46DE1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AA4BF6"/>
    <w:multiLevelType w:val="hybridMultilevel"/>
    <w:tmpl w:val="C0900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5D63CA"/>
    <w:multiLevelType w:val="hybridMultilevel"/>
    <w:tmpl w:val="FE3E1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D974DB"/>
    <w:multiLevelType w:val="hybridMultilevel"/>
    <w:tmpl w:val="A470F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2A798D"/>
    <w:multiLevelType w:val="hybridMultilevel"/>
    <w:tmpl w:val="F1888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5"/>
  </w:num>
  <w:num w:numId="3">
    <w:abstractNumId w:val="2"/>
  </w:num>
  <w:num w:numId="4">
    <w:abstractNumId w:val="31"/>
  </w:num>
  <w:num w:numId="5">
    <w:abstractNumId w:val="5"/>
  </w:num>
  <w:num w:numId="6">
    <w:abstractNumId w:val="20"/>
  </w:num>
  <w:num w:numId="7">
    <w:abstractNumId w:val="33"/>
  </w:num>
  <w:num w:numId="8">
    <w:abstractNumId w:val="10"/>
  </w:num>
  <w:num w:numId="9">
    <w:abstractNumId w:val="11"/>
  </w:num>
  <w:num w:numId="10">
    <w:abstractNumId w:val="28"/>
  </w:num>
  <w:num w:numId="11">
    <w:abstractNumId w:val="1"/>
  </w:num>
  <w:num w:numId="12">
    <w:abstractNumId w:val="26"/>
  </w:num>
  <w:num w:numId="13">
    <w:abstractNumId w:val="30"/>
  </w:num>
  <w:num w:numId="14">
    <w:abstractNumId w:val="6"/>
  </w:num>
  <w:num w:numId="15">
    <w:abstractNumId w:val="23"/>
  </w:num>
  <w:num w:numId="16">
    <w:abstractNumId w:val="17"/>
  </w:num>
  <w:num w:numId="17">
    <w:abstractNumId w:val="18"/>
  </w:num>
  <w:num w:numId="18">
    <w:abstractNumId w:val="19"/>
  </w:num>
  <w:num w:numId="19">
    <w:abstractNumId w:val="21"/>
  </w:num>
  <w:num w:numId="20">
    <w:abstractNumId w:val="14"/>
  </w:num>
  <w:num w:numId="21">
    <w:abstractNumId w:val="13"/>
  </w:num>
  <w:num w:numId="22">
    <w:abstractNumId w:val="29"/>
  </w:num>
  <w:num w:numId="23">
    <w:abstractNumId w:val="36"/>
  </w:num>
  <w:num w:numId="24">
    <w:abstractNumId w:val="27"/>
  </w:num>
  <w:num w:numId="25">
    <w:abstractNumId w:val="7"/>
  </w:num>
  <w:num w:numId="26">
    <w:abstractNumId w:val="34"/>
  </w:num>
  <w:num w:numId="27">
    <w:abstractNumId w:val="16"/>
  </w:num>
  <w:num w:numId="28">
    <w:abstractNumId w:val="15"/>
  </w:num>
  <w:num w:numId="29">
    <w:abstractNumId w:val="22"/>
  </w:num>
  <w:num w:numId="30">
    <w:abstractNumId w:val="32"/>
  </w:num>
  <w:num w:numId="31">
    <w:abstractNumId w:val="0"/>
  </w:num>
  <w:num w:numId="32">
    <w:abstractNumId w:val="4"/>
  </w:num>
  <w:num w:numId="33">
    <w:abstractNumId w:val="12"/>
  </w:num>
  <w:num w:numId="34">
    <w:abstractNumId w:val="9"/>
  </w:num>
  <w:num w:numId="35">
    <w:abstractNumId w:val="8"/>
  </w:num>
  <w:num w:numId="36">
    <w:abstractNumId w:val="24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4DE"/>
    <w:rsid w:val="00020D1F"/>
    <w:rsid w:val="00022419"/>
    <w:rsid w:val="001E240D"/>
    <w:rsid w:val="00251803"/>
    <w:rsid w:val="00304801"/>
    <w:rsid w:val="00312120"/>
    <w:rsid w:val="0038196B"/>
    <w:rsid w:val="004D53A9"/>
    <w:rsid w:val="00523608"/>
    <w:rsid w:val="00594ECF"/>
    <w:rsid w:val="005F0EAC"/>
    <w:rsid w:val="0070058A"/>
    <w:rsid w:val="00702507"/>
    <w:rsid w:val="00757814"/>
    <w:rsid w:val="007A3964"/>
    <w:rsid w:val="00847ED0"/>
    <w:rsid w:val="0087338C"/>
    <w:rsid w:val="0090527D"/>
    <w:rsid w:val="00932011"/>
    <w:rsid w:val="009341D8"/>
    <w:rsid w:val="009458B4"/>
    <w:rsid w:val="00AB12EA"/>
    <w:rsid w:val="00AE16B9"/>
    <w:rsid w:val="00B66338"/>
    <w:rsid w:val="00BC013A"/>
    <w:rsid w:val="00C42CAD"/>
    <w:rsid w:val="00C838C5"/>
    <w:rsid w:val="00DA66B7"/>
    <w:rsid w:val="00DC023B"/>
    <w:rsid w:val="00DD3F6C"/>
    <w:rsid w:val="00DD7953"/>
    <w:rsid w:val="00E91066"/>
    <w:rsid w:val="00F36EF2"/>
    <w:rsid w:val="00F835B2"/>
    <w:rsid w:val="00FB2305"/>
    <w:rsid w:val="00FF34DE"/>
    <w:rsid w:val="00FF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4DE"/>
    <w:pPr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1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4DE"/>
    <w:pPr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7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FD31C141</Template>
  <TotalTime>0</TotalTime>
  <Pages>6</Pages>
  <Words>1225</Words>
  <Characters>6986</Characters>
  <Application>Microsoft Office Word</Application>
  <DocSecurity>4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8195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Wishard</dc:creator>
  <cp:keywords/>
  <dc:description/>
  <cp:lastModifiedBy>Ashlee Marville</cp:lastModifiedBy>
  <cp:revision>2</cp:revision>
  <dcterms:created xsi:type="dcterms:W3CDTF">2013-01-22T13:57:00Z</dcterms:created>
  <dcterms:modified xsi:type="dcterms:W3CDTF">2013-01-22T13:57:00Z</dcterms:modified>
</cp:coreProperties>
</file>