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E3" w:rsidRDefault="001031E3" w:rsidP="001031E3">
      <w:pPr>
        <w:rPr>
          <w:lang w:val="de-DE"/>
        </w:rPr>
      </w:pPr>
      <w:bookmarkStart w:id="0" w:name="_GoBack"/>
      <w:bookmarkEnd w:id="0"/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2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2  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Dative Case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0160" r="9525" b="8890"/>
                <wp:wrapNone/>
                <wp:docPr id="165" name="Oval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5" o:spid="_x0000_s1026" style="position:absolute;margin-left:27pt;margin-top:18.6pt;width:378pt;height:1in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LjuHoFgIAADE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16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UNIT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1  -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 Out on the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4" o:spid="_x0000_s1026" type="#_x0000_t202" style="position:absolute;margin-left:90pt;margin-top:9pt;width:243pt;height:3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DazX3CKwIAAFs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UNIT </w:t>
                      </w:r>
                      <w:proofErr w:type="gramStart"/>
                      <w:r>
                        <w:rPr>
                          <w:b/>
                          <w:bCs/>
                          <w:sz w:val="20"/>
                        </w:rPr>
                        <w:t>1  -</w:t>
                      </w:r>
                      <w:proofErr w:type="gramEnd"/>
                      <w:r>
                        <w:rPr>
                          <w:b/>
                          <w:bCs/>
                          <w:sz w:val="20"/>
                        </w:rPr>
                        <w:t xml:space="preserve">  Out on the Town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163" name="Down Arrow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63" o:spid="_x0000_s1026" type="#_x0000_t67" style="position:absolute;margin-left:342pt;margin-top:2.8pt;width:21.6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162" name="Down Arrow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62" o:spid="_x0000_s1026" type="#_x0000_t67" style="position:absolute;margin-left:198pt;margin-top:2.8pt;width:21.6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161" name="Down Arrow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61" o:spid="_x0000_s1026" type="#_x0000_t67" style="position:absolute;margin-left:45pt;margin-top:2.8pt;width:21.6pt;height:1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 xml:space="preserve">Concept:  </w:t>
            </w:r>
            <w:r>
              <w:rPr>
                <w:sz w:val="20"/>
                <w:lang w:val="de-DE"/>
              </w:rPr>
              <w:t>locations of buildings and institutions / going to locations around town (ideal for dative prepositions)</w:t>
            </w:r>
          </w:p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 </w:t>
            </w:r>
            <w:r>
              <w:rPr>
                <w:sz w:val="20"/>
                <w:lang w:val="de-DE"/>
              </w:rPr>
              <w:t>Shopping- the German Kaufhaus  (ideal for indirect objects/ dative verbs)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</w:t>
            </w:r>
            <w:r>
              <w:rPr>
                <w:sz w:val="20"/>
                <w:lang w:val="de-DE"/>
              </w:rPr>
              <w:t xml:space="preserve"> doing business at the bank/post office (Euro/ Briefmarken/Ruhetag/ Mittagspause)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9525" r="30480" b="19050"/>
                <wp:wrapNone/>
                <wp:docPr id="160" name="Down Arrow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60" o:spid="_x0000_s1026" type="#_x0000_t67" style="position:absolute;margin-left:342pt;margin-top:4.25pt;width:21.6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3NS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Gj7c1J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9525" r="30480" b="19050"/>
                <wp:wrapNone/>
                <wp:docPr id="159" name="Down Arrow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9" o:spid="_x0000_s1026" type="#_x0000_t67" style="position:absolute;margin-left:198pt;margin-top:4.25pt;width:21.6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/VIQQIAAJY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Muz9Uh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9525" r="30480" b="19050"/>
                <wp:wrapNone/>
                <wp:docPr id="158" name="Down Arrow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8" o:spid="_x0000_s1026" type="#_x0000_t67" style="position:absolute;margin-left:45pt;margin-top:4.25pt;width:21.6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TPM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D/aTPMQQIAAJY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 you say you’re going to different locations around town? (zur Kirche vs zum Kaufhaus, etc.)  (Answering the question „Wohin gehst du?“)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are main differences between shopping in the U.S. and shopping (for example) in a German Kaufhaus? 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is a dative object (both nouns and pronouns!) and how is it denoted in a sentence?  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What services are available at a German post office/bank/train station?  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cultural „surprises“ await the customer?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157" name="Down Arrow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7" o:spid="_x0000_s1026" type="#_x0000_t67" style="position:absolute;margin-left:45pt;margin-top:4.95pt;width:21.6pt;height: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5EZ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DXp5EZQQIAAJY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156" name="Down Arrow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6" o:spid="_x0000_s1026" type="#_x0000_t67" style="position:absolute;margin-left:351pt;margin-top:4.95pt;width:21.6pt;height:1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ed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ON9V51BAgAAlg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155" name="Down Arrow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5" o:spid="_x0000_s1026" type="#_x0000_t67" style="position:absolute;margin-left:207pt;margin-top:4.95pt;width:21.6pt;height:1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W3L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/hVty0ECAACW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2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2  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3335" r="9525" b="5715"/>
                <wp:wrapNone/>
                <wp:docPr id="154" name="Oval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4" o:spid="_x0000_s1026" style="position:absolute;margin-left:27pt;margin-top:18.6pt;width:378pt;height:1in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BlZz95FgIAADE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2700" r="9525" b="6350"/>
                <wp:wrapNone/>
                <wp:docPr id="15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UNIT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2  Planes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, Trains and Automobiles  (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Wechselpräpositionen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27" type="#_x0000_t202" style="position:absolute;margin-left:90pt;margin-top:9pt;width:243pt;height:3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D4vjVGKwIAAFs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UNIT </w:t>
                      </w:r>
                      <w:proofErr w:type="gramStart"/>
                      <w:r>
                        <w:rPr>
                          <w:b/>
                          <w:bCs/>
                          <w:sz w:val="20"/>
                        </w:rPr>
                        <w:t>2  Planes</w:t>
                      </w:r>
                      <w:proofErr w:type="gramEnd"/>
                      <w:r>
                        <w:rPr>
                          <w:b/>
                          <w:bCs/>
                          <w:sz w:val="20"/>
                        </w:rPr>
                        <w:t>, Trains and Automobiles  (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</w:rPr>
                        <w:t>Wechselpräpositionen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52" name="Down Arrow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2" o:spid="_x0000_s1026" type="#_x0000_t67" style="position:absolute;margin-left:342pt;margin-top:2.8pt;width:21.6pt;height:1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51" name="Down Arrow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1" o:spid="_x0000_s1026" type="#_x0000_t67" style="position:absolute;margin-left:198pt;margin-top:2.8pt;width:21.6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W1QwIAAJY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50" name="Down Arrow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0" o:spid="_x0000_s1026" type="#_x0000_t67" style="position:absolute;margin-left:45pt;margin-top:2.8pt;width:21.6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Mx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DZrSMxQQIAAJY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  Either (dative) or (accusative prepositions)</w:t>
            </w:r>
          </w:p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 types of transportation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 types of accommodations 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8890"/>
                <wp:wrapNone/>
                <wp:docPr id="149" name="Down Arrow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9" o:spid="_x0000_s1026" type="#_x0000_t67" style="position:absolute;margin-left:342pt;margin-top:4.25pt;width:21.6pt;height:1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VpQQIAAJY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KSBxWl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18415"/>
                <wp:wrapNone/>
                <wp:docPr id="148" name="Down Arrow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8" o:spid="_x0000_s1026" type="#_x0000_t67" style="position:absolute;margin-left:198pt;margin-top:4.25pt;width:21.6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wPt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JBbA+1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18415"/>
                <wp:wrapNone/>
                <wp:docPr id="147" name="Down Arrow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7" o:spid="_x0000_s1026" type="#_x0000_t67" style="position:absolute;margin-left:45pt;margin-top:4.25pt;width:21.6pt;height:1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aE4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C4laE4QQIAAJY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 you differentiate between location (DA-tiv) and direction (aktiv- akkusativ)?  Wo or wohin?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you plan a trip to Germany and what transportation options do you have once you’re there?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options are available to the traveler?  (Pension, Gasthaus, Hotel, JH, Campingplätze)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160" r="30480" b="18415"/>
                <wp:wrapNone/>
                <wp:docPr id="146" name="Down Arrow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6" o:spid="_x0000_s1026" type="#_x0000_t67" style="position:absolute;margin-left:45pt;margin-top:4.95pt;width:21.6pt;height:1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2e8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CMT2e8QQIAAJY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160" r="30480" b="18415"/>
                <wp:wrapNone/>
                <wp:docPr id="145" name="Down Arrow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5" o:spid="_x0000_s1026" type="#_x0000_t67" style="position:absolute;margin-left:351pt;margin-top:4.95pt;width:21.6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13q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JEnXepBAgAAlg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160" r="30480" b="18415"/>
                <wp:wrapNone/>
                <wp:docPr id="144" name="Down Arrow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4" o:spid="_x0000_s1026" type="#_x0000_t67" style="position:absolute;margin-left:207pt;margin-top:4.95pt;width:21.6pt;height:1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Cl/ZtuQAIAAJY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2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2  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lastRenderedPageBreak/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5715" r="9525" b="13335"/>
                <wp:wrapNone/>
                <wp:docPr id="143" name="Oval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3" o:spid="_x0000_s1026" style="position:absolute;margin-left:27pt;margin-top:18.6pt;width:378pt;height:1in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BljWaRFgIAADE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5080" r="9525" b="1397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 UNIT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3  Body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Parts,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28" type="#_x0000_t202" style="position:absolute;margin-left:90pt;margin-top:9pt;width:243pt;height:3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AG4c8PKwIAAFw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 UNIT </w:t>
                      </w:r>
                      <w:proofErr w:type="gramStart"/>
                      <w:r>
                        <w:rPr>
                          <w:b/>
                          <w:bCs/>
                          <w:sz w:val="20"/>
                        </w:rPr>
                        <w:t>3  Body</w:t>
                      </w:r>
                      <w:proofErr w:type="gramEnd"/>
                      <w:r>
                        <w:rPr>
                          <w:b/>
                          <w:bCs/>
                          <w:sz w:val="20"/>
                        </w:rPr>
                        <w:t xml:space="preserve"> Parts, Medicine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8255" r="30480" b="10795"/>
                <wp:wrapNone/>
                <wp:docPr id="141" name="Down Arrow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1" o:spid="_x0000_s1026" type="#_x0000_t67" style="position:absolute;margin-left:342pt;margin-top:2.8pt;width:21.6pt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WUQwIAAJY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8255" r="30480" b="10795"/>
                <wp:wrapNone/>
                <wp:docPr id="140" name="Down Arrow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0" o:spid="_x0000_s1026" type="#_x0000_t67" style="position:absolute;margin-left:198pt;margin-top:2.8pt;width:21.6pt;height:1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tp8TEEACAACW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8255" r="30480" b="10795"/>
                <wp:wrapNone/>
                <wp:docPr id="139" name="Down Arrow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9" o:spid="_x0000_s1026" type="#_x0000_t67" style="position:absolute;margin-left:45pt;margin-top:2.8pt;width:21.6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 Body Parts (reflexive verbs)</w:t>
            </w:r>
          </w:p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 Ailments/remedies</w:t>
            </w:r>
          </w:p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Healtcare Poviders/places  (revisit Dative case)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 Healthy living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2065" r="30480" b="6985"/>
                <wp:wrapNone/>
                <wp:docPr id="138" name="Down Arrow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8" o:spid="_x0000_s1026" type="#_x0000_t67" style="position:absolute;margin-left:342pt;margin-top:4.25pt;width:21.6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J3Ekwp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2065" r="30480" b="16510"/>
                <wp:wrapNone/>
                <wp:docPr id="137" name="Down Arrow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7" o:spid="_x0000_s1026" type="#_x0000_t67" style="position:absolute;margin-left:198pt;margin-top:4.25pt;width:21.6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C1CjHfQgIAAJY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2065" r="30480" b="16510"/>
                <wp:wrapNone/>
                <wp:docPr id="136" name="Down Arrow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6" o:spid="_x0000_s1026" type="#_x0000_t67" style="position:absolute;margin-left:45pt;margin-top:4.25pt;width:21.6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gdD3W0ICAACW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Why is the reflexive important in describing daily routines?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you describe what is ailing you?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To whom/how would you go to get help?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is the difference between Drogerie and Apotheke?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is the German attitude toward healthy living reflected in their shopping and eating habits?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35" name="Down Arrow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5" o:spid="_x0000_s1026" type="#_x0000_t67" style="position:absolute;margin-left:45pt;margin-top:4.95pt;width:21.6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CcuM0NQQIAAJY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34" name="Down Arrow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4" o:spid="_x0000_s1026" type="#_x0000_t67" style="position:absolute;margin-left:351pt;margin-top:4.95pt;width:21.6pt;height:1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33" name="Down Arrow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3" o:spid="_x0000_s1026" type="#_x0000_t67" style="position:absolute;margin-left:207pt;margin-top:4.95pt;width:21.6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LmhQgIAAJY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2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Subject Area: German 2  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lastRenderedPageBreak/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3335" r="9525" b="5715"/>
                <wp:wrapNone/>
                <wp:docPr id="132" name="Oval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2" o:spid="_x0000_s1026" style="position:absolute;margin-left:27pt;margin-top:18.6pt;width:378pt;height:1in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BP2GlVFgIAADE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2700" r="9525" b="6350"/>
                <wp:wrapNone/>
                <wp:docPr id="13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UNIT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4  Occupations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29" type="#_x0000_t202" style="position:absolute;margin-left:90pt;margin-top:9pt;width:243pt;height:3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CSOD8vKwIAAFw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UNIT </w:t>
                      </w:r>
                      <w:proofErr w:type="gramStart"/>
                      <w:r>
                        <w:rPr>
                          <w:b/>
                          <w:bCs/>
                          <w:sz w:val="20"/>
                        </w:rPr>
                        <w:t>4  Occupations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30" name="Down Arrow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0" o:spid="_x0000_s1026" type="#_x0000_t67" style="position:absolute;margin-left:342pt;margin-top:2.8pt;width:21.6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LsAg/dBAgAAlg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29" name="Down Arrow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9" o:spid="_x0000_s1026" type="#_x0000_t67" style="position:absolute;margin-left:198pt;margin-top:2.8pt;width:21.6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WvQQIAAJY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MYsZa9BAgAAlg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28" name="Down Arrow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8" o:spid="_x0000_s1026" type="#_x0000_t67" style="position:absolute;margin-left:45pt;margin-top:2.8pt;width:21.6pt;height:1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qMr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Dy9qMrQQIAAJY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College life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Occupations (male vs. Female)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(werden)  (werden + ADJ / comparative ADJ / superlative ADJ)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Military/civil service options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2700" r="30480" b="6350"/>
                <wp:wrapNone/>
                <wp:docPr id="127" name="Down Arrow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7" o:spid="_x0000_s1026" type="#_x0000_t67" style="position:absolute;margin-left:342pt;margin-top:4.25pt;width:21.6pt;height:1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AH+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No4Af5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2700" r="30480" b="15875"/>
                <wp:wrapNone/>
                <wp:docPr id="126" name="Down Arrow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6" o:spid="_x0000_s1026" type="#_x0000_t67" style="position:absolute;margin-left:198pt;margin-top:4.25pt;width:21.6pt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sd6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O7ix3p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2700" r="30480" b="15875"/>
                <wp:wrapNone/>
                <wp:docPr id="125" name="Down Arrow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5" o:spid="_x0000_s1026" type="#_x0000_t67" style="position:absolute;margin-left:45pt;margin-top:4.25pt;width:21.6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What is life like for a German college student?</w:t>
            </w:r>
          </w:p>
          <w:p w:rsidR="001031E3" w:rsidRDefault="001031E3" w:rsidP="00A571FA">
            <w:pPr>
              <w:rPr>
                <w:lang w:val="de-DE"/>
              </w:rPr>
            </w:pP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What other paths for preparation are available?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you denote a female vs a male in the workplace?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Where are various occupations located?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is the importance of a civil service/ military obligation in Germany?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are the implications of doing away with the requirement?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700" r="30480" b="15875"/>
                <wp:wrapNone/>
                <wp:docPr id="124" name="Down Arrow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4" o:spid="_x0000_s1026" type="#_x0000_t67" style="position:absolute;margin-left:45pt;margin-top:4.95pt;width:21.6pt;height:1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Duo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DHUDuoQQIAAJY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700" r="30480" b="15875"/>
                <wp:wrapNone/>
                <wp:docPr id="123" name="Down Arrow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3" o:spid="_x0000_s1026" type="#_x0000_t67" style="position:absolute;margin-left:351pt;margin-top:4.95pt;width:21.6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MlaiYBBAgAAlg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700" r="30480" b="15875"/>
                <wp:wrapNone/>
                <wp:docPr id="122" name="Down Arrow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2" o:spid="_x0000_s1026" type="#_x0000_t67" style="position:absolute;margin-left:207pt;margin-top:4.95pt;width:21.6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E8EQgIAAJY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lastRenderedPageBreak/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2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2  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121" name="Oval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1" o:spid="_x0000_s1026" style="position:absolute;margin-left:27pt;margin-top:18.6pt;width:378pt;height:1in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appFQIAADE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8890" r="9525" b="10160"/>
                <wp:wrapNone/>
                <wp:docPr id="12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UNIT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5  Festivals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and holidays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30" type="#_x0000_t202" style="position:absolute;margin-left:90pt;margin-top:9pt;width:243pt;height:3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KJee4QqAgAAXAQAAA4AAAAAAAAAAAAAAAAALgIAAGRycy9lMm9E&#10;b2MueG1sUEsBAi0AFAAGAAgAAAAhAGHAy5XbAAAACQEAAA8AAAAAAAAAAAAAAAAAhAQAAGRycy9k&#10;b3ducmV2LnhtbFBLBQYAAAAABAAEAPMAAACMBQAAAAA=&#10;">
                <v:textbox>
                  <w:txbxContent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UNIT </w:t>
                      </w:r>
                      <w:proofErr w:type="gramStart"/>
                      <w:r>
                        <w:rPr>
                          <w:b/>
                          <w:bCs/>
                          <w:sz w:val="20"/>
                        </w:rPr>
                        <w:t>5  Festivals</w:t>
                      </w:r>
                      <w:proofErr w:type="gramEnd"/>
                      <w:r>
                        <w:rPr>
                          <w:b/>
                          <w:bCs/>
                          <w:sz w:val="20"/>
                        </w:rPr>
                        <w:t xml:space="preserve"> and holidays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1430" r="30480" b="7620"/>
                <wp:wrapNone/>
                <wp:docPr id="119" name="Down Arrow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9" o:spid="_x0000_s1026" type="#_x0000_t67" style="position:absolute;margin-left:342pt;margin-top:2.8pt;width:21.6pt;height:1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Hd6NcxBAgAAlg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1430" r="30480" b="17145"/>
                <wp:wrapNone/>
                <wp:docPr id="118" name="Down Arrow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8" o:spid="_x0000_s1026" type="#_x0000_t67" style="position:absolute;margin-left:198pt;margin-top:2.8pt;width:21.6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PNI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EOg80hBAgAAlg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1430" r="30480" b="17145"/>
                <wp:wrapNone/>
                <wp:docPr id="117" name="Down Arrow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7" o:spid="_x0000_s1026" type="#_x0000_t67" style="position:absolute;margin-left:45pt;margin-top:2.8pt;width:21.6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lGd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BrblGdQQIAAJY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Expressing actions and events in the past tense (das Perfekt / CPT)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Traditional German holidays and festivals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Traditional German holidays and festivals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5715" r="30480" b="13335"/>
                <wp:wrapNone/>
                <wp:docPr id="116" name="Down Arrow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6" o:spid="_x0000_s1026" type="#_x0000_t67" style="position:absolute;margin-left:342pt;margin-top:4.25pt;width:21.6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cZ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F+0lxl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5715" r="30480" b="13335"/>
                <wp:wrapNone/>
                <wp:docPr id="115" name="Down Arrow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5" o:spid="_x0000_s1026" type="#_x0000_t67" style="position:absolute;margin-left:198pt;margin-top:4.25pt;width:21.6pt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K1P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ELcrU9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5715" r="30480" b="13335"/>
                <wp:wrapNone/>
                <wp:docPr id="114" name="Down Arrow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4" o:spid="_x0000_s1026" type="#_x0000_t67" style="position:absolute;margin-left:45pt;margin-top:4.25pt;width:21.6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mvL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B2BmvLQQIAAJY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 you talk about past events, including holidays, festivals and birthdays?  (focus on time expressions and events in the past)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do Americans know about German holidays and festivals?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seemingly similar holidays differ?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(project:  write a brochure to Americans in English about German holidays)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do Germans know about American holidays and festivals?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seemingly similar holidays differ?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(project:  write a brochure to Germans in German about American holidays)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0"/>
                <w:lang w:val="de-DE"/>
              </w:rPr>
              <w:t>What customs in America have German roots?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113" name="Down Arrow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3" o:spid="_x0000_s1026" type="#_x0000_t67" style="position:absolute;margin-left:45pt;margin-top:4.95pt;width:21.6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B4DNnjQQIAAJY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112" name="Down Arrow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2" o:spid="_x0000_s1026" type="#_x0000_t67" style="position:absolute;margin-left:351pt;margin-top:4.95pt;width:21.6pt;height:1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111" name="Down Arrow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1" o:spid="_x0000_s1026" type="#_x0000_t67" style="position:absolute;margin-left:207pt;margin-top:4.95pt;width:21.6pt;height:1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UxQwIAAJY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2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2  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110" name="Ova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0" o:spid="_x0000_s1026" style="position:absolute;margin-left:27pt;margin-top:18.6pt;width:378pt;height:1in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WsHT4FgIAADE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6985" r="9525" b="12065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6</w:t>
                            </w:r>
                          </w:p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>At the Zoo / on the Farm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31" type="#_x0000_t202" style="position:absolute;margin-left:90pt;margin-top:9pt;width:243pt;height:3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BkQikYKwIAAFw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6</w:t>
                      </w:r>
                    </w:p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>At the Zoo / on the Farm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8890"/>
                <wp:wrapNone/>
                <wp:docPr id="108" name="Down Arrow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8" o:spid="_x0000_s1026" type="#_x0000_t67" style="position:absolute;margin-left:342pt;margin-top:2.8pt;width:21.6pt;height:1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8890"/>
                <wp:wrapNone/>
                <wp:docPr id="107" name="Down Arrow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7" o:spid="_x0000_s1026" type="#_x0000_t67" style="position:absolute;margin-left:198pt;margin-top:2.8pt;width:21.6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ARcYbxBAgAAlg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18415"/>
                <wp:wrapNone/>
                <wp:docPr id="106" name="Down Arrow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6" o:spid="_x0000_s1026" type="#_x0000_t67" style="position:absolute;margin-left:45pt;margin-top:2.8pt;width:21.6pt;height:1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Awhqc4QQIAAJY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Narrative Past Tense (aka Imperfekt, Präteritum, simple past tense)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At the Zoo ( a visit to the Frankfurter Zoo, Berliner Zoo, Leipziger Zoo)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On the farm (the farm as a vacation destination, Wandertage, auf dem Land, Schulausflüge)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5080"/>
                <wp:wrapNone/>
                <wp:docPr id="105" name="Down Arrow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5" o:spid="_x0000_s1026" type="#_x0000_t67" style="position:absolute;margin-left:342pt;margin-top:4.25pt;width:21.6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C3unW5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14605"/>
                <wp:wrapNone/>
                <wp:docPr id="104" name="Down Arrow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4" o:spid="_x0000_s1026" type="#_x0000_t67" style="position:absolute;margin-left:198pt;margin-top:4.25pt;width:21.6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Bk0W+p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14605"/>
                <wp:wrapNone/>
                <wp:docPr id="103" name="Down Arrow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3" o:spid="_x0000_s1026" type="#_x0000_t67" style="position:absolute;margin-left:45pt;margin-top:4.25pt;width:21.6pt;height:1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Fz7pwkICAACW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does one express past tense events in writing / when composing a story / narrative?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sz w:val="20"/>
                <w:lang w:val="de-DE"/>
              </w:rPr>
              <w:t>(Bremer Stadtmusikanten, andere Märchen mit Tieren, die Geschichte(n) der Brüder Grimm)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you express and describe certain animals / types of animals?   Endangered animals?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animals aren’t as common in Germany / in America?  What does the eagle symbolize in Germany?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What are common farming regions in Germany?  How do farms differ in Germany? 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Kindergeschichten </w:t>
            </w:r>
            <w:hyperlink r:id="rId6" w:history="1">
              <w:r>
                <w:rPr>
                  <w:rStyle w:val="Hyperlink"/>
                  <w:sz w:val="22"/>
                  <w:lang w:val="de-DE"/>
                </w:rPr>
                <w:t>http://www.e-stories.de/view-kurzgeschichten.phtml?2947</w:t>
              </w:r>
            </w:hyperlink>
          </w:p>
          <w:p w:rsidR="001031E3" w:rsidRDefault="001031E3" w:rsidP="00A571FA">
            <w:pPr>
              <w:rPr>
                <w:sz w:val="22"/>
                <w:lang w:val="de-DE"/>
              </w:rPr>
            </w:pP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http://www.kinderhof.de/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3970" r="30480" b="14605"/>
                <wp:wrapNone/>
                <wp:docPr id="102" name="Down Arrow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2" o:spid="_x0000_s1026" type="#_x0000_t67" style="position:absolute;margin-left:45pt;margin-top:4.95pt;width:21.6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3970" r="30480" b="14605"/>
                <wp:wrapNone/>
                <wp:docPr id="101" name="Down Arrow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1" o:spid="_x0000_s1026" type="#_x0000_t67" style="position:absolute;margin-left:351pt;margin-top:4.95pt;width:21.6pt;height:1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3970" r="30480" b="14605"/>
                <wp:wrapNone/>
                <wp:docPr id="100" name="Down Arrow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0" o:spid="_x0000_s1026" type="#_x0000_t67" style="position:absolute;margin-left:207pt;margin-top:4.95pt;width:21.6pt;height:1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OUQA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AKVtOUQAIAAJY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2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2  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1430" r="9525" b="7620"/>
                <wp:wrapNone/>
                <wp:docPr id="99" name="Oval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9" o:spid="_x0000_s1026" style="position:absolute;margin-left:27pt;margin-top:18.6pt;width:378pt;height:1in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Axnlu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lastRenderedPageBreak/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0795" r="9525" b="8255"/>
                <wp:wrapNone/>
                <wp:docPr id="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7</w:t>
                            </w:r>
                          </w:p>
                          <w:p w:rsidR="001031E3" w:rsidRDefault="001031E3" w:rsidP="001031E3">
                            <w:r>
                              <w:rPr>
                                <w:sz w:val="20"/>
                              </w:rPr>
                              <w:t>Sports and Leisure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32" type="#_x0000_t202" style="position:absolute;margin-left:90pt;margin-top:9pt;width:243pt;height:3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DSfx8SKwIAAFo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7</w:t>
                      </w:r>
                    </w:p>
                    <w:p w:rsidR="001031E3" w:rsidRDefault="001031E3" w:rsidP="001031E3">
                      <w:r>
                        <w:rPr>
                          <w:sz w:val="20"/>
                        </w:rPr>
                        <w:t>Sports and Leisure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5080"/>
                <wp:wrapNone/>
                <wp:docPr id="97" name="Down Arrow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7" o:spid="_x0000_s1026" type="#_x0000_t67" style="position:absolute;margin-left:342pt;margin-top:2.8pt;width:21.6pt;height:1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DvyQQ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FOkO/J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5080"/>
                <wp:wrapNone/>
                <wp:docPr id="96" name="Down Arrow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6" o:spid="_x0000_s1026" type="#_x0000_t67" style="position:absolute;margin-left:198pt;margin-top:2.8pt;width:21.6pt;height:1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1TLQQ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GOHVMt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14605"/>
                <wp:wrapNone/>
                <wp:docPr id="95" name="Down Arrow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5" o:spid="_x0000_s1026" type="#_x0000_t67" style="position:absolute;margin-left:45pt;margin-top:2.8pt;width:21.6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uWAPwIAAJQ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Review ordinal numbers / comparative &amp; superlative / all 3 preposition lists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Popular sports &amp; athletes in Germany / the concept of the Verein  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Vacation destinations in Germany/ vacationing practices in general / spas (Kurorte)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8255" r="30480" b="10795"/>
                <wp:wrapNone/>
                <wp:docPr id="94" name="Down Arrow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4" o:spid="_x0000_s1026" type="#_x0000_t67" style="position:absolute;margin-left:342pt;margin-top:4.25pt;width:21.6pt;height:1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q5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A8GKuU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8255" r="30480" b="10795"/>
                <wp:wrapNone/>
                <wp:docPr id="93" name="Down Arrow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3" o:spid="_x0000_s1026" type="#_x0000_t67" style="position:absolute;margin-left:198pt;margin-top:4.25pt;width:21.6pt;height:1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JMohxdBAgAAlA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8255" r="30480" b="10795"/>
                <wp:wrapNone/>
                <wp:docPr id="92" name="Down Arrow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2" o:spid="_x0000_s1026" type="#_x0000_t67" style="position:absolute;margin-left:45pt;margin-top:4.25pt;width:21.6pt;height:1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owvoLkICAACU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 you describe lists and rankings as they pertain to sports and competitions?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are the „German pasttimes?“  What sports-related personalities stand out to German?  To what extent  do Germans follow American sports?  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do German vacationing practices differ from ours?  What is the German mentality toward vacationing?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8255" r="30480" b="10795"/>
                <wp:wrapNone/>
                <wp:docPr id="91" name="Down Arrow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1" o:spid="_x0000_s1026" type="#_x0000_t67" style="position:absolute;margin-left:45pt;margin-top:4.95pt;width:21.6pt;height:1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ll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8255" r="30480" b="10795"/>
                <wp:wrapNone/>
                <wp:docPr id="90" name="Down Arrow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0" o:spid="_x0000_s1026" type="#_x0000_t67" style="position:absolute;margin-left:351pt;margin-top:4.95pt;width:21.6pt;height:1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Zc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w002XEACAACU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8255" r="30480" b="10795"/>
                <wp:wrapNone/>
                <wp:docPr id="89" name="Down Arrow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9" o:spid="_x0000_s1026" type="#_x0000_t67" style="position:absolute;margin-left:207pt;margin-top:4.95pt;width:21.6pt;height:1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FT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C9LrFTQAIAAJQ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2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2  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88" name="Oval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8" o:spid="_x0000_s1026" style="position:absolute;margin-left:27pt;margin-top:18.6pt;width:378pt;height:1in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n00qO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6985" r="9525" b="12065"/>
                <wp:wrapNone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8</w:t>
                            </w:r>
                          </w:p>
                          <w:p w:rsidR="001031E3" w:rsidRDefault="001031E3" w:rsidP="001031E3">
                            <w:r>
                              <w:rPr>
                                <w:sz w:val="20"/>
                              </w:rPr>
                              <w:t>Driving and the Open Road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3" type="#_x0000_t202" style="position:absolute;margin-left:90pt;margin-top:9pt;width:243pt;height:36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8</w:t>
                      </w:r>
                    </w:p>
                    <w:p w:rsidR="001031E3" w:rsidRDefault="001031E3" w:rsidP="001031E3">
                      <w:r>
                        <w:rPr>
                          <w:sz w:val="20"/>
                        </w:rPr>
                        <w:t>Driving and the Open Road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8890"/>
                <wp:wrapNone/>
                <wp:docPr id="86" name="Down Arrow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6" o:spid="_x0000_s1026" type="#_x0000_t67" style="position:absolute;margin-left:342pt;margin-top:2.8pt;width:21.6pt;height:1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LTt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8890"/>
                <wp:wrapNone/>
                <wp:docPr id="85" name="Down Arrow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5" o:spid="_x0000_s1026" type="#_x0000_t67" style="position:absolute;margin-left:198pt;margin-top:2.8pt;width:21.6pt;height:1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QWm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WS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luQ7BkHVa/HOydzbCbQZbKJs3ChOr8eg6xrlC2kT&#10;cBgNGmUyWgw/OetoLGoef2whKM7MB0f6Xs0Xi36O8maxvOilCVPPeuoBJwiq5omzwbxLw+xtfdCb&#10;ll6a59wd3lJPNDodmmdgNZKl1ifrZLam+xz1+2ey+gU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vL0FpkACAACU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18415"/>
                <wp:wrapNone/>
                <wp:docPr id="84" name="Down Arrow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4" o:spid="_x0000_s1026" type="#_x0000_t67" style="position:absolute;margin-left:45pt;margin-top:2.8pt;width:21.6pt;height:1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qf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W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luQ7BkHVa/HOydzbCbQZbKJs3ChOr8eg6xrlC2kT&#10;cBgNGmUyWgw/OetoLGoef2whKM7MB0f6Xs0Xi36O8maxvOilCVPPeuoBJwiq5omzwbxLw+xtfdCb&#10;ll6a59wd3lJPNDodmmdgNZKl1ifrZLam+xz1+2ey+gU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Iyeap9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das  Autobahnnetz &amp; road signs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Fahrschule / Führerschein machen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Giving directions / Altstadt und Fußgängerzone / Marktplatz / Marienplatz / Rathaus/ Brunnen / Markttag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7620" r="30480" b="11430"/>
                <wp:wrapNone/>
                <wp:docPr id="83" name="Down Arrow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3" o:spid="_x0000_s1026" type="#_x0000_t67" style="position:absolute;margin-left:342pt;margin-top:4.25pt;width:21.6pt;height:1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2cx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4tT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iTfIQiqXov3TubeTqDNYBNl40Zxej0GXdcon0mb&#10;gMNo0CiT0WL4xVlHY1Hz+HMLQXFmPjrS93K+WPRzlDeL5XkvTZh61lMPOEFQNU+cDeZtGmZv64Pe&#10;tPTSPOfu8IZ6otHptXkGViNZan2yjmZrus9Rv38mqxcA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Bx3ZzFBAgAAlA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7620" r="30480" b="11430"/>
                <wp:wrapNone/>
                <wp:docPr id="82" name="Down Arrow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2" o:spid="_x0000_s1026" type="#_x0000_t67" style="position:absolute;margin-left:198pt;margin-top:4.25pt;width:21.6pt;height:1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gI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AsVAgIQgIAAJQ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7620" r="30480" b="11430"/>
                <wp:wrapNone/>
                <wp:docPr id="81" name="Down Arrow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1" o:spid="_x0000_s1026" type="#_x0000_t67" style="position:absolute;margin-left:45pt;margin-top:4.25pt;width:21.6pt;height:1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lD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fDG5Q0ICAACU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How do you get around Germany using the federal highway system?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 road signs differ and why is it so important to be able to interpret them?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What is the actual law regarding speed limits?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is involved in the process of obtaining a driver’s license in Germany? (cost, time, age)   What driving laws exist and how do they differ from those in the U.S.?  (drinking &amp; driving / cell phones / multitasking)  What is commonly considered the most valid form of ID?  (Personalausweis vs Führerschein)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  <w:p w:rsidR="001031E3" w:rsidRDefault="001031E3" w:rsidP="00A571FA">
            <w:pPr>
              <w:rPr>
                <w:sz w:val="20"/>
                <w:lang w:val="de-DE"/>
              </w:rPr>
            </w:pPr>
            <w:hyperlink r:id="rId7" w:history="1">
              <w:r>
                <w:rPr>
                  <w:rStyle w:val="Hyperlink"/>
                  <w:sz w:val="20"/>
                  <w:lang w:val="de-DE"/>
                </w:rPr>
                <w:t>http://www.youtube.com/</w:t>
              </w:r>
            </w:hyperlink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watch?v=3R7EtIyiOjE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How do you say „how do you get from __ to ___?  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do you give directions?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is an „Altstadt“ and how is that different from American cities?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985" r="30480" b="12065"/>
                <wp:wrapNone/>
                <wp:docPr id="80" name="Down Arrow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0" o:spid="_x0000_s1026" type="#_x0000_t67" style="position:absolute;margin-left:45pt;margin-top:4.95pt;width:21.6pt;height:1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985" r="30480" b="12065"/>
                <wp:wrapNone/>
                <wp:docPr id="79" name="Down Arrow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9" o:spid="_x0000_s1026" type="#_x0000_t67" style="position:absolute;margin-left:351pt;margin-top:4.95pt;width:21.6pt;height:1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mNP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ClKY09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985" r="30480" b="12065"/>
                <wp:wrapNone/>
                <wp:docPr id="78" name="Down Arrow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8" o:spid="_x0000_s1026" type="#_x0000_t67" style="position:absolute;margin-left:207pt;margin-top:4.95pt;width:21.6pt;height:1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x2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GWkMdk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3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3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lastRenderedPageBreak/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3335" r="9525" b="5715"/>
                <wp:wrapNone/>
                <wp:docPr id="77" name="Oval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7" o:spid="_x0000_s1026" style="position:absolute;margin-left:27pt;margin-top:18.6pt;width:378pt;height:1in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tBRwv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2700" r="9525" b="6350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1</w:t>
                            </w:r>
                          </w:p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>House and Household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4" type="#_x0000_t202" style="position:absolute;margin-left:90pt;margin-top:9pt;width:243pt;height:3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AjetMyKwIAAFo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1</w:t>
                      </w:r>
                    </w:p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>House and Household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75" name="Down Arrow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5" o:spid="_x0000_s1026" type="#_x0000_t67" style="position:absolute;margin-left:342pt;margin-top:2.8pt;width:21.6pt;height:1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de6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cWS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CjZ17p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74" name="Down Arrow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4" o:spid="_x0000_s1026" type="#_x0000_t67" style="position:absolute;margin-left:198pt;margin-top:2.8pt;width:21.6pt;height:1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riD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cW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Bj6uIN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73" name="Down Arrow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3" o:spid="_x0000_s1026" type="#_x0000_t67" style="position:absolute;margin-left:45pt;margin-top:2.8pt;width:21.6pt;height:1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7Ut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/NT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CIE7Ut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b/>
          <w:bCs/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 Concept:   </w:t>
            </w:r>
            <w:r>
              <w:rPr>
                <w:sz w:val="20"/>
                <w:lang w:val="de-DE"/>
              </w:rPr>
              <w:t>Filling out the 4 charts for articles, article endings and adjective endings</w:t>
            </w:r>
          </w:p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Types of housing / fences / yards / parcels of land / Schrebergarten oder Kleingarten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Inside the house / Hausarbeit / parts of the house / doors closed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8890"/>
                <wp:wrapNone/>
                <wp:docPr id="72" name="Down Arrow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2" o:spid="_x0000_s1026" type="#_x0000_t67" style="position:absolute;margin-left:342pt;margin-top:4.25pt;width:21.6pt;height:1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NoU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18415"/>
                <wp:wrapNone/>
                <wp:docPr id="71" name="Down Arrow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1" o:spid="_x0000_s1026" type="#_x0000_t67" style="position:absolute;margin-left:198pt;margin-top:4.25pt;width:21.6pt;height:1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DoVWtfQgIAAJQ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18415"/>
                <wp:wrapNone/>
                <wp:docPr id="70" name="Down Arrow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0" o:spid="_x0000_s1026" type="#_x0000_t67" style="position:absolute;margin-left:45pt;margin-top:4.25pt;width:21.6pt;height:1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Rm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 you figure out answering the 3 questions of gender, case &amp; chart?</w:t>
            </w:r>
          </w:p>
          <w:p w:rsidR="001031E3" w:rsidRDefault="001031E3" w:rsidP="00A571FA">
            <w:pPr>
              <w:rPr>
                <w:lang w:val="de-DE"/>
              </w:rPr>
            </w:pP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can you fill out the charts with very minimal memorization?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is the German mentality regarding housing, privacy and ownership?  What is the difference between a house, an apartment, a condominium, etc.?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</w:p>
          <w:p w:rsidR="001031E3" w:rsidRDefault="001031E3" w:rsidP="00A571FA">
            <w:pPr>
              <w:rPr>
                <w:sz w:val="20"/>
                <w:lang w:val="de-DE"/>
              </w:rPr>
            </w:pPr>
            <w:hyperlink r:id="rId8" w:history="1">
              <w:r>
                <w:rPr>
                  <w:rStyle w:val="Hyperlink"/>
                  <w:sz w:val="20"/>
                  <w:lang w:val="de-DE"/>
                </w:rPr>
                <w:t>http://www.youtube.com/</w:t>
              </w:r>
            </w:hyperlink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watch?v=VBtYaJ9h4pw  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are common rooms and furnishings in a German dwelling?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are common household chores?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69" name="Down Arrow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9" o:spid="_x0000_s1026" type="#_x0000_t67" style="position:absolute;margin-left:45pt;margin-top:4.95pt;width:21.6pt;height:1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YNp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CmFYNpQQIAAJQ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68" name="Down Arrow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8" o:spid="_x0000_s1026" type="#_x0000_t67" style="position:absolute;margin-left:351pt;margin-top:4.95pt;width:21.6pt;height:1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uxQ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JY27FB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67" name="Down Arrow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7" o:spid="_x0000_s1026" type="#_x0000_t67" style="position:absolute;margin-left:207pt;margin-top:4.95pt;width:21.6pt;height:1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nu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x8Dp7k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3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3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lastRenderedPageBreak/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3335" r="9525" b="5715"/>
                <wp:wrapNone/>
                <wp:docPr id="66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6" o:spid="_x0000_s1026" style="position:absolute;margin-left:27pt;margin-top:18.6pt;width:378pt;height:1in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KEC/P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2700" r="9525" b="635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2</w:t>
                            </w:r>
                          </w:p>
                          <w:p w:rsidR="001031E3" w:rsidRDefault="001031E3" w:rsidP="001031E3">
                            <w:pPr>
                              <w:pStyle w:val="BodyText"/>
                            </w:pPr>
                            <w:r>
                              <w:t>Fashion Police!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35" type="#_x0000_t202" style="position:absolute;margin-left:90pt;margin-top:9pt;width:243pt;height:36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2</w:t>
                      </w:r>
                    </w:p>
                    <w:p w:rsidR="001031E3" w:rsidRDefault="001031E3" w:rsidP="001031E3">
                      <w:pPr>
                        <w:pStyle w:val="BodyText"/>
                      </w:pPr>
                      <w:r>
                        <w:t>Fashion Police!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64" name="Down Arrow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4" o:spid="_x0000_s1026" type="#_x0000_t67" style="position:absolute;margin-left:342pt;margin-top:2.8pt;width:21.6pt;height:1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Vil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m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JelWKV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63" name="Down Arrow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3" o:spid="_x0000_s1026" type="#_x0000_t67" style="position:absolute;margin-left:198pt;margin-top:2.8pt;width:21.6pt;height:1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UL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7NT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AdMVQt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62" name="Down Arrow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2" o:spid="_x0000_s1026" type="#_x0000_t67" style="position:absolute;margin-left:45pt;margin-top:2.8pt;width:21.6pt;height:1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zoy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 xml:space="preserve">Concept:  Adjective endings, part 2:  </w:t>
            </w:r>
            <w:r>
              <w:rPr>
                <w:sz w:val="20"/>
                <w:lang w:val="de-DE"/>
              </w:rPr>
              <w:t>Applying the charts to actual German texts / analyzing texts using chart knowledge / using chart knowledge in writing</w:t>
            </w:r>
          </w:p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 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Describing what you’re wearing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German sizing of clothing / the „Paris of Germany“- Düsseldorf / fashion trends /  wearing the same thing three days in a row- „socks and Birkenstocks“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1" name="Down Arrow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1" o:spid="_x0000_s1026" type="#_x0000_t67" style="position:absolute;margin-left:342pt;margin-top:4.25pt;width:21.6pt;height:1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0" name="Down Arrow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0" o:spid="_x0000_s1026" type="#_x0000_t67" style="position:absolute;margin-left:198pt;margin-top:4.25pt;width:21.6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RA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9" name="Down Arrow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9" o:spid="_x0000_s1026" type="#_x0000_t67" style="position:absolute;margin-left:45pt;margin-top:4.25pt;width:21.6pt;height:1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aMC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KK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A39aMCQQIAAJQ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does a seemingly meaningless chart come to life?</w:t>
            </w:r>
          </w:p>
          <w:p w:rsidR="001031E3" w:rsidRDefault="001031E3" w:rsidP="00A571FA">
            <w:pPr>
              <w:rPr>
                <w:lang w:val="de-DE"/>
              </w:rPr>
            </w:pP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Das „blauer Bus“ Lied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How do I talk about my outfits, including attributive adjectives? 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do clothing / shoes differ in Germany?  What is the fashion capital of Germany?  What defines German „fashion“/clothing trends?  What clothing boutiques are common in Germany?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58" name="Down Arrow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8" o:spid="_x0000_s1026" type="#_x0000_t67" style="position:absolute;margin-left:45pt;margin-top:4.95pt;width:21.6pt;height:1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sw7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ZKUcm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AfWzDtAAgAAlA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57" name="Down Arrow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7" o:spid="_x0000_s1026" type="#_x0000_t67" style="position:absolute;margin-left:351pt;margin-top:4.95pt;width:21.6pt;height:1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mF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K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FYgyYV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56" name="Down Arrow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6" o:spid="_x0000_s1026" type="#_x0000_t67" style="position:absolute;margin-left:207pt;margin-top:4.95pt;width:21.6pt;height:1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6a8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K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ZgOmvE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3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Subject Area: German 3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lastRenderedPageBreak/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55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27pt;margin-top:18.6pt;width:378pt;height:1in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iKAs0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8890" r="9525" b="1016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3</w:t>
                            </w:r>
                          </w:p>
                          <w:p w:rsidR="001031E3" w:rsidRDefault="001031E3" w:rsidP="001031E3">
                            <w:r>
                              <w:rPr>
                                <w:sz w:val="20"/>
                              </w:rPr>
                              <w:t>Music, Music, Music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6" type="#_x0000_t202" style="position:absolute;margin-left:90pt;margin-top:9pt;width:243pt;height:36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3</w:t>
                      </w:r>
                    </w:p>
                    <w:p w:rsidR="001031E3" w:rsidRDefault="001031E3" w:rsidP="001031E3">
                      <w:r>
                        <w:rPr>
                          <w:sz w:val="20"/>
                        </w:rPr>
                        <w:t>Music, Music, Music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53" name="Down Arrow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3" o:spid="_x0000_s1026" type="#_x0000_t67" style="position:absolute;margin-left:342pt;margin-top:2.8pt;width:21.6pt;height:1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Vg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JasdWB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52" name="Down Arrow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2" o:spid="_x0000_s1026" type="#_x0000_t67" style="position:absolute;margin-left:198pt;margin-top:2.8pt;width:21.6pt;height:18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pZ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51" name="Down Arrow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1" o:spid="_x0000_s1026" type="#_x0000_t67" style="position:absolute;margin-left:45pt;margin-top:2.8pt;width:21.6pt;height:1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qsS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Subordinating conjunctions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Personal taste in music / musical genres 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Die Top 40 Charts / Musikgeschichte (Komponisten)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5715" r="30480" b="13335"/>
                <wp:wrapNone/>
                <wp:docPr id="50" name="Down Arrow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0" o:spid="_x0000_s1026" type="#_x0000_t67" style="position:absolute;margin-left:342pt;margin-top:4.25pt;width:21.6pt;height:18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Qr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xsnEK0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5715" r="30480" b="13335"/>
                <wp:wrapNone/>
                <wp:docPr id="49" name="Down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9" o:spid="_x0000_s1026" type="#_x0000_t67" style="position:absolute;margin-left:198pt;margin-top:4.25pt;width:21.6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kMk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KK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LiqQyRBAgAAlA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5715" r="30480" b="13335"/>
                <wp:wrapNone/>
                <wp:docPr id="48" name="Down Arrow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8" o:spid="_x0000_s1026" type="#_x0000_t67" style="position:absolute;margin-left:45pt;margin-top:4.25pt;width:21.6pt;height:1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wd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YKUcm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What are the subordinators and how do they affect word order?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What other elements affect word order in the same way?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you discuss your personal opinions about music?   How have your tastes changed over the years?  (focus on past perfect-  „Als Kind hatte ich viele Lieblingslieder gehabt.“  „Als Kind war ich kein Musikfan gewesen.“)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do German charts compare to those in the U.S.?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What musicians have influenced German culture over the years? 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To what extent does technology affect the accessibility of modern music?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7" name="Down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7" o:spid="_x0000_s1026" type="#_x0000_t67" style="position:absolute;margin-left:45pt;margin-top:4.95pt;width:21.6pt;height:1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ymj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K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DZfymjQQIAAJQ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6" name="Down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6" o:spid="_x0000_s1026" type="#_x0000_t67" style="position:absolute;margin-left:351pt;margin-top:4.95pt;width:21.6pt;height:18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Eaa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K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OlcRpp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5" name="Down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5" o:spid="_x0000_s1026" type="#_x0000_t67" style="position:absolute;margin-left:207pt;margin-top:4.95pt;width:21.6pt;height:18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ffR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WLJ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uTn30U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3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3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1430" r="9525" b="7620"/>
                <wp:wrapNone/>
                <wp:docPr id="44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" o:spid="_x0000_s1026" style="position:absolute;margin-left:27pt;margin-top:18.6pt;width:378pt;height:1in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FPTjU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0795" r="9525" b="825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UNIT 4    </w:t>
                            </w:r>
                          </w:p>
                          <w:p w:rsidR="001031E3" w:rsidRDefault="001031E3" w:rsidP="001031E3">
                            <w:r>
                              <w:rPr>
                                <w:sz w:val="20"/>
                              </w:rPr>
                              <w:t>Modern / Multicultural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7" type="#_x0000_t202" style="position:absolute;margin-left:90pt;margin-top:9pt;width:243pt;height:36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UNIT 4    </w:t>
                      </w:r>
                    </w:p>
                    <w:p w:rsidR="001031E3" w:rsidRDefault="001031E3" w:rsidP="001031E3">
                      <w:r>
                        <w:rPr>
                          <w:sz w:val="20"/>
                        </w:rPr>
                        <w:t>Modern / Multicultural Society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5080"/>
                <wp:wrapNone/>
                <wp:docPr id="42" name="Down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2" o:spid="_x0000_s1026" type="#_x0000_t67" style="position:absolute;margin-left:342pt;margin-top:2.8pt;width:21.6pt;height:1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p/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5080"/>
                <wp:wrapNone/>
                <wp:docPr id="41" name="Down Arrow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1" o:spid="_x0000_s1026" type="#_x0000_t67" style="position:absolute;margin-left:198pt;margin-top:2.8pt;width:21.6pt;height:1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Us0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14605"/>
                <wp:wrapNone/>
                <wp:docPr id="40" name="Down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0" o:spid="_x0000_s1026" type="#_x0000_t67" style="position:absolute;margin-left:45pt;margin-top:2.8pt;width:21.6pt;height:1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EmWJA1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 xml:space="preserve">Concept:  </w:t>
            </w:r>
            <w:r>
              <w:rPr>
                <w:sz w:val="20"/>
                <w:lang w:val="de-DE"/>
              </w:rPr>
              <w:t>subjunctive mood</w:t>
            </w:r>
          </w:p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Ethnic groups / immigrant groups &amp; migrant workers / reunification assimilation issues / dual nationalities / birth rate decline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Religion in Germany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1430" r="30480" b="7620"/>
                <wp:wrapNone/>
                <wp:docPr id="39" name="Down Arrow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9" o:spid="_x0000_s1026" type="#_x0000_t67" style="position:absolute;margin-left:342pt;margin-top:4.25pt;width:21.6pt;height:1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LU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NL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BU04tRBAgAAlA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1430" r="30480" b="17145"/>
                <wp:wrapNone/>
                <wp:docPr id="38" name="Down Arrow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8" o:spid="_x0000_s1026" type="#_x0000_t67" style="position:absolute;margin-left:198pt;margin-top:4.25pt;width:21.6pt;height:18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43t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CUXje1BAgAAlA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1430" r="30480" b="17145"/>
                <wp:wrapNone/>
                <wp:docPr id="37" name="Down Arrow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7" o:spid="_x0000_s1026" type="#_x0000_t67" style="position:absolute;margin-left:45pt;margin-top:4.25pt;width:21.6pt;height:1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YhT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Nz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B04YhTQQIAAJQ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What are the specific uses of the subjunctive and what is the basic structure of present and past subjunctive?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major immigration groups exist in Germany and what difficulties do they encounter?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has Germany’s history affected its policies involving minority groups?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has religion played a part in German history?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How has Germany played a part in world religious developments?  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role does religion play in the modern secularized Germany?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795" r="30480" b="17780"/>
                <wp:wrapNone/>
                <wp:docPr id="36" name="Down Arrow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6" o:spid="_x0000_s1026" type="#_x0000_t67" style="position:absolute;margin-left:45pt;margin-top:4.95pt;width:21.6pt;height:1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dq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Mz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BEwudqQQIAAJQ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795" r="30480" b="17780"/>
                <wp:wrapNone/>
                <wp:docPr id="35" name="Down Arrow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5" o:spid="_x0000_s1026" type="#_x0000_t67" style="position:absolute;margin-left:351pt;margin-top:4.95pt;width:21.6pt;height:18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1Yh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BSnViF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795" r="30480" b="17780"/>
                <wp:wrapNone/>
                <wp:docPr id="34" name="Down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4" o:spid="_x0000_s1026" type="#_x0000_t67" style="position:absolute;margin-left:207pt;margin-top:4.95pt;width:21.6pt;height:1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DkY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JIQ5GE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3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3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1430" r="9525" b="7620"/>
                <wp:wrapNone/>
                <wp:docPr id="33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" o:spid="_x0000_s1026" style="position:absolute;margin-left:27pt;margin-top:18.6pt;width:378pt;height:1in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zXzIZ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0795" r="9525" b="825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5</w:t>
                            </w:r>
                          </w:p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>German Press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margin-left:90pt;margin-top:9pt;width:243pt;height:36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CG+5JBKwIAAFo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5</w:t>
                      </w:r>
                    </w:p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>German Press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5080"/>
                <wp:wrapNone/>
                <wp:docPr id="31" name="Down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1" o:spid="_x0000_s1026" type="#_x0000_t67" style="position:absolute;margin-left:342pt;margin-top:2.8pt;width:21.6pt;height:1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5080"/>
                <wp:wrapNone/>
                <wp:docPr id="30" name="Down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0" o:spid="_x0000_s1026" type="#_x0000_t67" style="position:absolute;margin-left:198pt;margin-top:2.8pt;width:21.6pt;height:1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OQIhf1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3970" r="30480" b="14605"/>
                <wp:wrapNone/>
                <wp:docPr id="29" name="Down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9" o:spid="_x0000_s1026" type="#_x0000_t67" style="position:absolute;margin-left:45pt;margin-top:2.8pt;width:21.6pt;height:18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Ly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F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CaawLy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Subjunctive 1 (quotative)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Newspapers in Germany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Magazines in Germany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8255" r="30480" b="10795"/>
                <wp:wrapNone/>
                <wp:docPr id="28" name="Down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8" o:spid="_x0000_s1026" type="#_x0000_t67" style="position:absolute;margin-left:342pt;margin-top:4.25pt;width:21.6pt;height:1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3L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UlK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qkhty0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8255" r="30480" b="10795"/>
                <wp:wrapNone/>
                <wp:docPr id="27" name="Down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7" o:spid="_x0000_s1026" type="#_x0000_t67" style="position:absolute;margin-left:198pt;margin-top:4.25pt;width:21.6pt;height:1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h1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B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Pu+aHVBAgAAlA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8255" r="30480" b="10795"/>
                <wp:wrapNone/>
                <wp:docPr id="26" name="Down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6" o:spid="_x0000_s1026" type="#_x0000_t67" style="position:absolute;margin-left:45pt;margin-top:4.25pt;width:21.6pt;height:18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dM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O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DLnQdMQQIAAJQ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 journalists use the subjunctive mood to „distance themselves“ from the material they report?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are the German versions of national newspapers (USA Today) and regional newspapers (Public Opinion)?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people get their newspaper information- in written form or online?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Into what sections is a German newspaper divided?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types of magazines (both objective news and sensationalist reporting) exist in Germany?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speciality magazines exist in Germany?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8255" r="30480" b="10795"/>
                <wp:wrapNone/>
                <wp:docPr id="25" name="Down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5" o:spid="_x0000_s1026" type="#_x0000_t67" style="position:absolute;margin-left:45pt;margin-top:4.95pt;width:21.6pt;height:18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8255" r="30480" b="10795"/>
                <wp:wrapNone/>
                <wp:docPr id="24" name="Down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4" o:spid="_x0000_s1026" type="#_x0000_t67" style="position:absolute;margin-left:351pt;margin-top:4.95pt;width:21.6pt;height:18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9k+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Kvb2T5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8255" r="30480" b="10795"/>
                <wp:wrapNone/>
                <wp:docPr id="23" name="Down Arrow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3" o:spid="_x0000_s1026" type="#_x0000_t67" style="position:absolute;margin-left:207pt;margin-top:4.95pt;width:21.6pt;height:1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tSQ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OzLUkE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3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3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22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27pt;margin-top:18.6pt;width:378pt;height:1in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USgH5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lastRenderedPageBreak/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6985" r="9525" b="1206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6</w:t>
                            </w:r>
                          </w:p>
                          <w:p w:rsidR="001031E3" w:rsidRDefault="001031E3" w:rsidP="001031E3">
                            <w:r>
                              <w:t>Politics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9" type="#_x0000_t202" style="position:absolute;margin-left:90pt;margin-top:9pt;width:243pt;height:36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DPbtOvKwIAAFo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6</w:t>
                      </w:r>
                    </w:p>
                    <w:p w:rsidR="001031E3" w:rsidRDefault="001031E3" w:rsidP="001031E3">
                      <w:r>
                        <w:t>Politics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8890"/>
                <wp:wrapNone/>
                <wp:docPr id="20" name="Down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342pt;margin-top:2.8pt;width:21.6pt;height:1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XbPwIAAJQ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BrV2XbPwIAAJQ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18415"/>
                <wp:wrapNone/>
                <wp:docPr id="19" name="Down Arrow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9" o:spid="_x0000_s1026" type="#_x0000_t67" style="position:absolute;margin-left:198pt;margin-top:2.8pt;width:21.6pt;height:18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yKZ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a44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C4simUACAACU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18415"/>
                <wp:wrapNone/>
                <wp:docPr id="18" name="Down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45pt;margin-top:2.8pt;width:21.6pt;height:1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E2g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DuoTaB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The passive voice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The multiple party system / EU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Nationalism vs Patriotism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5080"/>
                <wp:wrapNone/>
                <wp:docPr id="17" name="Down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7" o:spid="_x0000_s1026" type="#_x0000_t67" style="position:absolute;margin-left:342pt;margin-top:4.25pt;width:21.6pt;height:1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ge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S44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al5IHk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14605"/>
                <wp:wrapNone/>
                <wp:docPr id="16" name="Down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6" o:spid="_x0000_s1026" type="#_x0000_t67" style="position:absolute;margin-left:198pt;margin-top:4.25pt;width:21.6pt;height:18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Scn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c45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14605"/>
                <wp:wrapNone/>
                <wp:docPr id="15" name="Down Arrow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" o:spid="_x0000_s1026" type="#_x0000_t67" style="position:absolute;margin-left:45pt;margin-top:4.25pt;width:21.6pt;height:18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JZs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Zac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In what ways is the passive voice used?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can we use it?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can it be used by us?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For what historical reason(s) is the German Congress (Bundestag) split into representative party seats?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does this system of representation function?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are coalitions formed and how do they function?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recent events have caused Germans to be proud of their country?  Why do some Germans consider this problematic?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3970" r="30480" b="14605"/>
                <wp:wrapNone/>
                <wp:docPr id="14" name="Down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" o:spid="_x0000_s1026" type="#_x0000_t67" style="position:absolute;margin-left:45pt;margin-top:4.95pt;width:21.6pt;height:18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/lV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Rac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Do7+VVAAgAAlA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3970" r="30480" b="14605"/>
                <wp:wrapNone/>
                <wp:docPr id="13" name="Down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" o:spid="_x0000_s1026" type="#_x0000_t67" style="position:absolute;margin-left:351pt;margin-top:4.95pt;width:21.6pt;height:18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vT7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KrS9Pt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3970" r="30480" b="14605"/>
                <wp:wrapNone/>
                <wp:docPr id="12" name="Down Arrow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" o:spid="_x0000_s1026" type="#_x0000_t67" style="position:absolute;margin-left:207pt;margin-top:4.95pt;width:21.6pt;height:18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ZvC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>Curriculum:  Chambersburg Area School District</w:t>
      </w:r>
    </w:p>
    <w:p w:rsidR="001031E3" w:rsidRDefault="001031E3" w:rsidP="001031E3">
      <w:pPr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Course:   German 1 (Honors)       </w:t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</w:r>
      <w:r>
        <w:rPr>
          <w:b/>
          <w:bCs/>
          <w:sz w:val="20"/>
          <w:lang w:val="de-DE"/>
        </w:rPr>
        <w:tab/>
        <w:t xml:space="preserve">Date:  </w:t>
      </w:r>
      <w:r>
        <w:rPr>
          <w:b/>
          <w:bCs/>
          <w:sz w:val="20"/>
          <w:lang w:val="de-DE"/>
        </w:rPr>
        <w:tab/>
      </w:r>
    </w:p>
    <w:p w:rsidR="001031E3" w:rsidRDefault="001031E3" w:rsidP="001031E3">
      <w:pPr>
        <w:rPr>
          <w:b/>
          <w:bCs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Topic:                                                                                         Days:   15                                                                                                       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 xml:space="preserve">Subject Area: German 3                                        Grade:  High School                                                                                           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lang w:val="de-DE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1031E3" w:rsidRDefault="001031E3" w:rsidP="00A571FA">
            <w:pPr>
              <w:rPr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Key Learning:</w:t>
            </w:r>
            <w:r>
              <w:rPr>
                <w:lang w:val="de-DE"/>
              </w:rPr>
              <w:t xml:space="preserve">  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b/>
          <w:bCs/>
          <w:sz w:val="20"/>
          <w:lang w:val="de-DE"/>
        </w:rPr>
        <w:t xml:space="preserve">Unit Essential Question: </w:t>
      </w:r>
      <w:r>
        <w:rPr>
          <w:sz w:val="20"/>
          <w:lang w:val="de-DE"/>
        </w:rPr>
        <w:t xml:space="preserve"> </w:t>
      </w:r>
      <w:r>
        <w:rPr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lastRenderedPageBreak/>
        <w:t xml:space="preserve">                           </w:t>
      </w:r>
      <w:r>
        <w:rPr>
          <w:lang w:val="de-DE"/>
        </w:rPr>
        <w:tab/>
      </w: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6985" r="9525" b="1206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E3" w:rsidRDefault="001031E3" w:rsidP="001031E3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Question: UNIT 7</w:t>
                            </w:r>
                          </w:p>
                          <w:p w:rsidR="001031E3" w:rsidRDefault="001031E3" w:rsidP="001031E3">
                            <w:r>
                              <w:rPr>
                                <w:b/>
                                <w:bCs/>
                                <w:sz w:val="20"/>
                              </w:rPr>
                              <w:t>TV and Film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margin-left:90pt;margin-top:9pt;width:243pt;height:36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Ahi1jEKwIAAFoEAAAOAAAAAAAAAAAAAAAAAC4CAABkcnMvZTJv&#10;RG9jLnhtbFBLAQItABQABgAIAAAAIQBhwMuV2wAAAAkBAAAPAAAAAAAAAAAAAAAAAIUEAABkcnMv&#10;ZG93bnJldi54bWxQSwUGAAAAAAQABADzAAAAjQUAAAAA&#10;">
                <v:textbox>
                  <w:txbxContent>
                    <w:p w:rsidR="001031E3" w:rsidRDefault="001031E3" w:rsidP="001031E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 UNIT 7</w:t>
                      </w:r>
                    </w:p>
                    <w:p w:rsidR="001031E3" w:rsidRDefault="001031E3" w:rsidP="001031E3">
                      <w:r>
                        <w:rPr>
                          <w:b/>
                          <w:bCs/>
                          <w:sz w:val="20"/>
                        </w:rPr>
                        <w:t>TV and Film</w:t>
                      </w:r>
                    </w:p>
                  </w:txbxContent>
                </v:textbox>
              </v:shape>
            </w:pict>
          </mc:Fallback>
        </mc:AlternateContent>
      </w: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</w:p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8890"/>
                <wp:wrapNone/>
                <wp:docPr id="9" name="Down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" o:spid="_x0000_s1026" type="#_x0000_t67" style="position:absolute;margin-left:342pt;margin-top:2.8pt;width:21.6pt;height:1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nmPwIAAJI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CTWUnmPwIAAJI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18415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98pt;margin-top:2.8pt;width:21.6pt;height:1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0160" r="30480" b="18415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45pt;margin-top:2.8pt;width:21.6pt;height:18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"/>
            </w:pict>
          </mc:Fallback>
        </mc:AlternateContent>
      </w:r>
      <w:r>
        <w:rPr>
          <w:lang w:val="de-DE"/>
        </w:rPr>
        <w:t xml:space="preserve">          </w: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Relative pronouns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German television channels and programs</w:t>
            </w: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German films and the „Hollywood of Germany“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5080"/>
                <wp:wrapNone/>
                <wp:docPr id="6" name="Down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342pt;margin-top:4.25pt;width:21.6pt;height:18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14605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98pt;margin-top:4.25pt;width:21.6pt;height:1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Dgjfwd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3970" r="30480" b="14605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45pt;margin-top:4.25pt;width:21.6pt;height:18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"/>
            </w:pict>
          </mc:Fallback>
        </mc:AlternateContent>
      </w:r>
    </w:p>
    <w:p w:rsidR="001031E3" w:rsidRDefault="001031E3" w:rsidP="001031E3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What is a relative pronoun that we want to learn?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In what way is the thought process identical to article and adjective endings that we have already mastered?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does one distinguish between „that“ and „that“?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 they relate to subordinating conjunctions?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How does „who“ the question word differ from „who“ the relative pronoun?</w:t>
            </w:r>
          </w:p>
          <w:p w:rsidR="001031E3" w:rsidRDefault="001031E3" w:rsidP="00A571FA">
            <w:pPr>
              <w:rPr>
                <w:lang w:val="de-DE"/>
              </w:rPr>
            </w:pPr>
            <w:r>
              <w:rPr>
                <w:lang w:val="de-DE"/>
              </w:rPr>
              <w:t>...German which trial...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1031E3" w:rsidRDefault="001031E3" w:rsidP="00A571F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is television in Germany different from the television we know in the United States?</w:t>
            </w:r>
          </w:p>
        </w:tc>
        <w:tc>
          <w:tcPr>
            <w:tcW w:w="2952" w:type="dxa"/>
          </w:tcPr>
          <w:p w:rsidR="001031E3" w:rsidRDefault="001031E3" w:rsidP="00A571FA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Babelsberg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To what extent are German films influential in the United States?</w:t>
            </w:r>
          </w:p>
          <w:p w:rsidR="001031E3" w:rsidRDefault="001031E3" w:rsidP="00A571FA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In what way were many East German films politically charged?</w:t>
            </w:r>
          </w:p>
        </w:tc>
      </w:tr>
    </w:tbl>
    <w:p w:rsidR="001031E3" w:rsidRDefault="001031E3" w:rsidP="001031E3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700" r="30480" b="15875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45pt;margin-top:4.95pt;width:21.6pt;height:1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FL20QxAAgAAkg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700" r="30480" b="15875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351pt;margin-top:4.95pt;width:21.6pt;height:1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hQAIAAJI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ks21IUACAACS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700" r="30480" b="15875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07pt;margin-top:4.95pt;width:21.6pt;height:1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b/>
          <w:bCs/>
          <w:sz w:val="16"/>
          <w:lang w:val="de-DE"/>
        </w:rPr>
        <w:t xml:space="preserve"> </w:t>
      </w:r>
    </w:p>
    <w:p w:rsidR="001031E3" w:rsidRDefault="001031E3" w:rsidP="001031E3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031E3" w:rsidTr="00A571F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  <w:tc>
          <w:tcPr>
            <w:tcW w:w="2952" w:type="dxa"/>
          </w:tcPr>
          <w:p w:rsidR="001031E3" w:rsidRDefault="001031E3" w:rsidP="00A571FA">
            <w:pPr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Vocabulary:</w:t>
            </w:r>
          </w:p>
          <w:p w:rsidR="001031E3" w:rsidRDefault="001031E3" w:rsidP="00A571FA">
            <w:pPr>
              <w:rPr>
                <w:sz w:val="16"/>
                <w:lang w:val="de-DE"/>
              </w:rPr>
            </w:pPr>
          </w:p>
        </w:tc>
      </w:tr>
    </w:tbl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lastRenderedPageBreak/>
        <w:t xml:space="preserve">9-12 Curriculum Level 1 </w:t>
      </w:r>
      <w:proofErr w:type="gramStart"/>
      <w:r>
        <w:rPr>
          <w:rFonts w:ascii="Arial" w:hAnsi="Arial" w:cs="Arial"/>
          <w:b/>
          <w:bCs/>
          <w:sz w:val="36"/>
        </w:rPr>
        <w:t>Topics</w:t>
      </w:r>
      <w:proofErr w:type="gramEnd"/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(Included in this level: library research project on target language countries/presentation)</w:t>
      </w:r>
    </w:p>
    <w:p w:rsidR="001031E3" w:rsidRDefault="001031E3" w:rsidP="001031E3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(Included in this level: library research project on travel with a presentation)</w:t>
      </w:r>
    </w:p>
    <w:tbl>
      <w:tblPr>
        <w:tblW w:w="13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1440"/>
        <w:gridCol w:w="1980"/>
        <w:gridCol w:w="3360"/>
        <w:gridCol w:w="60"/>
        <w:gridCol w:w="2520"/>
        <w:gridCol w:w="60"/>
        <w:gridCol w:w="2580"/>
      </w:tblGrid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431"/>
        </w:trPr>
        <w:tc>
          <w:tcPr>
            <w:tcW w:w="468" w:type="dxa"/>
            <w:shd w:val="clear" w:color="auto" w:fill="CCCCCC"/>
            <w:vAlign w:val="center"/>
          </w:tcPr>
          <w:p w:rsidR="001031E3" w:rsidRDefault="001031E3" w:rsidP="00A571F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CCCCCC"/>
            <w:vAlign w:val="center"/>
          </w:tcPr>
          <w:p w:rsidR="001031E3" w:rsidRDefault="001031E3" w:rsidP="00A571FA">
            <w:pPr>
              <w:pStyle w:val="Heading1"/>
              <w:rPr>
                <w:sz w:val="22"/>
              </w:rPr>
            </w:pPr>
            <w:r>
              <w:rPr>
                <w:sz w:val="22"/>
              </w:rPr>
              <w:t>Days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1031E3" w:rsidRDefault="001031E3" w:rsidP="00A571FA">
            <w:pPr>
              <w:pStyle w:val="Heading1"/>
            </w:pPr>
            <w:r>
              <w:t>Unit</w:t>
            </w:r>
          </w:p>
        </w:tc>
        <w:tc>
          <w:tcPr>
            <w:tcW w:w="1980" w:type="dxa"/>
            <w:shd w:val="clear" w:color="auto" w:fill="CCCCCC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Concepts</w:t>
            </w:r>
          </w:p>
        </w:tc>
        <w:tc>
          <w:tcPr>
            <w:tcW w:w="3360" w:type="dxa"/>
            <w:shd w:val="clear" w:color="auto" w:fill="CCCCCC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Language/Grammar/Vocab  Focus</w:t>
            </w:r>
          </w:p>
        </w:tc>
        <w:tc>
          <w:tcPr>
            <w:tcW w:w="2580" w:type="dxa"/>
            <w:gridSpan w:val="2"/>
            <w:shd w:val="clear" w:color="auto" w:fill="CCCCCC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Additional Information / Culture</w:t>
            </w: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 am I?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Greetings / Farewells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2Family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Descriptions of me and my family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 / your (poss. adj.)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Alphabet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Basic personality descriptions (include I’m hot/cold)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Genders for people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Indefinite articles (basic intro.)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have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be called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know (a person)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cardinal numbers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subject (nominative) pronouns</w:t>
            </w:r>
          </w:p>
          <w:p w:rsidR="001031E3" w:rsidRDefault="001031E3" w:rsidP="00A571FA">
            <w:pPr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525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Clothing/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Colors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Opposites w/ clothing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Describe my clothes</w:t>
            </w:r>
          </w:p>
          <w:p w:rsidR="001031E3" w:rsidRDefault="001031E3" w:rsidP="00A571FA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Ask about clothing prices / Numbers 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Definite Articles/ genders/ plural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Currency / exchange rates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Colors / descriptions of clothing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wear/have on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shop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buy/sell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cost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Regular verbs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Formal and Informal</w:t>
            </w: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Weather/ calendar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  How’s</w:t>
            </w:r>
            <w:proofErr w:type="gramEnd"/>
            <w:r>
              <w:rPr>
                <w:rFonts w:ascii="Arial" w:hAnsi="Arial" w:cs="Arial"/>
              </w:rPr>
              <w:t xml:space="preserve"> the weather today?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Birthdays</w:t>
            </w:r>
          </w:p>
          <w:p w:rsidR="001031E3" w:rsidRDefault="001031E3" w:rsidP="00A571FA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 holidays</w:t>
            </w:r>
          </w:p>
          <w:p w:rsidR="001031E3" w:rsidRDefault="001031E3" w:rsidP="00A571FA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Telling time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Days of the week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Day before yesterday / yesterday /Today  / tomorrow / day after tomorrow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Months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Ordinal numbers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vocab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temperatures</w:t>
            </w: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holidays</w:t>
            </w: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Hobbies/ Interests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likes/dislikes   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sports / games &amp; activities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music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Word order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like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play / make or do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(regular verbs)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Negation (both types)</w:t>
            </w: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School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school items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school subjects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cultural specific school day / week / year / system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Def</w:t>
            </w:r>
            <w:proofErr w:type="spellEnd"/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Indef</w:t>
            </w:r>
            <w:proofErr w:type="spellEnd"/>
            <w:r>
              <w:rPr>
                <w:rFonts w:ascii="Arial" w:hAnsi="Arial" w:cs="Arial"/>
              </w:rPr>
              <w:t xml:space="preserve"> Articles – NOM and ACC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 pronouns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 prepositions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read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know (a fact)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study (both!)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drive/ ride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Hause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Hause</w:t>
            </w:r>
            <w:proofErr w:type="spellEnd"/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supermarket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kinds of grocery stores/ markets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types of groceries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 shopping in Germany (cultural implications)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eat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drink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cook / bake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shop/ to buy/to sell / to pay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Food/ drink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restaurant / ordering / menu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2  categories</w:t>
            </w:r>
            <w:proofErr w:type="gramEnd"/>
            <w:r>
              <w:rPr>
                <w:rFonts w:ascii="Arial" w:hAnsi="Arial" w:cs="Arial"/>
              </w:rPr>
              <w:t xml:space="preserve"> (appetizer, drinks, main course, etc.)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food at home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 Auxiliary Verbs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</w:t>
            </w:r>
            <w:proofErr w:type="spellStart"/>
            <w:r>
              <w:rPr>
                <w:rFonts w:ascii="Arial" w:hAnsi="Arial" w:cs="Arial"/>
              </w:rPr>
              <w:t>Menü</w:t>
            </w:r>
            <w:proofErr w:type="spellEnd"/>
            <w:r>
              <w:rPr>
                <w:rFonts w:ascii="Arial" w:hAnsi="Arial" w:cs="Arial"/>
              </w:rPr>
              <w:t>" VS “</w:t>
            </w:r>
            <w:proofErr w:type="spellStart"/>
            <w:r>
              <w:rPr>
                <w:rFonts w:ascii="Arial" w:hAnsi="Arial" w:cs="Arial"/>
              </w:rPr>
              <w:t>Speisekarte</w:t>
            </w:r>
            <w:proofErr w:type="spellEnd"/>
            <w:r>
              <w:rPr>
                <w:rFonts w:ascii="Arial" w:hAnsi="Arial" w:cs="Arial"/>
              </w:rPr>
              <w:t>”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taste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order / to pay 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cook / to bake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eat / to devour /  to drink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food / drink descriptors </w:t>
            </w: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1925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home / furniture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Rooms / floors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chores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furniture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</w:t>
            </w:r>
            <w:proofErr w:type="spellEnd"/>
            <w:r>
              <w:rPr>
                <w:rFonts w:ascii="Arial" w:hAnsi="Arial" w:cs="Arial"/>
              </w:rPr>
              <w:t xml:space="preserve"> VS in der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Hause</w:t>
            </w:r>
            <w:proofErr w:type="spellEnd"/>
            <w:r>
              <w:rPr>
                <w:rFonts w:ascii="Arial" w:hAnsi="Arial" w:cs="Arial"/>
              </w:rPr>
              <w:t>/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Hause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25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 on the town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Asking for directions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Following directions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Giving directions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Commands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Giving directions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City/buildings vocabulary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traffic</w:t>
            </w: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Level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Planes, trains ‘n automobiles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Youth hostels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hotels / guest houses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airport / train station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Past tense: to go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Currency review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transport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 etiquette involved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525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Body parts/ medicine / 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daily routine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aches ’n pains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 doctors office 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Reflexive verbs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(Spanish- </w:t>
            </w:r>
            <w:proofErr w:type="spellStart"/>
            <w:r>
              <w:rPr>
                <w:rFonts w:ascii="Arial" w:hAnsi="Arial" w:cs="Arial"/>
              </w:rPr>
              <w:t>preterite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(German- present perfect)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hurt / to suffer /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Sick descriptors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Medical staff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Occupations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male </w:t>
            </w:r>
            <w:proofErr w:type="spellStart"/>
            <w:r>
              <w:rPr>
                <w:rFonts w:ascii="Arial" w:hAnsi="Arial" w:cs="Arial"/>
              </w:rPr>
              <w:t>vs</w:t>
            </w:r>
            <w:proofErr w:type="spellEnd"/>
            <w:r>
              <w:rPr>
                <w:rFonts w:ascii="Arial" w:hAnsi="Arial" w:cs="Arial"/>
              </w:rPr>
              <w:t xml:space="preserve"> female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 the work place 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the work day/schedule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become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do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Conjunctions: coordinating / subordinating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gridAfter w:val="2"/>
          <w:wAfter w:w="2640" w:type="dxa"/>
          <w:trHeight w:val="525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the post office / bank</w:t>
            </w: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36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</w:tr>
      <w:tr w:rsidR="001031E3" w:rsidTr="00A571FA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468" w:type="dxa"/>
            <w:vAlign w:val="center"/>
          </w:tcPr>
          <w:p w:rsidR="001031E3" w:rsidRDefault="001031E3" w:rsidP="00A571F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the zoo/pets/nature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2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  <w:vAlign w:val="center"/>
          </w:tcPr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</w:p>
          <w:p w:rsidR="001031E3" w:rsidRDefault="001031E3" w:rsidP="00A571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Talk to Crystal about getting rid of  textbooks/ putting together our own </w:t>
            </w:r>
            <w:r>
              <w:rPr>
                <w:rFonts w:ascii="Arial" w:hAnsi="Arial" w:cs="Arial"/>
              </w:rPr>
              <w:lastRenderedPageBreak/>
              <w:t>based on matrices</w:t>
            </w:r>
          </w:p>
        </w:tc>
      </w:tr>
    </w:tbl>
    <w:p w:rsidR="001031E3" w:rsidRDefault="001031E3" w:rsidP="001031E3">
      <w:pPr>
        <w:rPr>
          <w:rFonts w:ascii="Arial" w:hAnsi="Arial" w:cs="Arial"/>
          <w:b/>
          <w:bCs/>
        </w:rPr>
      </w:pPr>
    </w:p>
    <w:p w:rsidR="001031E3" w:rsidRDefault="001031E3" w:rsidP="001031E3">
      <w:pPr>
        <w:rPr>
          <w:rFonts w:ascii="Arial" w:hAnsi="Arial" w:cs="Arial"/>
          <w:b/>
          <w:bCs/>
        </w:rPr>
      </w:pPr>
    </w:p>
    <w:p w:rsidR="001031E3" w:rsidRDefault="001031E3" w:rsidP="001031E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Level 2</w:t>
      </w:r>
      <w:r>
        <w:rPr>
          <w:rFonts w:ascii="Arial" w:hAnsi="Arial" w:cs="Arial"/>
          <w:b/>
          <w:bCs/>
        </w:rPr>
        <w:tab/>
        <w:t>sports ‘n leisure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national pastimes </w:t>
      </w:r>
    </w:p>
    <w:p w:rsidR="001031E3" w:rsidRDefault="001031E3" w:rsidP="001031E3">
      <w:pPr>
        <w:rPr>
          <w:rFonts w:ascii="Arial" w:hAnsi="Arial" w:cs="Arial"/>
          <w:b/>
          <w:bCs/>
        </w:rPr>
      </w:pPr>
    </w:p>
    <w:p w:rsidR="001031E3" w:rsidRDefault="001031E3" w:rsidP="001031E3">
      <w:pPr>
        <w:rPr>
          <w:rFonts w:ascii="Arial" w:hAnsi="Arial" w:cs="Arial"/>
          <w:b/>
          <w:bCs/>
        </w:rPr>
      </w:pPr>
    </w:p>
    <w:p w:rsidR="001031E3" w:rsidRDefault="001031E3" w:rsidP="001031E3">
      <w:pPr>
        <w:rPr>
          <w:rFonts w:ascii="Arial" w:hAnsi="Arial" w:cs="Arial"/>
          <w:b/>
          <w:bCs/>
        </w:rPr>
      </w:pPr>
    </w:p>
    <w:p w:rsidR="001031E3" w:rsidRDefault="001031E3" w:rsidP="001031E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Level 2</w:t>
      </w:r>
      <w:r>
        <w:rPr>
          <w:rFonts w:ascii="Arial" w:hAnsi="Arial" w:cs="Arial"/>
          <w:b/>
          <w:bCs/>
        </w:rPr>
        <w:tab/>
        <w:t>Where we live/</w:t>
      </w:r>
    </w:p>
    <w:p w:rsidR="001031E3" w:rsidRDefault="001031E3" w:rsidP="001031E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Where the language</w:t>
      </w:r>
    </w:p>
    <w:p w:rsidR="001031E3" w:rsidRDefault="001031E3" w:rsidP="001031E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Is spoken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031E3" w:rsidRDefault="001031E3" w:rsidP="001031E3">
      <w:pPr>
        <w:rPr>
          <w:rFonts w:ascii="Arial" w:hAnsi="Arial" w:cs="Arial"/>
          <w:b/>
          <w:bCs/>
        </w:rPr>
      </w:pPr>
    </w:p>
    <w:p w:rsidR="001031E3" w:rsidRDefault="001031E3" w:rsidP="001031E3">
      <w:pPr>
        <w:rPr>
          <w:rFonts w:ascii="Arial" w:hAnsi="Arial" w:cs="Arial"/>
          <w:b/>
          <w:bCs/>
        </w:rPr>
      </w:pPr>
    </w:p>
    <w:p w:rsidR="001031E3" w:rsidRDefault="001031E3" w:rsidP="001031E3">
      <w:pPr>
        <w:rPr>
          <w:lang w:val="de-DE"/>
        </w:rPr>
      </w:pPr>
    </w:p>
    <w:p w:rsidR="0024626C" w:rsidRDefault="001031E3"/>
    <w:sectPr w:rsidR="002462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26D2"/>
    <w:multiLevelType w:val="hybridMultilevel"/>
    <w:tmpl w:val="9648F580"/>
    <w:lvl w:ilvl="0" w:tplc="079084C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2E7D3F"/>
    <w:multiLevelType w:val="hybridMultilevel"/>
    <w:tmpl w:val="070CD3E8"/>
    <w:lvl w:ilvl="0" w:tplc="6608D668">
      <w:start w:val="3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456C29"/>
    <w:multiLevelType w:val="hybridMultilevel"/>
    <w:tmpl w:val="618CBD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E3"/>
    <w:rsid w:val="001031E3"/>
    <w:rsid w:val="00136D6E"/>
    <w:rsid w:val="00FA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31E3"/>
    <w:pPr>
      <w:keepNext/>
      <w:outlineLvl w:val="0"/>
    </w:pPr>
    <w:rPr>
      <w:b/>
      <w:bCs/>
      <w:sz w:val="16"/>
    </w:rPr>
  </w:style>
  <w:style w:type="paragraph" w:styleId="Heading2">
    <w:name w:val="heading 2"/>
    <w:basedOn w:val="Normal"/>
    <w:next w:val="Normal"/>
    <w:link w:val="Heading2Char"/>
    <w:qFormat/>
    <w:rsid w:val="001031E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1E3"/>
    <w:rPr>
      <w:rFonts w:ascii="Times New Roman" w:eastAsia="Times New Roman" w:hAnsi="Times New Roman" w:cs="Times New Roman"/>
      <w:b/>
      <w:bCs/>
      <w:sz w:val="16"/>
      <w:szCs w:val="24"/>
    </w:rPr>
  </w:style>
  <w:style w:type="character" w:customStyle="1" w:styleId="Heading2Char">
    <w:name w:val="Heading 2 Char"/>
    <w:basedOn w:val="DefaultParagraphFont"/>
    <w:link w:val="Heading2"/>
    <w:rsid w:val="001031E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1031E3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1031E3"/>
    <w:rPr>
      <w:rFonts w:ascii="Times New Roman" w:eastAsia="Times New Roman" w:hAnsi="Times New Roman" w:cs="Times New Roman"/>
      <w:sz w:val="20"/>
      <w:szCs w:val="24"/>
    </w:rPr>
  </w:style>
  <w:style w:type="paragraph" w:styleId="BodyText2">
    <w:name w:val="Body Text 2"/>
    <w:basedOn w:val="Normal"/>
    <w:link w:val="BodyText2Char"/>
    <w:semiHidden/>
    <w:rsid w:val="001031E3"/>
    <w:rPr>
      <w:sz w:val="22"/>
    </w:rPr>
  </w:style>
  <w:style w:type="character" w:customStyle="1" w:styleId="BodyText2Char">
    <w:name w:val="Body Text 2 Char"/>
    <w:basedOn w:val="DefaultParagraphFont"/>
    <w:link w:val="BodyText2"/>
    <w:semiHidden/>
    <w:rsid w:val="001031E3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semiHidden/>
    <w:rsid w:val="001031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31E3"/>
    <w:pPr>
      <w:keepNext/>
      <w:outlineLvl w:val="0"/>
    </w:pPr>
    <w:rPr>
      <w:b/>
      <w:bCs/>
      <w:sz w:val="16"/>
    </w:rPr>
  </w:style>
  <w:style w:type="paragraph" w:styleId="Heading2">
    <w:name w:val="heading 2"/>
    <w:basedOn w:val="Normal"/>
    <w:next w:val="Normal"/>
    <w:link w:val="Heading2Char"/>
    <w:qFormat/>
    <w:rsid w:val="001031E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1E3"/>
    <w:rPr>
      <w:rFonts w:ascii="Times New Roman" w:eastAsia="Times New Roman" w:hAnsi="Times New Roman" w:cs="Times New Roman"/>
      <w:b/>
      <w:bCs/>
      <w:sz w:val="16"/>
      <w:szCs w:val="24"/>
    </w:rPr>
  </w:style>
  <w:style w:type="character" w:customStyle="1" w:styleId="Heading2Char">
    <w:name w:val="Heading 2 Char"/>
    <w:basedOn w:val="DefaultParagraphFont"/>
    <w:link w:val="Heading2"/>
    <w:rsid w:val="001031E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1031E3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1031E3"/>
    <w:rPr>
      <w:rFonts w:ascii="Times New Roman" w:eastAsia="Times New Roman" w:hAnsi="Times New Roman" w:cs="Times New Roman"/>
      <w:sz w:val="20"/>
      <w:szCs w:val="24"/>
    </w:rPr>
  </w:style>
  <w:style w:type="paragraph" w:styleId="BodyText2">
    <w:name w:val="Body Text 2"/>
    <w:basedOn w:val="Normal"/>
    <w:link w:val="BodyText2Char"/>
    <w:semiHidden/>
    <w:rsid w:val="001031E3"/>
    <w:rPr>
      <w:sz w:val="22"/>
    </w:rPr>
  </w:style>
  <w:style w:type="character" w:customStyle="1" w:styleId="BodyText2Char">
    <w:name w:val="Body Text 2 Char"/>
    <w:basedOn w:val="DefaultParagraphFont"/>
    <w:link w:val="BodyText2"/>
    <w:semiHidden/>
    <w:rsid w:val="001031E3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semiHidden/>
    <w:rsid w:val="00103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stories.de/view-kurzgeschichten.phtml?294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FD6163A7</Template>
  <TotalTime>2</TotalTime>
  <Pages>19</Pages>
  <Words>3790</Words>
  <Characters>21608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Unruh</dc:creator>
  <cp:keywords/>
  <dc:description/>
  <cp:lastModifiedBy>Paul Unruh</cp:lastModifiedBy>
  <cp:revision>1</cp:revision>
  <dcterms:created xsi:type="dcterms:W3CDTF">2012-08-09T13:10:00Z</dcterms:created>
  <dcterms:modified xsi:type="dcterms:W3CDTF">2012-08-09T13:12:00Z</dcterms:modified>
</cp:coreProperties>
</file>